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BA6B5" w14:textId="59E885F9" w:rsidR="005D388F" w:rsidRDefault="00517CED" w:rsidP="00517CED">
      <w:pPr>
        <w:pStyle w:val="Heading1"/>
      </w:pPr>
      <w:r>
        <w:t>1NR---Kentucky RR---Round 2</w:t>
      </w:r>
    </w:p>
    <w:p w14:paraId="7CA5F600" w14:textId="05DB6600" w:rsidR="00FF1F1F" w:rsidRPr="00FF1F1F" w:rsidRDefault="00187B7A" w:rsidP="00FF1F1F">
      <w:pPr>
        <w:pStyle w:val="Heading2"/>
      </w:pPr>
      <w:r>
        <w:t>Cities</w:t>
      </w:r>
    </w:p>
    <w:p w14:paraId="6C031CC9" w14:textId="56A79B41" w:rsidR="00187B7A" w:rsidRDefault="00FF1F1F" w:rsidP="00FF1F1F">
      <w:pPr>
        <w:pStyle w:val="Heading3"/>
      </w:pPr>
      <w:r>
        <w:t>Cities DA---2NC</w:t>
      </w:r>
    </w:p>
    <w:p w14:paraId="392C3D28" w14:textId="367219CD" w:rsidR="00FF1F1F" w:rsidRDefault="00FF1F1F" w:rsidP="00FF1F1F">
      <w:pPr>
        <w:pStyle w:val="Heading4"/>
      </w:pPr>
      <w:r>
        <w:t>Concede smart cities fail and are impossible.</w:t>
      </w:r>
    </w:p>
    <w:p w14:paraId="13BD8415" w14:textId="3630204C" w:rsidR="00FF1F1F" w:rsidRDefault="00FF1F1F" w:rsidP="00FF1F1F">
      <w:pPr>
        <w:pStyle w:val="Heading4"/>
      </w:pPr>
      <w:r>
        <w:t>Aff not solve. Case.</w:t>
      </w:r>
    </w:p>
    <w:p w14:paraId="7D07CC33" w14:textId="79A1BFD7" w:rsidR="00FF1F1F" w:rsidRDefault="00FF1F1F" w:rsidP="00FF1F1F">
      <w:pPr>
        <w:pStyle w:val="Heading2"/>
      </w:pPr>
      <w:r>
        <w:t>Federalism</w:t>
      </w:r>
    </w:p>
    <w:p w14:paraId="1A59A8B9" w14:textId="2C0DF56A" w:rsidR="00FF1F1F" w:rsidRDefault="00FF1F1F" w:rsidP="00FF1F1F">
      <w:pPr>
        <w:pStyle w:val="Heading3"/>
      </w:pPr>
      <w:r>
        <w:t>Federalism DA---2NC</w:t>
      </w:r>
    </w:p>
    <w:p w14:paraId="654C3367" w14:textId="2AEF225B" w:rsidR="00FF1F1F" w:rsidRDefault="00FF1F1F" w:rsidP="00FF1F1F">
      <w:pPr>
        <w:pStyle w:val="Heading4"/>
      </w:pPr>
      <w:r>
        <w:t>Concede that federalism is cooked in the status quo.</w:t>
      </w:r>
    </w:p>
    <w:p w14:paraId="59AA583E" w14:textId="61D45C8B" w:rsidR="00FF1F1F" w:rsidRPr="00FF1F1F" w:rsidRDefault="00FF1F1F" w:rsidP="00FF1F1F">
      <w:pPr>
        <w:pStyle w:val="Heading4"/>
      </w:pPr>
      <w:r>
        <w:t>They didn’t read terminal to impact turn, but no uniqueness since federalism is impossible.</w:t>
      </w:r>
    </w:p>
    <w:p w14:paraId="5AA267A1" w14:textId="711241F4" w:rsidR="00187B7A" w:rsidRDefault="00187B7A" w:rsidP="00187B7A">
      <w:pPr>
        <w:pStyle w:val="Heading2"/>
      </w:pPr>
      <w:r>
        <w:t>Terms</w:t>
      </w:r>
    </w:p>
    <w:p w14:paraId="7C87776F" w14:textId="77777777" w:rsidR="00FF1F1F" w:rsidRDefault="00FF1F1F" w:rsidP="00FF1F1F">
      <w:pPr>
        <w:pStyle w:val="Heading3"/>
      </w:pPr>
      <w:r>
        <w:t>Impeachment---OV---2NC</w:t>
      </w:r>
    </w:p>
    <w:p w14:paraId="73FDC83E" w14:textId="77777777" w:rsidR="00FF1F1F" w:rsidRPr="008F4A97" w:rsidRDefault="00FF1F1F" w:rsidP="00FF1F1F">
      <w:pPr>
        <w:pStyle w:val="Analytic"/>
      </w:pPr>
      <w:r>
        <w:t xml:space="preserve">Dem winning the House </w:t>
      </w:r>
      <w:r>
        <w:rPr>
          <w:u w:val="single"/>
        </w:rPr>
        <w:t>alone</w:t>
      </w:r>
      <w:r>
        <w:t xml:space="preserve"> solves </w:t>
      </w:r>
      <w:r>
        <w:rPr>
          <w:u w:val="single"/>
        </w:rPr>
        <w:t>extinction</w:t>
      </w:r>
      <w:r>
        <w:t xml:space="preserve">. It </w:t>
      </w:r>
      <w:r>
        <w:rPr>
          <w:u w:val="single"/>
        </w:rPr>
        <w:t>reins in</w:t>
      </w:r>
      <w:r>
        <w:t xml:space="preserve"> Trump through </w:t>
      </w:r>
      <w:r>
        <w:rPr>
          <w:u w:val="single"/>
        </w:rPr>
        <w:t>impeachment</w:t>
      </w:r>
      <w:r>
        <w:t xml:space="preserve"> and holds Republicans accountable for a </w:t>
      </w:r>
      <w:r>
        <w:rPr>
          <w:u w:val="single"/>
        </w:rPr>
        <w:t>litany</w:t>
      </w:r>
      <w:r>
        <w:t xml:space="preserve"> of abuses to </w:t>
      </w:r>
      <w:r>
        <w:rPr>
          <w:u w:val="single"/>
        </w:rPr>
        <w:t>democracy</w:t>
      </w:r>
      <w:r>
        <w:t xml:space="preserve">, the </w:t>
      </w:r>
      <w:r>
        <w:rPr>
          <w:u w:val="single"/>
        </w:rPr>
        <w:t>environment</w:t>
      </w:r>
      <w:r>
        <w:t xml:space="preserve">, global </w:t>
      </w:r>
      <w:r>
        <w:rPr>
          <w:u w:val="single"/>
        </w:rPr>
        <w:t>alliances</w:t>
      </w:r>
      <w:r>
        <w:t xml:space="preserve">, civil </w:t>
      </w:r>
      <w:r>
        <w:rPr>
          <w:u w:val="single"/>
        </w:rPr>
        <w:t>rights</w:t>
      </w:r>
      <w:r>
        <w:t xml:space="preserve"> and </w:t>
      </w:r>
      <w:r>
        <w:rPr>
          <w:u w:val="single"/>
        </w:rPr>
        <w:t>rule of law</w:t>
      </w:r>
      <w:r>
        <w:t xml:space="preserve">, all of which are </w:t>
      </w:r>
      <w:r>
        <w:rPr>
          <w:u w:val="single"/>
        </w:rPr>
        <w:t>existential</w:t>
      </w:r>
      <w:r>
        <w:t>.</w:t>
      </w:r>
    </w:p>
    <w:p w14:paraId="69F7FA84" w14:textId="77777777" w:rsidR="00FF1F1F" w:rsidRDefault="00FF1F1F" w:rsidP="00FF1F1F">
      <w:pPr>
        <w:pStyle w:val="Analytic"/>
      </w:pPr>
      <w:r>
        <w:t>The DA outweighs:</w:t>
      </w:r>
    </w:p>
    <w:p w14:paraId="69528DDD" w14:textId="77777777" w:rsidR="00FF1F1F" w:rsidRDefault="00FF1F1F" w:rsidP="00FF1F1F">
      <w:pPr>
        <w:pStyle w:val="Analytic"/>
      </w:pPr>
      <w:r>
        <w:t xml:space="preserve">1. Timeframe. Trump is </w:t>
      </w:r>
      <w:r>
        <w:rPr>
          <w:u w:val="single"/>
        </w:rPr>
        <w:t>abusing</w:t>
      </w:r>
      <w:r>
        <w:t xml:space="preserve"> government structures now. That makes existential risks </w:t>
      </w:r>
      <w:r>
        <w:rPr>
          <w:u w:val="single"/>
        </w:rPr>
        <w:t>imminent</w:t>
      </w:r>
      <w:r>
        <w:t xml:space="preserve"> and </w:t>
      </w:r>
      <w:r>
        <w:rPr>
          <w:u w:val="single"/>
        </w:rPr>
        <w:t>impossible</w:t>
      </w:r>
      <w:r>
        <w:t xml:space="preserve"> to resolve.</w:t>
      </w:r>
    </w:p>
    <w:p w14:paraId="1F19576A" w14:textId="77777777" w:rsidR="00FF1F1F" w:rsidRDefault="00FF1F1F" w:rsidP="00FF1F1F">
      <w:pPr>
        <w:pStyle w:val="Analytic"/>
      </w:pPr>
      <w:r>
        <w:t xml:space="preserve">2. Magnitude. Trump collapses </w:t>
      </w:r>
      <w:r>
        <w:rPr>
          <w:u w:val="single"/>
        </w:rPr>
        <w:t>every</w:t>
      </w:r>
      <w:r>
        <w:t xml:space="preserve"> global structure that </w:t>
      </w:r>
      <w:r>
        <w:rPr>
          <w:u w:val="single"/>
        </w:rPr>
        <w:t>prevents</w:t>
      </w:r>
      <w:r>
        <w:t xml:space="preserve"> existential risks, which outweighs on </w:t>
      </w:r>
      <w:r>
        <w:rPr>
          <w:u w:val="single"/>
        </w:rPr>
        <w:t>scope</w:t>
      </w:r>
      <w:r>
        <w:t xml:space="preserve"> and </w:t>
      </w:r>
      <w:r>
        <w:rPr>
          <w:u w:val="single"/>
        </w:rPr>
        <w:t>turns</w:t>
      </w:r>
      <w:r>
        <w:t xml:space="preserve"> case.</w:t>
      </w:r>
    </w:p>
    <w:p w14:paraId="2A3B4837" w14:textId="77777777" w:rsidR="00FF1F1F" w:rsidRDefault="00FF1F1F" w:rsidP="00FF1F1F">
      <w:pPr>
        <w:pStyle w:val="Analytic"/>
      </w:pPr>
      <w:r>
        <w:t xml:space="preserve">That’s Jackson. </w:t>
      </w:r>
    </w:p>
    <w:p w14:paraId="117D7017" w14:textId="77777777" w:rsidR="00FF1F1F" w:rsidRDefault="00FF1F1F" w:rsidP="00FF1F1F">
      <w:pPr>
        <w:pStyle w:val="Heading3"/>
      </w:pPr>
      <w:r>
        <w:t>TC---Economy---2NC</w:t>
      </w:r>
    </w:p>
    <w:p w14:paraId="1441D28A" w14:textId="77777777" w:rsidR="00FF1F1F" w:rsidRPr="00326BD4" w:rsidRDefault="00FF1F1F" w:rsidP="00FF1F1F">
      <w:pPr>
        <w:pStyle w:val="Analytic"/>
      </w:pPr>
      <w:r>
        <w:t xml:space="preserve">Dems </w:t>
      </w:r>
      <w:r w:rsidRPr="00F13DA4">
        <w:rPr>
          <w:u w:val="single"/>
        </w:rPr>
        <w:t>flip</w:t>
      </w:r>
      <w:r>
        <w:t xml:space="preserve"> the economy:  </w:t>
      </w:r>
    </w:p>
    <w:p w14:paraId="3C36A3BE" w14:textId="77777777" w:rsidR="00FF1F1F" w:rsidRDefault="00FF1F1F" w:rsidP="00FF1F1F">
      <w:pPr>
        <w:pStyle w:val="Heading4"/>
      </w:pPr>
      <w:r>
        <w:t xml:space="preserve">They </w:t>
      </w:r>
      <w:r w:rsidRPr="00E95C53">
        <w:rPr>
          <w:u w:val="single"/>
        </w:rPr>
        <w:t>stop the bleeding</w:t>
      </w:r>
      <w:r>
        <w:t xml:space="preserve"> in every way</w:t>
      </w:r>
      <w:r w:rsidRPr="0012302B">
        <w:rPr>
          <w:b w:val="0"/>
          <w:bCs/>
        </w:rPr>
        <w:t xml:space="preserve">---Trump </w:t>
      </w:r>
      <w:r w:rsidRPr="0012302B">
        <w:rPr>
          <w:b w:val="0"/>
          <w:bCs/>
          <w:u w:val="single"/>
        </w:rPr>
        <w:t>won’t veto</w:t>
      </w:r>
      <w:r>
        <w:t>.</w:t>
      </w:r>
    </w:p>
    <w:p w14:paraId="17347EED" w14:textId="77777777" w:rsidR="00FF1F1F" w:rsidRPr="00BA36C8" w:rsidRDefault="00FF1F1F" w:rsidP="00FF1F1F">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53F607D6" w14:textId="77777777" w:rsidR="00FF1F1F" w:rsidRPr="00BA36C8" w:rsidRDefault="00FF1F1F" w:rsidP="00FF1F1F">
      <w:pPr>
        <w:rPr>
          <w:sz w:val="16"/>
        </w:rPr>
      </w:pPr>
      <w:r w:rsidRPr="00BA36C8">
        <w:rPr>
          <w:sz w:val="16"/>
        </w:rPr>
        <w:t>Protecting the Economy and the American Worker</w:t>
      </w:r>
    </w:p>
    <w:p w14:paraId="2097905C" w14:textId="77777777" w:rsidR="00FF1F1F" w:rsidRPr="00BA36C8" w:rsidRDefault="00FF1F1F" w:rsidP="00FF1F1F">
      <w:pPr>
        <w:rPr>
          <w:sz w:val="16"/>
        </w:rPr>
      </w:pPr>
      <w:r w:rsidRPr="00BA36C8">
        <w:rPr>
          <w:sz w:val="16"/>
        </w:rPr>
        <w:t xml:space="preserve">Right now, a lot of </w:t>
      </w:r>
      <w:r w:rsidRPr="00FB0576">
        <w:rPr>
          <w:rStyle w:val="StyleUnderline"/>
          <w:highlight w:val="cyan"/>
        </w:rPr>
        <w:t xml:space="preserve">Americans </w:t>
      </w:r>
      <w:r w:rsidRPr="001C0227">
        <w:rPr>
          <w:rStyle w:val="StyleUnderline"/>
        </w:rPr>
        <w:t xml:space="preserve">are </w:t>
      </w:r>
      <w:r w:rsidRPr="00FB0576">
        <w:rPr>
          <w:rStyle w:val="Emphasis"/>
          <w:highlight w:val="cyan"/>
        </w:rPr>
        <w:t>struggl</w:t>
      </w:r>
      <w:r w:rsidRPr="00FB0576">
        <w:rPr>
          <w:rStyle w:val="StyleUnderline"/>
        </w:rPr>
        <w:t>ing</w:t>
      </w:r>
      <w:r w:rsidRPr="00BA36C8">
        <w:rPr>
          <w:sz w:val="16"/>
        </w:rPr>
        <w:t xml:space="preserve">. Wages aren’t keeping up </w:t>
      </w:r>
      <w:r w:rsidRPr="00FB0576">
        <w:rPr>
          <w:rStyle w:val="StyleUnderline"/>
          <w:highlight w:val="cyan"/>
        </w:rPr>
        <w:t>with</w:t>
      </w:r>
      <w:r w:rsidRPr="00FB0576">
        <w:rPr>
          <w:sz w:val="16"/>
          <w:highlight w:val="cyan"/>
        </w:rPr>
        <w:t xml:space="preserve"> </w:t>
      </w:r>
      <w:r w:rsidRPr="00BA36C8">
        <w:rPr>
          <w:sz w:val="16"/>
        </w:rPr>
        <w:t xml:space="preserve">the </w:t>
      </w:r>
      <w:r w:rsidRPr="00FB0576">
        <w:rPr>
          <w:rStyle w:val="Emphasis"/>
          <w:highlight w:val="cyan"/>
        </w:rPr>
        <w:t xml:space="preserve">cost </w:t>
      </w:r>
      <w:r w:rsidRPr="00E5388E">
        <w:rPr>
          <w:rStyle w:val="Emphasis"/>
        </w:rPr>
        <w:t>of living</w:t>
      </w:r>
      <w:r w:rsidRPr="00BA36C8">
        <w:rPr>
          <w:sz w:val="16"/>
        </w:rPr>
        <w:t xml:space="preserve">, healthcare </w:t>
      </w:r>
      <w:r w:rsidRPr="001C0227">
        <w:rPr>
          <w:rStyle w:val="StyleUnderline"/>
        </w:rPr>
        <w:t>bills</w:t>
      </w:r>
      <w:r w:rsidRPr="00BA36C8">
        <w:rPr>
          <w:sz w:val="16"/>
        </w:rPr>
        <w:t xml:space="preserve"> are piling up, </w:t>
      </w:r>
      <w:r w:rsidRPr="001C0227">
        <w:rPr>
          <w:rStyle w:val="StyleUnderline"/>
        </w:rPr>
        <w:t>and</w:t>
      </w:r>
      <w:r w:rsidRPr="00BA36C8">
        <w:rPr>
          <w:sz w:val="16"/>
        </w:rPr>
        <w:t xml:space="preserve"> people worry about their retirement </w:t>
      </w:r>
      <w:r w:rsidRPr="001C0227">
        <w:rPr>
          <w:rStyle w:val="StyleUnderline"/>
        </w:rPr>
        <w:t>savings</w:t>
      </w:r>
      <w:r w:rsidRPr="00BA36C8">
        <w:rPr>
          <w:sz w:val="16"/>
        </w:rPr>
        <w:t xml:space="preserve"> or their small businesses. Instead of helping, </w:t>
      </w:r>
      <w:r w:rsidRPr="001C0227">
        <w:rPr>
          <w:rStyle w:val="StyleUnderline"/>
        </w:rPr>
        <w:t xml:space="preserve">Trump </w:t>
      </w:r>
      <w:r w:rsidRPr="00FB0576">
        <w:rPr>
          <w:rStyle w:val="StyleUnderline"/>
          <w:highlight w:val="cyan"/>
        </w:rPr>
        <w:t>and</w:t>
      </w:r>
      <w:r w:rsidRPr="00FB0576">
        <w:rPr>
          <w:sz w:val="16"/>
          <w:highlight w:val="cyan"/>
        </w:rPr>
        <w:t xml:space="preserve"> </w:t>
      </w:r>
      <w:r w:rsidRPr="00BA36C8">
        <w:rPr>
          <w:sz w:val="16"/>
        </w:rPr>
        <w:t xml:space="preserve">the current </w:t>
      </w:r>
      <w:r w:rsidRPr="00FB0576">
        <w:rPr>
          <w:rStyle w:val="StyleUnderline"/>
          <w:highlight w:val="cyan"/>
        </w:rPr>
        <w:t xml:space="preserve">Congress </w:t>
      </w:r>
      <w:r w:rsidRPr="001C0227">
        <w:rPr>
          <w:rStyle w:val="StyleUnderline"/>
        </w:rPr>
        <w:t>have been making it worse</w:t>
      </w:r>
      <w:r w:rsidRPr="00BA36C8">
        <w:rPr>
          <w:sz w:val="16"/>
        </w:rPr>
        <w:t>.</w:t>
      </w:r>
    </w:p>
    <w:p w14:paraId="7189D74F" w14:textId="77777777" w:rsidR="00FF1F1F" w:rsidRPr="00BA36C8" w:rsidRDefault="00FF1F1F" w:rsidP="00FF1F1F">
      <w:pPr>
        <w:rPr>
          <w:sz w:val="16"/>
        </w:rPr>
      </w:pPr>
      <w:r w:rsidRPr="005979B1">
        <w:rPr>
          <w:rStyle w:val="StyleUnderline"/>
        </w:rPr>
        <w:t xml:space="preserve">They </w:t>
      </w:r>
      <w:r w:rsidRPr="00FB0576">
        <w:rPr>
          <w:rStyle w:val="StyleUnderline"/>
          <w:highlight w:val="cyan"/>
        </w:rPr>
        <w:t>passed</w:t>
      </w:r>
      <w:r w:rsidRPr="00FB0576">
        <w:rPr>
          <w:sz w:val="16"/>
          <w:highlight w:val="cyan"/>
        </w:rPr>
        <w:t xml:space="preserve"> </w:t>
      </w:r>
      <w:r w:rsidRPr="00BA36C8">
        <w:rPr>
          <w:sz w:val="16"/>
        </w:rPr>
        <w:t xml:space="preserve">massive </w:t>
      </w:r>
      <w:r w:rsidRPr="00FB0576">
        <w:rPr>
          <w:rStyle w:val="Emphasis"/>
          <w:highlight w:val="cyan"/>
        </w:rPr>
        <w:t>tax giveaways</w:t>
      </w:r>
      <w:r w:rsidRPr="00FB0576">
        <w:rPr>
          <w:rStyle w:val="StyleUnderline"/>
          <w:highlight w:val="cyan"/>
        </w:rPr>
        <w:t xml:space="preserve"> for the </w:t>
      </w:r>
      <w:r w:rsidRPr="005979B1">
        <w:rPr>
          <w:rStyle w:val="StyleUnderline"/>
        </w:rPr>
        <w:t>ultra-</w:t>
      </w:r>
      <w:r w:rsidRPr="00FB0576">
        <w:rPr>
          <w:rStyle w:val="StyleUnderline"/>
          <w:highlight w:val="cyan"/>
        </w:rPr>
        <w:t xml:space="preserve">rich </w:t>
      </w:r>
      <w:r w:rsidRPr="005979B1">
        <w:rPr>
          <w:rStyle w:val="StyleUnderline"/>
        </w:rPr>
        <w:t>and giant corporations</w:t>
      </w:r>
      <w:r w:rsidRPr="00BA36C8">
        <w:rPr>
          <w:sz w:val="16"/>
        </w:rPr>
        <w:t xml:space="preserve">, </w:t>
      </w:r>
      <w:r w:rsidRPr="00FB0576">
        <w:rPr>
          <w:rStyle w:val="StyleUnderline"/>
          <w:highlight w:val="cyan"/>
        </w:rPr>
        <w:t xml:space="preserve">blowing up the </w:t>
      </w:r>
      <w:r w:rsidRPr="00FB0576">
        <w:rPr>
          <w:rStyle w:val="Emphasis"/>
          <w:highlight w:val="cyan"/>
        </w:rPr>
        <w:t>deficit</w:t>
      </w:r>
      <w:r w:rsidRPr="00FB0576">
        <w:rPr>
          <w:rStyle w:val="StyleUnderline"/>
          <w:highlight w:val="cyan"/>
        </w:rPr>
        <w:t xml:space="preserve"> </w:t>
      </w:r>
      <w:r w:rsidRPr="00137AB6">
        <w:rPr>
          <w:rStyle w:val="StyleUnderline"/>
        </w:rPr>
        <w:t>and</w:t>
      </w:r>
      <w:r w:rsidRPr="00FB0576">
        <w:t xml:space="preserve"> </w:t>
      </w:r>
      <w:r w:rsidRPr="00BA36C8">
        <w:rPr>
          <w:sz w:val="16"/>
        </w:rPr>
        <w:t xml:space="preserve">then </w:t>
      </w:r>
      <w:r w:rsidRPr="00137AB6">
        <w:rPr>
          <w:rStyle w:val="StyleUnderline"/>
        </w:rPr>
        <w:t>pointing to that</w:t>
      </w:r>
      <w:r w:rsidRPr="00FB0576">
        <w:t xml:space="preserve"> </w:t>
      </w:r>
      <w:r w:rsidRPr="00BA36C8">
        <w:rPr>
          <w:sz w:val="16"/>
        </w:rPr>
        <w:t xml:space="preserve">deficit </w:t>
      </w:r>
      <w:r w:rsidRPr="00137AB6">
        <w:rPr>
          <w:rStyle w:val="StyleUnderline"/>
        </w:rPr>
        <w:t xml:space="preserve">as an excuse to </w:t>
      </w:r>
      <w:r w:rsidRPr="00137AB6">
        <w:rPr>
          <w:rStyle w:val="Emphasis"/>
        </w:rPr>
        <w:t>cut programs</w:t>
      </w:r>
      <w:r w:rsidRPr="00BA36C8">
        <w:rPr>
          <w:sz w:val="16"/>
        </w:rPr>
        <w:t xml:space="preserve"> for everyone else. They’ve </w:t>
      </w:r>
      <w:r w:rsidRPr="00FB0576">
        <w:rPr>
          <w:rStyle w:val="StyleUnderline"/>
          <w:highlight w:val="cyan"/>
        </w:rPr>
        <w:t>threatened</w:t>
      </w:r>
      <w:r w:rsidRPr="00FB0576">
        <w:rPr>
          <w:sz w:val="16"/>
          <w:highlight w:val="cyan"/>
        </w:rPr>
        <w:t xml:space="preserve"> </w:t>
      </w:r>
      <w:r w:rsidRPr="00BA36C8">
        <w:rPr>
          <w:sz w:val="16"/>
        </w:rPr>
        <w:t xml:space="preserve">to use the debt ceiling and </w:t>
      </w:r>
      <w:r w:rsidRPr="00FB0576">
        <w:rPr>
          <w:rStyle w:val="Emphasis"/>
          <w:highlight w:val="cyan"/>
        </w:rPr>
        <w:t>budget showdowns</w:t>
      </w:r>
      <w:r w:rsidRPr="00FB0576">
        <w:rPr>
          <w:sz w:val="16"/>
          <w:highlight w:val="cyan"/>
        </w:rPr>
        <w:t xml:space="preserve"> </w:t>
      </w:r>
      <w:r w:rsidRPr="00BA36C8">
        <w:rPr>
          <w:sz w:val="16"/>
        </w:rPr>
        <w:t xml:space="preserve">as political weapons, even if that risks economic disaster or a government shutdown. And under Trump’s leadership, we’ve seen </w:t>
      </w:r>
      <w:r w:rsidRPr="00901593">
        <w:rPr>
          <w:rStyle w:val="StyleUnderline"/>
        </w:rPr>
        <w:t>policy by chaos</w:t>
      </w:r>
      <w:r w:rsidRPr="00BA36C8">
        <w:rPr>
          <w:sz w:val="16"/>
        </w:rPr>
        <w:t xml:space="preserve">, </w:t>
      </w:r>
      <w:r w:rsidRPr="00FB0576">
        <w:rPr>
          <w:rStyle w:val="Emphasis"/>
          <w:highlight w:val="cyan"/>
        </w:rPr>
        <w:t>trade wars</w:t>
      </w:r>
      <w:r w:rsidRPr="00C06B61">
        <w:rPr>
          <w:sz w:val="16"/>
        </w:rPr>
        <w:t xml:space="preserve"> </w:t>
      </w:r>
      <w:r w:rsidRPr="00BA36C8">
        <w:rPr>
          <w:sz w:val="16"/>
        </w:rPr>
        <w:t xml:space="preserve">announced on Twitter </w:t>
      </w:r>
      <w:r w:rsidRPr="00FB0576">
        <w:rPr>
          <w:rStyle w:val="StyleUnderline"/>
          <w:highlight w:val="cyan"/>
        </w:rPr>
        <w:t xml:space="preserve">that hurt </w:t>
      </w:r>
      <w:r w:rsidRPr="00FB0576">
        <w:rPr>
          <w:rStyle w:val="Emphasis"/>
          <w:highlight w:val="cyan"/>
        </w:rPr>
        <w:t>farmers</w:t>
      </w:r>
      <w:r w:rsidRPr="00FB0576">
        <w:rPr>
          <w:rStyle w:val="StyleUnderline"/>
          <w:highlight w:val="cyan"/>
        </w:rPr>
        <w:t xml:space="preserve"> and </w:t>
      </w:r>
      <w:r w:rsidRPr="00FB0576">
        <w:rPr>
          <w:rStyle w:val="Emphasis"/>
          <w:highlight w:val="cyan"/>
        </w:rPr>
        <w:t>manufacturers</w:t>
      </w:r>
      <w:r w:rsidRPr="00BA36C8">
        <w:rPr>
          <w:sz w:val="16"/>
        </w:rPr>
        <w:t xml:space="preserve">, </w:t>
      </w:r>
      <w:r w:rsidRPr="00901593">
        <w:rPr>
          <w:rStyle w:val="StyleUnderline"/>
        </w:rPr>
        <w:t xml:space="preserve">budget proposals that </w:t>
      </w:r>
      <w:r w:rsidRPr="00FB0576">
        <w:rPr>
          <w:rStyle w:val="StyleUnderline"/>
          <w:highlight w:val="cyan"/>
        </w:rPr>
        <w:t xml:space="preserve">slash </w:t>
      </w:r>
      <w:r w:rsidRPr="00FB0576">
        <w:rPr>
          <w:rStyle w:val="Emphasis"/>
          <w:highlight w:val="cyan"/>
        </w:rPr>
        <w:t>job training</w:t>
      </w:r>
      <w:r w:rsidRPr="00FB0576">
        <w:rPr>
          <w:rStyle w:val="StyleUnderline"/>
          <w:highlight w:val="cyan"/>
        </w:rPr>
        <w:t xml:space="preserve"> and education</w:t>
      </w:r>
      <w:r w:rsidRPr="00BA36C8">
        <w:rPr>
          <w:sz w:val="16"/>
        </w:rPr>
        <w:t xml:space="preserve">, </w:t>
      </w:r>
      <w:r w:rsidRPr="00901593">
        <w:rPr>
          <w:rStyle w:val="StyleUnderline"/>
        </w:rPr>
        <w:t>and a</w:t>
      </w:r>
      <w:r w:rsidRPr="00BA36C8">
        <w:rPr>
          <w:sz w:val="16"/>
        </w:rPr>
        <w:t xml:space="preserve"> general </w:t>
      </w:r>
      <w:r w:rsidRPr="00901593">
        <w:rPr>
          <w:rStyle w:val="StyleUnderline"/>
        </w:rPr>
        <w:t>climate of uncertainty</w:t>
      </w:r>
      <w:r w:rsidRPr="00BA36C8">
        <w:rPr>
          <w:sz w:val="16"/>
        </w:rPr>
        <w:t xml:space="preserve"> that makes it hard for businesses and families to plan for the future.</w:t>
      </w:r>
    </w:p>
    <w:p w14:paraId="5015F340" w14:textId="77777777" w:rsidR="00FF1F1F" w:rsidRPr="00BA36C8" w:rsidRDefault="00FF1F1F" w:rsidP="00FF1F1F">
      <w:pPr>
        <w:rPr>
          <w:sz w:val="16"/>
        </w:rPr>
      </w:pPr>
      <w:r w:rsidRPr="00BA36C8">
        <w:rPr>
          <w:sz w:val="16"/>
        </w:rPr>
        <w:t xml:space="preserve">A </w:t>
      </w:r>
      <w:r w:rsidRPr="00FB0576">
        <w:rPr>
          <w:rStyle w:val="StyleUnderline"/>
          <w:highlight w:val="cyan"/>
        </w:rPr>
        <w:t>Dem</w:t>
      </w:r>
      <w:r w:rsidRPr="00BA36C8">
        <w:rPr>
          <w:sz w:val="16"/>
        </w:rPr>
        <w:t xml:space="preserve">ocratic majority </w:t>
      </w:r>
      <w:r w:rsidRPr="005A4AD4">
        <w:rPr>
          <w:rStyle w:val="StyleUnderline"/>
        </w:rPr>
        <w:t xml:space="preserve">in </w:t>
      </w:r>
      <w:r w:rsidRPr="00FB0576">
        <w:rPr>
          <w:rStyle w:val="StyleUnderline"/>
          <w:highlight w:val="cyan"/>
        </w:rPr>
        <w:t xml:space="preserve">Congress would </w:t>
      </w:r>
      <w:r w:rsidRPr="001E7ACB">
        <w:rPr>
          <w:rStyle w:val="Emphasis"/>
        </w:rPr>
        <w:t>change the economic game</w:t>
      </w:r>
      <w:r w:rsidRPr="00BA36C8">
        <w:rPr>
          <w:sz w:val="16"/>
        </w:rPr>
        <w:t xml:space="preserve"> in a hurry. </w:t>
      </w:r>
      <w:r w:rsidRPr="005A4AD4">
        <w:rPr>
          <w:rStyle w:val="StyleUnderline"/>
        </w:rPr>
        <w:t>Using the power of the purse</w:t>
      </w:r>
      <w:r w:rsidRPr="00BA36C8">
        <w:rPr>
          <w:sz w:val="16"/>
        </w:rPr>
        <w:t xml:space="preserve">, </w:t>
      </w:r>
      <w:r w:rsidRPr="005A4AD4">
        <w:rPr>
          <w:rStyle w:val="StyleUnderline"/>
        </w:rPr>
        <w:t xml:space="preserve">they can </w:t>
      </w:r>
      <w:r w:rsidRPr="00FB0576">
        <w:rPr>
          <w:rStyle w:val="Emphasis"/>
          <w:highlight w:val="cyan"/>
        </w:rPr>
        <w:t>stop the bleeding</w:t>
      </w:r>
      <w:r w:rsidRPr="00FB0576">
        <w:rPr>
          <w:rStyle w:val="StyleUnderline"/>
          <w:highlight w:val="cyan"/>
        </w:rPr>
        <w:t xml:space="preserve"> </w:t>
      </w:r>
      <w:r w:rsidRPr="005A4AD4">
        <w:rPr>
          <w:rStyle w:val="StyleUnderline"/>
        </w:rPr>
        <w:t>and redirect funds</w:t>
      </w:r>
      <w:r w:rsidRPr="00BA36C8">
        <w:rPr>
          <w:sz w:val="16"/>
        </w:rPr>
        <w:t xml:space="preserve"> to where they’re needed most. For example, instead of budget plans that cut Medicaid or Social Security (plans we’ve seen floated by the current leadership), Democrats would refuse to even consider such cruel cuts. They’d protect these vital programs so that seniors can retire with dignity and low-income families can have medical care and food on the table.</w:t>
      </w:r>
    </w:p>
    <w:p w14:paraId="7521BA55" w14:textId="77777777" w:rsidR="00FF1F1F" w:rsidRPr="00BA36C8" w:rsidRDefault="00FF1F1F" w:rsidP="00FF1F1F">
      <w:pPr>
        <w:rPr>
          <w:sz w:val="16"/>
        </w:rPr>
      </w:pPr>
      <w:r w:rsidRPr="00BA36C8">
        <w:rPr>
          <w:sz w:val="16"/>
        </w:rPr>
        <w:t xml:space="preserve">Congress writes the budget, and a Democratic </w:t>
      </w:r>
      <w:r w:rsidRPr="00990A1F">
        <w:rPr>
          <w:rStyle w:val="StyleUnderline"/>
        </w:rPr>
        <w:t>Congress would</w:t>
      </w:r>
      <w:r w:rsidRPr="00BA36C8">
        <w:rPr>
          <w:sz w:val="16"/>
        </w:rPr>
        <w:t xml:space="preserve"> write one that invests in America’s working people: </w:t>
      </w:r>
      <w:r w:rsidRPr="00990A1F">
        <w:rPr>
          <w:rStyle w:val="StyleUnderline"/>
        </w:rPr>
        <w:t>fund</w:t>
      </w:r>
      <w:r w:rsidRPr="00BA36C8">
        <w:rPr>
          <w:sz w:val="16"/>
        </w:rPr>
        <w:t xml:space="preserve">ing for </w:t>
      </w:r>
      <w:r w:rsidRPr="00990A1F">
        <w:rPr>
          <w:rStyle w:val="StyleUnderline"/>
        </w:rPr>
        <w:t xml:space="preserve">infrastructure projects that </w:t>
      </w:r>
      <w:r w:rsidRPr="00FB0576">
        <w:rPr>
          <w:rStyle w:val="StyleUnderline"/>
          <w:highlight w:val="cyan"/>
        </w:rPr>
        <w:t xml:space="preserve">create </w:t>
      </w:r>
      <w:r w:rsidRPr="00FB0576">
        <w:rPr>
          <w:rStyle w:val="Emphasis"/>
          <w:highlight w:val="cyan"/>
        </w:rPr>
        <w:t>good jobs</w:t>
      </w:r>
      <w:r w:rsidRPr="00BA36C8">
        <w:rPr>
          <w:sz w:val="16"/>
        </w:rPr>
        <w:t xml:space="preserve">, </w:t>
      </w:r>
      <w:r w:rsidRPr="00FB0576">
        <w:rPr>
          <w:rStyle w:val="StyleUnderline"/>
          <w:highlight w:val="cyan"/>
        </w:rPr>
        <w:t>support</w:t>
      </w:r>
      <w:r w:rsidRPr="00FB0576">
        <w:rPr>
          <w:sz w:val="16"/>
          <w:highlight w:val="cyan"/>
        </w:rPr>
        <w:t xml:space="preserve"> </w:t>
      </w:r>
      <w:r w:rsidRPr="00BA36C8">
        <w:rPr>
          <w:sz w:val="16"/>
        </w:rPr>
        <w:t xml:space="preserve">for </w:t>
      </w:r>
      <w:r w:rsidRPr="00FB0576">
        <w:rPr>
          <w:rStyle w:val="Emphasis"/>
          <w:highlight w:val="cyan"/>
        </w:rPr>
        <w:t>small businesses</w:t>
      </w:r>
      <w:r w:rsidRPr="00BA36C8">
        <w:rPr>
          <w:sz w:val="16"/>
        </w:rPr>
        <w:t xml:space="preserve">, </w:t>
      </w:r>
      <w:r w:rsidRPr="00FB0576">
        <w:rPr>
          <w:rStyle w:val="StyleUnderline"/>
          <w:highlight w:val="cyan"/>
        </w:rPr>
        <w:t xml:space="preserve">and </w:t>
      </w:r>
      <w:r w:rsidRPr="00FB0576">
        <w:rPr>
          <w:rStyle w:val="Emphasis"/>
          <w:highlight w:val="cyan"/>
        </w:rPr>
        <w:t>relief</w:t>
      </w:r>
      <w:r w:rsidRPr="00FB0576">
        <w:rPr>
          <w:rStyle w:val="StyleUnderline"/>
          <w:highlight w:val="cyan"/>
        </w:rPr>
        <w:t xml:space="preserve"> </w:t>
      </w:r>
      <w:r w:rsidRPr="00990A1F">
        <w:rPr>
          <w:rStyle w:val="StyleUnderline"/>
        </w:rPr>
        <w:t>measures</w:t>
      </w:r>
      <w:r w:rsidRPr="00BA36C8">
        <w:rPr>
          <w:sz w:val="16"/>
        </w:rPr>
        <w:t xml:space="preserve"> when economic hard times hit. If Trump </w:t>
      </w:r>
      <w:r w:rsidRPr="00DE05FA">
        <w:rPr>
          <w:rStyle w:val="StyleUnderline"/>
        </w:rPr>
        <w:t>vetoes</w:t>
      </w:r>
      <w:r w:rsidRPr="00BA36C8">
        <w:rPr>
          <w:sz w:val="16"/>
        </w:rPr>
        <w:t xml:space="preserve"> those budgets, he’d be </w:t>
      </w:r>
      <w:r w:rsidRPr="00DE05FA">
        <w:rPr>
          <w:rStyle w:val="StyleUnderline"/>
        </w:rPr>
        <w:t>directly block</w:t>
      </w:r>
      <w:r w:rsidRPr="00BA36C8">
        <w:rPr>
          <w:sz w:val="16"/>
        </w:rPr>
        <w:t xml:space="preserve">ing </w:t>
      </w:r>
      <w:r w:rsidRPr="00DE05FA">
        <w:rPr>
          <w:rStyle w:val="StyleUnderline"/>
        </w:rPr>
        <w:t>aid</w:t>
      </w:r>
      <w:r w:rsidRPr="00BA36C8">
        <w:rPr>
          <w:sz w:val="16"/>
        </w:rPr>
        <w:t xml:space="preserve"> to Americans, and I doubt even he would relish that fight when the public is watching.</w:t>
      </w:r>
    </w:p>
    <w:p w14:paraId="29F65826" w14:textId="77777777" w:rsidR="00FF1F1F" w:rsidRPr="00BA36C8" w:rsidRDefault="00FF1F1F" w:rsidP="00FF1F1F">
      <w:pPr>
        <w:rPr>
          <w:sz w:val="16"/>
        </w:rPr>
      </w:pPr>
      <w:r w:rsidRPr="00BA36C8">
        <w:rPr>
          <w:sz w:val="16"/>
        </w:rPr>
        <w:t xml:space="preserve">Just as importantly, a Democratic Congress would hold the administration accountable for economic decisions. They could </w:t>
      </w:r>
      <w:r w:rsidRPr="00661EF5">
        <w:rPr>
          <w:rStyle w:val="StyleUnderline"/>
          <w:highlight w:val="cyan"/>
        </w:rPr>
        <w:t>haul in</w:t>
      </w:r>
      <w:r w:rsidRPr="00661EF5">
        <w:rPr>
          <w:sz w:val="16"/>
          <w:highlight w:val="cyan"/>
        </w:rPr>
        <w:t xml:space="preserve"> </w:t>
      </w:r>
      <w:r w:rsidRPr="00BA36C8">
        <w:rPr>
          <w:sz w:val="16"/>
        </w:rPr>
        <w:t xml:space="preserve">officials from </w:t>
      </w:r>
      <w:r w:rsidRPr="003C67EE">
        <w:rPr>
          <w:rStyle w:val="StyleUnderline"/>
        </w:rPr>
        <w:t xml:space="preserve">the </w:t>
      </w:r>
      <w:r w:rsidRPr="00661EF5">
        <w:rPr>
          <w:rStyle w:val="StyleUnderline"/>
          <w:highlight w:val="cyan"/>
        </w:rPr>
        <w:t xml:space="preserve">Treasury or Commerce </w:t>
      </w:r>
      <w:r w:rsidRPr="00661EF5">
        <w:rPr>
          <w:rStyle w:val="StyleUnderline"/>
        </w:rPr>
        <w:t xml:space="preserve">Department </w:t>
      </w:r>
      <w:r w:rsidRPr="00661EF5">
        <w:rPr>
          <w:rStyle w:val="StyleUnderline"/>
          <w:highlight w:val="cyan"/>
        </w:rPr>
        <w:t>to</w:t>
      </w:r>
      <w:r w:rsidRPr="00661EF5">
        <w:t xml:space="preserve"> </w:t>
      </w:r>
      <w:r w:rsidRPr="00BA36C8">
        <w:rPr>
          <w:sz w:val="16"/>
        </w:rPr>
        <w:t xml:space="preserve">ask tough questions: Why are you giving tax breaks to companies that ship jobs overseas? Why did you bail out a billionaire’s business and not help the little guy? </w:t>
      </w:r>
      <w:r w:rsidRPr="00C66E24">
        <w:rPr>
          <w:rStyle w:val="StyleUnderline"/>
        </w:rPr>
        <w:t>Through oversight hearings</w:t>
      </w:r>
      <w:r w:rsidRPr="00BA36C8">
        <w:rPr>
          <w:sz w:val="16"/>
        </w:rPr>
        <w:t xml:space="preserve">, </w:t>
      </w:r>
      <w:r w:rsidRPr="00C66E24">
        <w:rPr>
          <w:rStyle w:val="StyleUnderline"/>
        </w:rPr>
        <w:t xml:space="preserve">they can </w:t>
      </w:r>
      <w:r w:rsidRPr="00661EF5">
        <w:rPr>
          <w:rStyle w:val="Emphasis"/>
          <w:highlight w:val="cyan"/>
        </w:rPr>
        <w:t>expose corruption</w:t>
      </w:r>
      <w:r w:rsidRPr="00661EF5">
        <w:rPr>
          <w:highlight w:val="cyan"/>
        </w:rPr>
        <w:t xml:space="preserve"> </w:t>
      </w:r>
      <w:r w:rsidRPr="00BA36C8">
        <w:rPr>
          <w:sz w:val="16"/>
        </w:rPr>
        <w:t>or incompetence that makes our economy unfair. If, say, a cabinet member is giving favorable deals to cronies or wasting taxpayer money, a hearing can put a stop to it.</w:t>
      </w:r>
    </w:p>
    <w:p w14:paraId="6AA07AA6" w14:textId="77777777" w:rsidR="00FF1F1F" w:rsidRPr="00BA36C8" w:rsidRDefault="00FF1F1F" w:rsidP="00FF1F1F">
      <w:pPr>
        <w:rPr>
          <w:sz w:val="16"/>
        </w:rPr>
      </w:pPr>
      <w:r w:rsidRPr="00BA36C8">
        <w:rPr>
          <w:sz w:val="16"/>
        </w:rPr>
        <w:t xml:space="preserve">Think too about </w:t>
      </w:r>
      <w:r w:rsidRPr="00461B4F">
        <w:rPr>
          <w:rStyle w:val="Emphasis"/>
        </w:rPr>
        <w:t>consumer protections</w:t>
      </w:r>
      <w:r w:rsidRPr="00BA36C8">
        <w:rPr>
          <w:sz w:val="16"/>
        </w:rPr>
        <w:t xml:space="preserve">. Under Trump, </w:t>
      </w:r>
      <w:r w:rsidRPr="003C67EE">
        <w:rPr>
          <w:rStyle w:val="StyleUnderline"/>
        </w:rPr>
        <w:t>agencies that were supposed to protect</w:t>
      </w:r>
      <w:r w:rsidRPr="00BA36C8">
        <w:rPr>
          <w:sz w:val="16"/>
        </w:rPr>
        <w:t xml:space="preserve"> consumers from things like </w:t>
      </w:r>
      <w:r w:rsidRPr="003C67EE">
        <w:rPr>
          <w:rStyle w:val="StyleUnderline"/>
        </w:rPr>
        <w:t>bank fraud or unsafe products have been defanged</w:t>
      </w:r>
      <w:r w:rsidRPr="00BA36C8">
        <w:rPr>
          <w:sz w:val="16"/>
        </w:rPr>
        <w:t xml:space="preserve">. A Democratic majority </w:t>
      </w:r>
      <w:r w:rsidRPr="00C66E24">
        <w:rPr>
          <w:rStyle w:val="StyleUnderline"/>
        </w:rPr>
        <w:t>can pass</w:t>
      </w:r>
      <w:r w:rsidRPr="00BF1D75">
        <w:t xml:space="preserve"> </w:t>
      </w:r>
      <w:r w:rsidRPr="00BA36C8">
        <w:rPr>
          <w:sz w:val="16"/>
        </w:rPr>
        <w:t xml:space="preserve">laws to restore those protections, or at the very least, use hearings and budget control to </w:t>
      </w:r>
      <w:r w:rsidRPr="00C66E24">
        <w:rPr>
          <w:rStyle w:val="StyleUnderline"/>
        </w:rPr>
        <w:t xml:space="preserve">pressure </w:t>
      </w:r>
      <w:r w:rsidRPr="00661EF5">
        <w:rPr>
          <w:rStyle w:val="Emphasis"/>
        </w:rPr>
        <w:t>agencies</w:t>
      </w:r>
      <w:r w:rsidRPr="00C66E24">
        <w:rPr>
          <w:rStyle w:val="StyleUnderline"/>
        </w:rPr>
        <w:t xml:space="preserve"> into doing their jobs</w:t>
      </w:r>
      <w:r w:rsidRPr="00BA36C8">
        <w:rPr>
          <w:sz w:val="16"/>
        </w:rPr>
        <w:t>. For instance, they could say, “We will not increase funding for the Commerce Department unless it actually enforces laws against price gouging,” making it clear that protecting the public is non-negotiable.</w:t>
      </w:r>
    </w:p>
    <w:p w14:paraId="298E3222" w14:textId="77777777" w:rsidR="00FF1F1F" w:rsidRPr="00BA36C8" w:rsidRDefault="00FF1F1F" w:rsidP="00FF1F1F">
      <w:pPr>
        <w:rPr>
          <w:sz w:val="16"/>
        </w:rPr>
      </w:pPr>
      <w:r w:rsidRPr="00BA36C8">
        <w:rPr>
          <w:sz w:val="16"/>
        </w:rPr>
        <w:t xml:space="preserve">The economy isn’t some abstract thing — it’s our jobs, our savings, our bills every month. We need a Congress that prioritizes regular Americans, not the ultra-wealthy or big donors. </w:t>
      </w:r>
      <w:r w:rsidRPr="003B15AB">
        <w:rPr>
          <w:rStyle w:val="StyleUnderline"/>
        </w:rPr>
        <w:t>A Dem</w:t>
      </w:r>
      <w:r w:rsidRPr="00BA36C8">
        <w:rPr>
          <w:sz w:val="16"/>
        </w:rPr>
        <w:t xml:space="preserve">ocratic </w:t>
      </w:r>
      <w:r w:rsidRPr="003B15AB">
        <w:rPr>
          <w:rStyle w:val="StyleUnderline"/>
        </w:rPr>
        <w:t>House</w:t>
      </w:r>
      <w:r w:rsidRPr="00BA36C8">
        <w:rPr>
          <w:sz w:val="16"/>
        </w:rPr>
        <w:t xml:space="preserve"> and Senate </w:t>
      </w:r>
      <w:r w:rsidRPr="003B15AB">
        <w:rPr>
          <w:rStyle w:val="StyleUnderline"/>
        </w:rPr>
        <w:t xml:space="preserve">would </w:t>
      </w:r>
      <w:r w:rsidRPr="00661EF5">
        <w:rPr>
          <w:rStyle w:val="StyleUnderline"/>
          <w:highlight w:val="cyan"/>
        </w:rPr>
        <w:t>focus on</w:t>
      </w:r>
      <w:r w:rsidRPr="00661EF5">
        <w:rPr>
          <w:sz w:val="16"/>
          <w:highlight w:val="cyan"/>
        </w:rPr>
        <w:t xml:space="preserve"> </w:t>
      </w:r>
      <w:r w:rsidRPr="00BA36C8">
        <w:rPr>
          <w:sz w:val="16"/>
        </w:rPr>
        <w:t xml:space="preserve">things like </w:t>
      </w:r>
      <w:r w:rsidRPr="00661EF5">
        <w:rPr>
          <w:rStyle w:val="Emphasis"/>
          <w:highlight w:val="cyan"/>
        </w:rPr>
        <w:t xml:space="preserve">raising </w:t>
      </w:r>
      <w:r w:rsidRPr="00461B4F">
        <w:rPr>
          <w:rStyle w:val="Emphasis"/>
        </w:rPr>
        <w:t xml:space="preserve">the minimum </w:t>
      </w:r>
      <w:r w:rsidRPr="00661EF5">
        <w:rPr>
          <w:rStyle w:val="Emphasis"/>
          <w:highlight w:val="cyan"/>
        </w:rPr>
        <w:t>wage</w:t>
      </w:r>
      <w:r w:rsidRPr="00BA36C8">
        <w:rPr>
          <w:sz w:val="16"/>
        </w:rPr>
        <w:t xml:space="preserve">, </w:t>
      </w:r>
      <w:r w:rsidRPr="003B15AB">
        <w:rPr>
          <w:rStyle w:val="StyleUnderline"/>
        </w:rPr>
        <w:t xml:space="preserve">making </w:t>
      </w:r>
      <w:r w:rsidRPr="00661EF5">
        <w:rPr>
          <w:rStyle w:val="Emphasis"/>
          <w:highlight w:val="cyan"/>
        </w:rPr>
        <w:t>healthcare</w:t>
      </w:r>
      <w:r w:rsidRPr="00661EF5">
        <w:rPr>
          <w:sz w:val="16"/>
          <w:highlight w:val="cyan"/>
        </w:rPr>
        <w:t xml:space="preserve"> </w:t>
      </w:r>
      <w:r w:rsidRPr="00BA36C8">
        <w:rPr>
          <w:sz w:val="16"/>
        </w:rPr>
        <w:t xml:space="preserve">and prescription drugs more </w:t>
      </w:r>
      <w:r w:rsidRPr="00461B4F">
        <w:rPr>
          <w:rStyle w:val="Emphasis"/>
        </w:rPr>
        <w:t>affordable</w:t>
      </w:r>
      <w:r w:rsidRPr="00BA36C8">
        <w:rPr>
          <w:sz w:val="16"/>
        </w:rPr>
        <w:t xml:space="preserve">, </w:t>
      </w:r>
      <w:r w:rsidRPr="00661EF5">
        <w:rPr>
          <w:rStyle w:val="StyleUnderline"/>
          <w:highlight w:val="cyan"/>
        </w:rPr>
        <w:t xml:space="preserve">and </w:t>
      </w:r>
      <w:r w:rsidRPr="00461B4F">
        <w:rPr>
          <w:rStyle w:val="Emphasis"/>
        </w:rPr>
        <w:t>investing</w:t>
      </w:r>
      <w:r w:rsidRPr="003B15AB">
        <w:rPr>
          <w:rStyle w:val="StyleUnderline"/>
        </w:rPr>
        <w:t xml:space="preserve"> in communities</w:t>
      </w:r>
      <w:r w:rsidRPr="00BA36C8">
        <w:rPr>
          <w:sz w:val="16"/>
        </w:rPr>
        <w:t xml:space="preserve"> that have been left behind. While Trump might oppose some of these policies, Congress can still push them forward and rally public support.</w:t>
      </w:r>
    </w:p>
    <w:p w14:paraId="4F26178B" w14:textId="77777777" w:rsidR="00FF1F1F" w:rsidRPr="00BA36C8" w:rsidRDefault="00FF1F1F" w:rsidP="00FF1F1F">
      <w:pPr>
        <w:rPr>
          <w:sz w:val="16"/>
        </w:rPr>
      </w:pPr>
      <w:r w:rsidRPr="00BA36C8">
        <w:rPr>
          <w:sz w:val="16"/>
        </w:rPr>
        <w:t xml:space="preserve">Even the act of </w:t>
      </w:r>
      <w:r w:rsidRPr="00775051">
        <w:rPr>
          <w:rStyle w:val="StyleUnderline"/>
        </w:rPr>
        <w:t>passing a bill</w:t>
      </w:r>
      <w:r w:rsidRPr="00BA36C8">
        <w:rPr>
          <w:sz w:val="16"/>
        </w:rPr>
        <w:t xml:space="preserve"> in Congress </w:t>
      </w:r>
      <w:r w:rsidRPr="00775051">
        <w:rPr>
          <w:rStyle w:val="StyleUnderline"/>
        </w:rPr>
        <w:t>can</w:t>
      </w:r>
      <w:r w:rsidRPr="00BA36C8">
        <w:rPr>
          <w:sz w:val="16"/>
        </w:rPr>
        <w:t xml:space="preserve"> set the agenda and </w:t>
      </w:r>
      <w:r w:rsidRPr="00661EF5">
        <w:rPr>
          <w:rStyle w:val="Emphasis"/>
          <w:highlight w:val="cyan"/>
        </w:rPr>
        <w:t xml:space="preserve">force </w:t>
      </w:r>
      <w:r w:rsidRPr="00775051">
        <w:rPr>
          <w:rStyle w:val="Emphasis"/>
        </w:rPr>
        <w:t xml:space="preserve">the </w:t>
      </w:r>
      <w:r w:rsidRPr="00661EF5">
        <w:rPr>
          <w:rStyle w:val="Emphasis"/>
          <w:highlight w:val="cyan"/>
        </w:rPr>
        <w:t>debate</w:t>
      </w:r>
      <w:r w:rsidRPr="00661EF5">
        <w:rPr>
          <w:sz w:val="16"/>
          <w:highlight w:val="cyan"/>
        </w:rPr>
        <w:t xml:space="preserve"> </w:t>
      </w:r>
      <w:r w:rsidRPr="00BA36C8">
        <w:rPr>
          <w:sz w:val="16"/>
        </w:rPr>
        <w:t xml:space="preserve">onto turf that helps people. For example, imagine Congress passes a major infrastructure and jobs bill that also transitions us to cleaner energy (putting people to work and helping the planet). </w:t>
      </w:r>
      <w:r w:rsidRPr="00661EF5">
        <w:rPr>
          <w:rStyle w:val="StyleUnderline"/>
          <w:highlight w:val="cyan"/>
        </w:rPr>
        <w:t>If Trump vetoes</w:t>
      </w:r>
      <w:r w:rsidRPr="00661EF5">
        <w:rPr>
          <w:sz w:val="16"/>
        </w:rPr>
        <w:t xml:space="preserve"> </w:t>
      </w:r>
      <w:r w:rsidRPr="00BA36C8">
        <w:rPr>
          <w:sz w:val="16"/>
        </w:rPr>
        <w:t xml:space="preserve">it, </w:t>
      </w:r>
      <w:r w:rsidRPr="00661EF5">
        <w:rPr>
          <w:rStyle w:val="StyleUnderline"/>
          <w:highlight w:val="cyan"/>
        </w:rPr>
        <w:t>he has to explain</w:t>
      </w:r>
      <w:r w:rsidRPr="00661EF5">
        <w:rPr>
          <w:sz w:val="16"/>
        </w:rPr>
        <w:t xml:space="preserve"> </w:t>
      </w:r>
      <w:r w:rsidRPr="00BA36C8">
        <w:rPr>
          <w:sz w:val="16"/>
        </w:rPr>
        <w:t xml:space="preserve">to the American people </w:t>
      </w:r>
      <w:r w:rsidRPr="00661EF5">
        <w:rPr>
          <w:rStyle w:val="StyleUnderline"/>
          <w:highlight w:val="cyan"/>
        </w:rPr>
        <w:t xml:space="preserve">why he’s </w:t>
      </w:r>
      <w:r w:rsidRPr="00661EF5">
        <w:rPr>
          <w:rStyle w:val="Emphasis"/>
          <w:highlight w:val="cyan"/>
        </w:rPr>
        <w:t>against jobs</w:t>
      </w:r>
      <w:r w:rsidRPr="00661EF5">
        <w:rPr>
          <w:sz w:val="16"/>
        </w:rPr>
        <w:t xml:space="preserve"> </w:t>
      </w:r>
      <w:r w:rsidRPr="00BA36C8">
        <w:rPr>
          <w:sz w:val="16"/>
        </w:rPr>
        <w:t>and infrastructure, not a good look for him. And if he signs it because he feels pressure, well, then we’ve just gotten something positive done despite him.</w:t>
      </w:r>
    </w:p>
    <w:p w14:paraId="03621D7F" w14:textId="77777777" w:rsidR="00FF1F1F" w:rsidRPr="00BA36C8" w:rsidRDefault="00FF1F1F" w:rsidP="00FF1F1F">
      <w:pPr>
        <w:rPr>
          <w:sz w:val="16"/>
        </w:rPr>
      </w:pPr>
      <w:r w:rsidRPr="00BA36C8">
        <w:rPr>
          <w:sz w:val="16"/>
        </w:rPr>
        <w:t>Bottom line: Taking back Congress would mean an economy that works for us, not just the well-connected. It means when you’re worried about the price of insulin or the factory closing in your town, someone in power is actually responding with help, not tweets and excuses. It means instead of trickle-down nonsense, we get policies that lift up the middle class and those striving to get into it.</w:t>
      </w:r>
    </w:p>
    <w:p w14:paraId="66123720" w14:textId="77777777" w:rsidR="00FF1F1F" w:rsidRDefault="00FF1F1F" w:rsidP="00FF1F1F">
      <w:pPr>
        <w:rPr>
          <w:sz w:val="16"/>
        </w:rPr>
      </w:pPr>
      <w:r w:rsidRPr="00BA36C8">
        <w:rPr>
          <w:sz w:val="16"/>
        </w:rPr>
        <w:t xml:space="preserve">Our votes in </w:t>
      </w:r>
      <w:r w:rsidRPr="00661EF5">
        <w:rPr>
          <w:rStyle w:val="StyleUnderline"/>
          <w:highlight w:val="cyan"/>
        </w:rPr>
        <w:t xml:space="preserve">2026 can </w:t>
      </w:r>
      <w:r w:rsidRPr="00775051">
        <w:rPr>
          <w:rStyle w:val="StyleUnderline"/>
        </w:rPr>
        <w:t xml:space="preserve">install leaders who </w:t>
      </w:r>
      <w:r w:rsidRPr="00661EF5">
        <w:rPr>
          <w:rStyle w:val="Emphasis"/>
          <w:highlight w:val="cyan"/>
        </w:rPr>
        <w:t>fight inflation</w:t>
      </w:r>
      <w:r w:rsidRPr="00661EF5">
        <w:rPr>
          <w:sz w:val="16"/>
          <w:highlight w:val="cyan"/>
        </w:rPr>
        <w:t xml:space="preserve"> </w:t>
      </w:r>
      <w:r w:rsidRPr="00BA36C8">
        <w:rPr>
          <w:sz w:val="16"/>
        </w:rPr>
        <w:t xml:space="preserve">not by pointing fingers, but </w:t>
      </w:r>
      <w:r w:rsidRPr="00775051">
        <w:rPr>
          <w:rStyle w:val="StyleUnderline"/>
        </w:rPr>
        <w:t xml:space="preserve">by addressing </w:t>
      </w:r>
      <w:r w:rsidRPr="00775051">
        <w:rPr>
          <w:rStyle w:val="Emphasis"/>
        </w:rPr>
        <w:t>corporate greed</w:t>
      </w:r>
      <w:r w:rsidRPr="00BA36C8">
        <w:rPr>
          <w:sz w:val="16"/>
        </w:rPr>
        <w:t xml:space="preserve"> where it exists, </w:t>
      </w:r>
      <w:r w:rsidRPr="00661EF5">
        <w:rPr>
          <w:rStyle w:val="StyleUnderline"/>
          <w:highlight w:val="cyan"/>
        </w:rPr>
        <w:t>and</w:t>
      </w:r>
      <w:r w:rsidRPr="00661EF5">
        <w:rPr>
          <w:sz w:val="16"/>
          <w:highlight w:val="cyan"/>
        </w:rPr>
        <w:t xml:space="preserve"> </w:t>
      </w:r>
      <w:r w:rsidRPr="00BA36C8">
        <w:rPr>
          <w:sz w:val="16"/>
        </w:rPr>
        <w:t xml:space="preserve">who </w:t>
      </w:r>
      <w:r w:rsidRPr="00661EF5">
        <w:rPr>
          <w:rStyle w:val="StyleUnderline"/>
          <w:highlight w:val="cyan"/>
        </w:rPr>
        <w:t xml:space="preserve">tackle </w:t>
      </w:r>
      <w:r w:rsidRPr="00661EF5">
        <w:rPr>
          <w:rStyle w:val="Emphasis"/>
          <w:highlight w:val="cyan"/>
        </w:rPr>
        <w:t>unemployment</w:t>
      </w:r>
      <w:r w:rsidRPr="00661EF5">
        <w:rPr>
          <w:rStyle w:val="StyleUnderline"/>
          <w:highlight w:val="cyan"/>
        </w:rPr>
        <w:t xml:space="preserve"> </w:t>
      </w:r>
      <w:r w:rsidRPr="00775051">
        <w:rPr>
          <w:rStyle w:val="StyleUnderline"/>
        </w:rPr>
        <w:t>by</w:t>
      </w:r>
      <w:r w:rsidRPr="00BA36C8">
        <w:rPr>
          <w:sz w:val="16"/>
        </w:rPr>
        <w:t xml:space="preserve"> actually </w:t>
      </w:r>
      <w:r w:rsidRPr="00775051">
        <w:rPr>
          <w:rStyle w:val="StyleUnderline"/>
        </w:rPr>
        <w:t xml:space="preserve">investing in </w:t>
      </w:r>
      <w:r w:rsidRPr="00775051">
        <w:rPr>
          <w:rStyle w:val="Emphasis"/>
        </w:rPr>
        <w:t>job creation</w:t>
      </w:r>
      <w:r w:rsidRPr="00BA36C8">
        <w:rPr>
          <w:sz w:val="16"/>
        </w:rPr>
        <w:t>. We can have oversight that ensures emergency relief (for storms, pandemics, what have you) actually reaches communities, instead of disappearing into bureaucratic black holes or the pockets of the President’s friends. In short, a Democratic Congress can stop the harmful economic policies and start advancing a fairer, stronger economy for everyday Americans.</w:t>
      </w:r>
    </w:p>
    <w:p w14:paraId="63D9A3FC" w14:textId="77777777" w:rsidR="00FF1F1F" w:rsidRDefault="00FF1F1F" w:rsidP="00FF1F1F"/>
    <w:p w14:paraId="2F74E0D3" w14:textId="77777777" w:rsidR="00FF1F1F" w:rsidRPr="006E5203" w:rsidRDefault="00FF1F1F" w:rsidP="00FF1F1F"/>
    <w:p w14:paraId="1C61A63D" w14:textId="77777777" w:rsidR="00FF1F1F" w:rsidRDefault="00FF1F1F" w:rsidP="00FF1F1F">
      <w:pPr>
        <w:pStyle w:val="Heading3"/>
      </w:pPr>
      <w:r>
        <w:t>TC---Leadership---2NC</w:t>
      </w:r>
    </w:p>
    <w:p w14:paraId="693327F5" w14:textId="77777777" w:rsidR="00FF1F1F" w:rsidRPr="00396988" w:rsidRDefault="00FF1F1F" w:rsidP="00FF1F1F">
      <w:pPr>
        <w:pStyle w:val="Analytic"/>
      </w:pPr>
      <w:r>
        <w:t xml:space="preserve">Dems turn </w:t>
      </w:r>
      <w:r w:rsidRPr="00F37AB8">
        <w:rPr>
          <w:u w:val="single"/>
        </w:rPr>
        <w:t>leadership</w:t>
      </w:r>
      <w:r>
        <w:t xml:space="preserve">: </w:t>
      </w:r>
    </w:p>
    <w:p w14:paraId="6A90CBE0" w14:textId="77777777" w:rsidR="00FF1F1F" w:rsidRDefault="00FF1F1F" w:rsidP="00FF1F1F">
      <w:pPr>
        <w:pStyle w:val="Heading4"/>
      </w:pPr>
      <w:r>
        <w:t xml:space="preserve">Congress will restore </w:t>
      </w:r>
      <w:r w:rsidRPr="002876C2">
        <w:rPr>
          <w:u w:val="single"/>
        </w:rPr>
        <w:t>alliances</w:t>
      </w:r>
      <w:r>
        <w:t xml:space="preserve"> and stabilize the </w:t>
      </w:r>
      <w:r w:rsidRPr="00917CF4">
        <w:rPr>
          <w:u w:val="single"/>
        </w:rPr>
        <w:t>global order</w:t>
      </w:r>
      <w:r>
        <w:t xml:space="preserve">. </w:t>
      </w:r>
    </w:p>
    <w:p w14:paraId="4FEA4377" w14:textId="77777777" w:rsidR="00FF1F1F" w:rsidRPr="00234000" w:rsidRDefault="00FF1F1F" w:rsidP="00FF1F1F">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692B0611" w14:textId="77777777" w:rsidR="00FF1F1F" w:rsidRPr="00206132" w:rsidRDefault="00FF1F1F" w:rsidP="00FF1F1F">
      <w:pPr>
        <w:rPr>
          <w:sz w:val="16"/>
        </w:rPr>
      </w:pPr>
      <w:r w:rsidRPr="00E327F1">
        <w:rPr>
          <w:rStyle w:val="StyleUnderline"/>
        </w:rPr>
        <w:t>Restoring America’s Standing</w:t>
      </w:r>
      <w:r w:rsidRPr="00206132">
        <w:rPr>
          <w:sz w:val="16"/>
        </w:rPr>
        <w:t xml:space="preserve"> in the World</w:t>
      </w:r>
    </w:p>
    <w:p w14:paraId="3294B236" w14:textId="77777777" w:rsidR="00FF1F1F" w:rsidRPr="00206132" w:rsidRDefault="00FF1F1F" w:rsidP="00FF1F1F">
      <w:pPr>
        <w:rPr>
          <w:sz w:val="16"/>
        </w:rPr>
      </w:pPr>
      <w:r w:rsidRPr="00682621">
        <w:rPr>
          <w:rStyle w:val="StyleUnderline"/>
        </w:rPr>
        <w:t>The U</w:t>
      </w:r>
      <w:r w:rsidRPr="00206132">
        <w:rPr>
          <w:sz w:val="16"/>
        </w:rPr>
        <w:t xml:space="preserve">nited </w:t>
      </w:r>
      <w:r w:rsidRPr="00682621">
        <w:rPr>
          <w:rStyle w:val="StyleUnderline"/>
        </w:rPr>
        <w:t>S</w:t>
      </w:r>
      <w:r w:rsidRPr="00206132">
        <w:rPr>
          <w:sz w:val="16"/>
        </w:rPr>
        <w:t xml:space="preserve">tates has </w:t>
      </w:r>
      <w:r w:rsidRPr="00682621">
        <w:rPr>
          <w:rStyle w:val="StyleUnderline"/>
        </w:rPr>
        <w:t xml:space="preserve">long been a </w:t>
      </w:r>
      <w:r w:rsidRPr="00D57F2B">
        <w:rPr>
          <w:rStyle w:val="Emphasis"/>
        </w:rPr>
        <w:t xml:space="preserve">beacon of democracy </w:t>
      </w:r>
      <w:r w:rsidRPr="00682621">
        <w:rPr>
          <w:rStyle w:val="StyleUnderline"/>
        </w:rPr>
        <w:t>and</w:t>
      </w:r>
      <w:r w:rsidRPr="00206132">
        <w:rPr>
          <w:sz w:val="16"/>
        </w:rPr>
        <w:t xml:space="preserve"> a </w:t>
      </w:r>
      <w:r w:rsidRPr="00682621">
        <w:rPr>
          <w:rStyle w:val="StyleUnderline"/>
        </w:rPr>
        <w:t>leader</w:t>
      </w:r>
      <w:r w:rsidRPr="00206132">
        <w:rPr>
          <w:sz w:val="16"/>
        </w:rPr>
        <w:t xml:space="preserve"> on the world stage, not just because of our military or economic might, but </w:t>
      </w:r>
      <w:r w:rsidRPr="00682621">
        <w:rPr>
          <w:rStyle w:val="StyleUnderline"/>
        </w:rPr>
        <w:t>because of</w:t>
      </w:r>
      <w:r w:rsidRPr="00206132">
        <w:rPr>
          <w:sz w:val="16"/>
        </w:rPr>
        <w:t xml:space="preserve"> the </w:t>
      </w:r>
      <w:r w:rsidRPr="00D57F2B">
        <w:rPr>
          <w:rStyle w:val="Emphasis"/>
        </w:rPr>
        <w:t>values</w:t>
      </w:r>
      <w:r w:rsidRPr="00206132">
        <w:rPr>
          <w:sz w:val="16"/>
        </w:rPr>
        <w:t xml:space="preserve"> we stood for.</w:t>
      </w:r>
    </w:p>
    <w:p w14:paraId="0D859B03" w14:textId="77777777" w:rsidR="00FF1F1F" w:rsidRPr="00206132" w:rsidRDefault="00FF1F1F" w:rsidP="00FF1F1F">
      <w:pPr>
        <w:rPr>
          <w:sz w:val="16"/>
        </w:rPr>
      </w:pPr>
      <w:r w:rsidRPr="00206132">
        <w:rPr>
          <w:sz w:val="16"/>
        </w:rPr>
        <w:t xml:space="preserve">We believed in freedom, human rights, and the idea that nations should work together for common good. </w:t>
      </w:r>
      <w:r w:rsidRPr="00206132">
        <w:rPr>
          <w:rStyle w:val="Emphasis"/>
          <w:highlight w:val="cyan"/>
        </w:rPr>
        <w:t xml:space="preserve">By </w:t>
      </w:r>
      <w:r w:rsidRPr="00682621">
        <w:rPr>
          <w:rStyle w:val="StyleUnderline"/>
        </w:rPr>
        <w:t xml:space="preserve">the time the </w:t>
      </w:r>
      <w:r w:rsidRPr="00206132">
        <w:rPr>
          <w:rStyle w:val="Emphasis"/>
          <w:highlight w:val="cyan"/>
        </w:rPr>
        <w:t>midterms</w:t>
      </w:r>
      <w:r w:rsidRPr="00206132">
        <w:rPr>
          <w:highlight w:val="cyan"/>
        </w:rPr>
        <w:t xml:space="preserve"> </w:t>
      </w:r>
      <w:r w:rsidRPr="00206132">
        <w:rPr>
          <w:sz w:val="16"/>
        </w:rPr>
        <w:t xml:space="preserve">roll around, and looking back on his first two years of his second term, Donald </w:t>
      </w:r>
      <w:r w:rsidRPr="00206132">
        <w:rPr>
          <w:rStyle w:val="StyleUnderline"/>
          <w:highlight w:val="cyan"/>
        </w:rPr>
        <w:t xml:space="preserve">Trump will </w:t>
      </w:r>
      <w:r w:rsidRPr="00682621">
        <w:rPr>
          <w:rStyle w:val="StyleUnderline"/>
        </w:rPr>
        <w:t xml:space="preserve">have </w:t>
      </w:r>
      <w:r w:rsidRPr="00206132">
        <w:rPr>
          <w:rStyle w:val="StyleUnderline"/>
          <w:highlight w:val="cyan"/>
        </w:rPr>
        <w:t>do</w:t>
      </w:r>
      <w:r w:rsidRPr="00682621">
        <w:rPr>
          <w:rStyle w:val="StyleUnderline"/>
        </w:rPr>
        <w:t xml:space="preserve">ne </w:t>
      </w:r>
      <w:r w:rsidRPr="00206132">
        <w:rPr>
          <w:rStyle w:val="Emphasis"/>
          <w:highlight w:val="cyan"/>
        </w:rPr>
        <w:t>incalculable damage</w:t>
      </w:r>
      <w:r w:rsidRPr="00206132">
        <w:rPr>
          <w:rStyle w:val="StyleUnderline"/>
          <w:highlight w:val="cyan"/>
        </w:rPr>
        <w:t xml:space="preserve"> to</w:t>
      </w:r>
      <w:r w:rsidRPr="00206132">
        <w:rPr>
          <w:sz w:val="16"/>
        </w:rPr>
        <w:t xml:space="preserve"> that </w:t>
      </w:r>
      <w:r w:rsidRPr="00206132">
        <w:rPr>
          <w:rStyle w:val="StyleUnderline"/>
          <w:highlight w:val="cyan"/>
        </w:rPr>
        <w:t>reputation</w:t>
      </w:r>
      <w:r w:rsidRPr="00206132">
        <w:rPr>
          <w:sz w:val="16"/>
        </w:rPr>
        <w:t xml:space="preserve">. </w:t>
      </w:r>
      <w:r w:rsidRPr="00E327F1">
        <w:rPr>
          <w:rStyle w:val="StyleUnderline"/>
        </w:rPr>
        <w:t>He</w:t>
      </w:r>
      <w:r w:rsidRPr="00206132">
        <w:rPr>
          <w:sz w:val="16"/>
        </w:rPr>
        <w:t xml:space="preserve"> has </w:t>
      </w:r>
      <w:r w:rsidRPr="00E327F1">
        <w:rPr>
          <w:rStyle w:val="StyleUnderline"/>
        </w:rPr>
        <w:t xml:space="preserve">publicly </w:t>
      </w:r>
      <w:r w:rsidRPr="00206132">
        <w:rPr>
          <w:rStyle w:val="Emphasis"/>
          <w:highlight w:val="cyan"/>
        </w:rPr>
        <w:t>disparaged allies</w:t>
      </w:r>
      <w:r w:rsidRPr="00206132">
        <w:rPr>
          <w:sz w:val="16"/>
          <w:highlight w:val="cyan"/>
        </w:rPr>
        <w:t xml:space="preserve"> </w:t>
      </w:r>
      <w:r w:rsidRPr="00206132">
        <w:rPr>
          <w:sz w:val="16"/>
        </w:rPr>
        <w:t xml:space="preserve">who have fought alongside us for decades while </w:t>
      </w:r>
      <w:r w:rsidRPr="0025798B">
        <w:rPr>
          <w:rStyle w:val="Emphasis"/>
        </w:rPr>
        <w:t>cozying</w:t>
      </w:r>
      <w:r w:rsidRPr="00E327F1">
        <w:rPr>
          <w:rStyle w:val="StyleUnderline"/>
        </w:rPr>
        <w:t xml:space="preserve"> up to authoritarian rulers</w:t>
      </w:r>
      <w:r w:rsidRPr="00206132">
        <w:rPr>
          <w:sz w:val="16"/>
        </w:rPr>
        <w:t xml:space="preserve"> who oppress their own people. He questions why we should support Ukraine in its fight for survival against aggression, sending chills through Eastern Europe and delighting the Kremlin. He </w:t>
      </w:r>
      <w:r w:rsidRPr="00206132">
        <w:rPr>
          <w:rStyle w:val="StyleUnderline"/>
          <w:highlight w:val="cyan"/>
        </w:rPr>
        <w:t xml:space="preserve">withdraws from </w:t>
      </w:r>
      <w:r w:rsidRPr="0025798B">
        <w:rPr>
          <w:rStyle w:val="StyleUnderline"/>
        </w:rPr>
        <w:t xml:space="preserve">international </w:t>
      </w:r>
      <w:r w:rsidRPr="00206132">
        <w:rPr>
          <w:rStyle w:val="StyleUnderline"/>
          <w:highlight w:val="cyan"/>
        </w:rPr>
        <w:t>agreements</w:t>
      </w:r>
      <w:r w:rsidRPr="00206132">
        <w:rPr>
          <w:sz w:val="16"/>
          <w:highlight w:val="cyan"/>
        </w:rPr>
        <w:t xml:space="preserve"> </w:t>
      </w:r>
      <w:r w:rsidRPr="00206132">
        <w:rPr>
          <w:sz w:val="16"/>
        </w:rPr>
        <w:t xml:space="preserve">on a whim, whether it’s </w:t>
      </w:r>
      <w:r w:rsidRPr="00206132">
        <w:rPr>
          <w:rStyle w:val="StyleUnderline"/>
          <w:highlight w:val="cyan"/>
        </w:rPr>
        <w:t>about climate</w:t>
      </w:r>
      <w:r w:rsidRPr="00206132">
        <w:rPr>
          <w:sz w:val="16"/>
        </w:rPr>
        <w:t xml:space="preserve">, </w:t>
      </w:r>
      <w:r w:rsidRPr="00206132">
        <w:rPr>
          <w:rStyle w:val="StyleUnderline"/>
          <w:highlight w:val="cyan"/>
        </w:rPr>
        <w:t>Iran</w:t>
      </w:r>
      <w:r w:rsidRPr="0025798B">
        <w:rPr>
          <w:rStyle w:val="StyleUnderline"/>
        </w:rPr>
        <w:t xml:space="preserve">’s </w:t>
      </w:r>
      <w:r w:rsidRPr="0025798B">
        <w:rPr>
          <w:rStyle w:val="Emphasis"/>
        </w:rPr>
        <w:t>nuclear program</w:t>
      </w:r>
      <w:r w:rsidRPr="00206132">
        <w:rPr>
          <w:sz w:val="16"/>
        </w:rPr>
        <w:t xml:space="preserve">, or </w:t>
      </w:r>
      <w:r w:rsidRPr="00206132">
        <w:rPr>
          <w:rStyle w:val="StyleUnderline"/>
          <w:highlight w:val="cyan"/>
        </w:rPr>
        <w:t xml:space="preserve">trade </w:t>
      </w:r>
      <w:r w:rsidRPr="0025798B">
        <w:rPr>
          <w:rStyle w:val="StyleUnderline"/>
        </w:rPr>
        <w:t>partnerships</w:t>
      </w:r>
      <w:r w:rsidRPr="00206132">
        <w:rPr>
          <w:sz w:val="16"/>
        </w:rPr>
        <w:t xml:space="preserve">, </w:t>
      </w:r>
      <w:r w:rsidRPr="00206132">
        <w:rPr>
          <w:rStyle w:val="StyleUnderline"/>
          <w:highlight w:val="cyan"/>
        </w:rPr>
        <w:t>leaving</w:t>
      </w:r>
      <w:r w:rsidRPr="00206132">
        <w:rPr>
          <w:sz w:val="16"/>
          <w:highlight w:val="cyan"/>
        </w:rPr>
        <w:t xml:space="preserve"> </w:t>
      </w:r>
      <w:r w:rsidRPr="00206132">
        <w:rPr>
          <w:sz w:val="16"/>
        </w:rPr>
        <w:t xml:space="preserve">our allies feeling burned and our </w:t>
      </w:r>
      <w:r w:rsidRPr="00206132">
        <w:rPr>
          <w:rStyle w:val="StyleUnderline"/>
          <w:highlight w:val="cyan"/>
        </w:rPr>
        <w:t xml:space="preserve">adversaries </w:t>
      </w:r>
      <w:r w:rsidRPr="00206132">
        <w:rPr>
          <w:rStyle w:val="Emphasis"/>
          <w:highlight w:val="cyan"/>
        </w:rPr>
        <w:t>emboldened</w:t>
      </w:r>
      <w:r w:rsidRPr="00206132">
        <w:rPr>
          <w:sz w:val="16"/>
        </w:rPr>
        <w:t>.</w:t>
      </w:r>
    </w:p>
    <w:p w14:paraId="599869F3" w14:textId="77777777" w:rsidR="00FF1F1F" w:rsidRPr="00206132" w:rsidRDefault="00FF1F1F" w:rsidP="00FF1F1F">
      <w:pPr>
        <w:rPr>
          <w:sz w:val="16"/>
        </w:rPr>
      </w:pPr>
      <w:r w:rsidRPr="00206132">
        <w:rPr>
          <w:sz w:val="16"/>
        </w:rPr>
        <w:t xml:space="preserve">Some of his </w:t>
      </w:r>
      <w:r w:rsidRPr="00242EBE">
        <w:rPr>
          <w:rStyle w:val="StyleUnderline"/>
        </w:rPr>
        <w:t>confidants</w:t>
      </w:r>
      <w:r w:rsidRPr="00206132">
        <w:rPr>
          <w:sz w:val="16"/>
        </w:rPr>
        <w:t xml:space="preserve"> have </w:t>
      </w:r>
      <w:r w:rsidRPr="00242EBE">
        <w:rPr>
          <w:rStyle w:val="StyleUnderline"/>
        </w:rPr>
        <w:t xml:space="preserve">even hinted at pulling out of </w:t>
      </w:r>
      <w:r w:rsidRPr="00242EBE">
        <w:rPr>
          <w:rStyle w:val="Emphasis"/>
        </w:rPr>
        <w:t>NATO</w:t>
      </w:r>
      <w:r w:rsidRPr="00206132">
        <w:rPr>
          <w:sz w:val="16"/>
        </w:rPr>
        <w:t xml:space="preserve"> or other drastic steps that would have been unthinkable a few years ago. </w:t>
      </w:r>
      <w:r w:rsidRPr="00242EBE">
        <w:rPr>
          <w:rStyle w:val="StyleUnderline"/>
        </w:rPr>
        <w:t>The world is</w:t>
      </w:r>
      <w:r w:rsidRPr="00206132">
        <w:rPr>
          <w:sz w:val="16"/>
        </w:rPr>
        <w:t xml:space="preserve"> literally watching the American experiment teeter, </w:t>
      </w:r>
      <w:r w:rsidRPr="00242EBE">
        <w:rPr>
          <w:rStyle w:val="StyleUnderline"/>
        </w:rPr>
        <w:t xml:space="preserve">wondering if we’ve </w:t>
      </w:r>
      <w:r w:rsidRPr="00242EBE">
        <w:rPr>
          <w:rStyle w:val="Emphasis"/>
        </w:rPr>
        <w:t>abandoned</w:t>
      </w:r>
      <w:r w:rsidRPr="00242EBE">
        <w:rPr>
          <w:rStyle w:val="StyleUnderline"/>
        </w:rPr>
        <w:t xml:space="preserve"> the </w:t>
      </w:r>
      <w:r w:rsidRPr="00242EBE">
        <w:rPr>
          <w:rStyle w:val="Emphasis"/>
        </w:rPr>
        <w:t>leadership</w:t>
      </w:r>
      <w:r w:rsidRPr="00242EBE">
        <w:rPr>
          <w:rStyle w:val="StyleUnderline"/>
        </w:rPr>
        <w:t xml:space="preserve"> role</w:t>
      </w:r>
      <w:r w:rsidRPr="00206132">
        <w:rPr>
          <w:sz w:val="16"/>
        </w:rPr>
        <w:t xml:space="preserve"> that has helped keep the world relatively stable and prosperous since World War II.</w:t>
      </w:r>
    </w:p>
    <w:p w14:paraId="47258165" w14:textId="77777777" w:rsidR="00FF1F1F" w:rsidRPr="00206132" w:rsidRDefault="00FF1F1F" w:rsidP="00FF1F1F">
      <w:pPr>
        <w:rPr>
          <w:sz w:val="16"/>
        </w:rPr>
      </w:pPr>
      <w:r w:rsidRPr="00206132">
        <w:rPr>
          <w:sz w:val="16"/>
        </w:rPr>
        <w:t xml:space="preserve">A Democratic </w:t>
      </w:r>
      <w:r w:rsidRPr="00206132">
        <w:rPr>
          <w:rStyle w:val="Emphasis"/>
          <w:highlight w:val="cyan"/>
        </w:rPr>
        <w:t xml:space="preserve">Congress </w:t>
      </w:r>
      <w:r w:rsidRPr="00206132">
        <w:rPr>
          <w:sz w:val="16"/>
        </w:rPr>
        <w:t xml:space="preserve">can’t single-handedly fix all the foreign policy issues, the President has a lot of control there, but it </w:t>
      </w:r>
      <w:r w:rsidRPr="00206132">
        <w:rPr>
          <w:rStyle w:val="StyleUnderline"/>
          <w:highlight w:val="cyan"/>
        </w:rPr>
        <w:t xml:space="preserve">can make a </w:t>
      </w:r>
      <w:r w:rsidRPr="00206132">
        <w:rPr>
          <w:rStyle w:val="Emphasis"/>
          <w:highlight w:val="cyan"/>
        </w:rPr>
        <w:t>significant difference</w:t>
      </w:r>
      <w:r w:rsidRPr="00206132">
        <w:rPr>
          <w:sz w:val="16"/>
        </w:rPr>
        <w:t xml:space="preserve">. First, Congress has a say </w:t>
      </w:r>
      <w:r w:rsidRPr="00682621">
        <w:rPr>
          <w:rStyle w:val="StyleUnderline"/>
        </w:rPr>
        <w:t xml:space="preserve">in </w:t>
      </w:r>
      <w:r w:rsidRPr="00D57F2B">
        <w:rPr>
          <w:rStyle w:val="Emphasis"/>
        </w:rPr>
        <w:t>war and peace</w:t>
      </w:r>
      <w:r w:rsidRPr="00206132">
        <w:rPr>
          <w:sz w:val="16"/>
        </w:rPr>
        <w:t xml:space="preserve">. If Trump were to try launching some reckless military adventure or, conversely, if he tried to abandon allies in a way that Congress finds dangerous, </w:t>
      </w:r>
      <w:r w:rsidRPr="00682621">
        <w:rPr>
          <w:rStyle w:val="StyleUnderline"/>
        </w:rPr>
        <w:t>they can step in</w:t>
      </w:r>
      <w:r w:rsidRPr="00206132">
        <w:rPr>
          <w:sz w:val="16"/>
        </w:rPr>
        <w:t>. The Constitution gave Congress the power to declare war, and while that’s been murky in recent decades, a bold Congress can reassert itself.</w:t>
      </w:r>
    </w:p>
    <w:p w14:paraId="04E1CBAC" w14:textId="77777777" w:rsidR="00FF1F1F" w:rsidRPr="00206132" w:rsidRDefault="00FF1F1F" w:rsidP="00FF1F1F">
      <w:pPr>
        <w:rPr>
          <w:sz w:val="16"/>
        </w:rPr>
      </w:pPr>
      <w:r w:rsidRPr="00206132">
        <w:rPr>
          <w:sz w:val="16"/>
        </w:rPr>
        <w:t xml:space="preserve">For example, a </w:t>
      </w:r>
      <w:r w:rsidRPr="00206132">
        <w:rPr>
          <w:rStyle w:val="StyleUnderline"/>
          <w:highlight w:val="cyan"/>
        </w:rPr>
        <w:t>Dem</w:t>
      </w:r>
      <w:r w:rsidRPr="00206132">
        <w:rPr>
          <w:sz w:val="16"/>
        </w:rPr>
        <w:t xml:space="preserve">ocratic </w:t>
      </w:r>
      <w:r w:rsidRPr="00206132">
        <w:rPr>
          <w:rStyle w:val="StyleUnderline"/>
          <w:highlight w:val="cyan"/>
        </w:rPr>
        <w:t xml:space="preserve">majority </w:t>
      </w:r>
      <w:r w:rsidRPr="00242EBE">
        <w:rPr>
          <w:rStyle w:val="StyleUnderline"/>
        </w:rPr>
        <w:t xml:space="preserve">could </w:t>
      </w:r>
      <w:r w:rsidRPr="00206132">
        <w:rPr>
          <w:rStyle w:val="StyleUnderline"/>
          <w:highlight w:val="cyan"/>
        </w:rPr>
        <w:t xml:space="preserve">pass a law that </w:t>
      </w:r>
      <w:r w:rsidRPr="00242EBE">
        <w:rPr>
          <w:rStyle w:val="StyleUnderline"/>
        </w:rPr>
        <w:t xml:space="preserve">the President </w:t>
      </w:r>
      <w:r w:rsidRPr="00206132">
        <w:rPr>
          <w:rStyle w:val="Emphasis"/>
          <w:highlight w:val="cyan"/>
        </w:rPr>
        <w:t>cannot withdraw</w:t>
      </w:r>
      <w:r w:rsidRPr="00206132">
        <w:rPr>
          <w:rStyle w:val="StyleUnderline"/>
          <w:highlight w:val="cyan"/>
        </w:rPr>
        <w:t xml:space="preserve"> from NATO</w:t>
      </w:r>
      <w:r w:rsidRPr="00206132">
        <w:rPr>
          <w:sz w:val="16"/>
          <w:highlight w:val="cyan"/>
        </w:rPr>
        <w:t xml:space="preserve"> </w:t>
      </w:r>
      <w:r w:rsidRPr="00206132">
        <w:rPr>
          <w:sz w:val="16"/>
        </w:rPr>
        <w:t xml:space="preserve">without Senate approval (this idea has been floated and has bipartisan support among those who value our alliances). That would </w:t>
      </w:r>
      <w:r w:rsidRPr="00242EBE">
        <w:rPr>
          <w:rStyle w:val="StyleUnderline"/>
        </w:rPr>
        <w:t xml:space="preserve">put a legal </w:t>
      </w:r>
      <w:r w:rsidRPr="00206132">
        <w:rPr>
          <w:rStyle w:val="StyleUnderline"/>
        </w:rPr>
        <w:t>barrier in front of any attempt</w:t>
      </w:r>
      <w:r w:rsidRPr="00206132">
        <w:rPr>
          <w:sz w:val="16"/>
        </w:rPr>
        <w:t xml:space="preserve"> by Trump </w:t>
      </w:r>
      <w:r w:rsidRPr="00206132">
        <w:rPr>
          <w:rStyle w:val="StyleUnderline"/>
        </w:rPr>
        <w:t>to break up</w:t>
      </w:r>
      <w:r w:rsidRPr="00206132">
        <w:rPr>
          <w:sz w:val="16"/>
        </w:rPr>
        <w:t xml:space="preserve"> the Western </w:t>
      </w:r>
      <w:r w:rsidRPr="00206132">
        <w:rPr>
          <w:rStyle w:val="StyleUnderline"/>
        </w:rPr>
        <w:t>alliance</w:t>
      </w:r>
      <w:r w:rsidRPr="00206132">
        <w:rPr>
          <w:sz w:val="16"/>
        </w:rPr>
        <w:t>. Congress could also make clear that any funding for troop movements or base closures related to an alliance withdrawal won’t be approved.</w:t>
      </w:r>
    </w:p>
    <w:p w14:paraId="654F4000" w14:textId="77777777" w:rsidR="00FF1F1F" w:rsidRPr="00206132" w:rsidRDefault="00FF1F1F" w:rsidP="00FF1F1F">
      <w:pPr>
        <w:rPr>
          <w:sz w:val="16"/>
        </w:rPr>
      </w:pPr>
      <w:r w:rsidRPr="00206132">
        <w:rPr>
          <w:sz w:val="16"/>
        </w:rPr>
        <w:t xml:space="preserve">Essentially, </w:t>
      </w:r>
      <w:r w:rsidRPr="00682621">
        <w:rPr>
          <w:rStyle w:val="StyleUnderline"/>
        </w:rPr>
        <w:t xml:space="preserve">they </w:t>
      </w:r>
      <w:r w:rsidRPr="00206132">
        <w:rPr>
          <w:rStyle w:val="StyleUnderline"/>
          <w:highlight w:val="cyan"/>
        </w:rPr>
        <w:t xml:space="preserve">hold the purse on </w:t>
      </w:r>
      <w:r w:rsidRPr="00206132">
        <w:rPr>
          <w:rStyle w:val="Emphasis"/>
          <w:highlight w:val="cyan"/>
        </w:rPr>
        <w:t>defense spending</w:t>
      </w:r>
      <w:r w:rsidRPr="00206132">
        <w:rPr>
          <w:sz w:val="16"/>
        </w:rPr>
        <w:t xml:space="preserve">, </w:t>
      </w:r>
      <w:r w:rsidRPr="00682621">
        <w:rPr>
          <w:rStyle w:val="StyleUnderline"/>
        </w:rPr>
        <w:t>so if Trump wants to</w:t>
      </w:r>
      <w:r w:rsidRPr="00206132">
        <w:rPr>
          <w:sz w:val="16"/>
        </w:rPr>
        <w:t xml:space="preserve"> do something like </w:t>
      </w:r>
      <w:r w:rsidRPr="00682621">
        <w:rPr>
          <w:rStyle w:val="StyleUnderline"/>
        </w:rPr>
        <w:t>yank U.S. troops out of</w:t>
      </w:r>
      <w:r w:rsidRPr="00206132">
        <w:rPr>
          <w:sz w:val="16"/>
        </w:rPr>
        <w:t xml:space="preserve"> South </w:t>
      </w:r>
      <w:r w:rsidRPr="00682621">
        <w:rPr>
          <w:rStyle w:val="StyleUnderline"/>
        </w:rPr>
        <w:t>Korea or Germany</w:t>
      </w:r>
      <w:r w:rsidRPr="00206132">
        <w:rPr>
          <w:sz w:val="16"/>
        </w:rPr>
        <w:t xml:space="preserve"> overnight, </w:t>
      </w:r>
      <w:r w:rsidRPr="00D57F2B">
        <w:rPr>
          <w:rStyle w:val="Emphasis"/>
        </w:rPr>
        <w:t xml:space="preserve">Congress </w:t>
      </w:r>
      <w:r w:rsidRPr="00682621">
        <w:rPr>
          <w:rStyle w:val="StyleUnderline"/>
        </w:rPr>
        <w:t xml:space="preserve">can </w:t>
      </w:r>
      <w:r w:rsidRPr="00D57F2B">
        <w:rPr>
          <w:rStyle w:val="Emphasis"/>
        </w:rPr>
        <w:t xml:space="preserve">condition funding </w:t>
      </w:r>
      <w:r w:rsidRPr="00682621">
        <w:rPr>
          <w:rStyle w:val="StyleUnderline"/>
        </w:rPr>
        <w:t>on</w:t>
      </w:r>
      <w:r w:rsidRPr="00206132">
        <w:rPr>
          <w:sz w:val="16"/>
        </w:rPr>
        <w:t xml:space="preserve"> doing it responsibly (or </w:t>
      </w:r>
      <w:r w:rsidRPr="00682621">
        <w:rPr>
          <w:rStyle w:val="StyleUnderline"/>
        </w:rPr>
        <w:t>not doing it at all</w:t>
      </w:r>
      <w:r w:rsidRPr="00206132">
        <w:rPr>
          <w:sz w:val="16"/>
        </w:rPr>
        <w:t>).</w:t>
      </w:r>
    </w:p>
    <w:p w14:paraId="2C573AE2" w14:textId="77777777" w:rsidR="00FF1F1F" w:rsidRPr="00206132" w:rsidRDefault="00FF1F1F" w:rsidP="00FF1F1F">
      <w:pPr>
        <w:rPr>
          <w:sz w:val="16"/>
        </w:rPr>
      </w:pPr>
      <w:r w:rsidRPr="00206132">
        <w:rPr>
          <w:sz w:val="16"/>
        </w:rPr>
        <w:t xml:space="preserve">Moreover, a Democratic Congress would support our allies through legislation and oversight. Take Ukraine: </w:t>
      </w:r>
      <w:r w:rsidRPr="00D953AF">
        <w:rPr>
          <w:rStyle w:val="StyleUnderline"/>
        </w:rPr>
        <w:t>if Trump falters in supporting Ukraine</w:t>
      </w:r>
      <w:r w:rsidRPr="00206132">
        <w:rPr>
          <w:sz w:val="16"/>
        </w:rPr>
        <w:t xml:space="preserve"> against Russian aggression, </w:t>
      </w:r>
      <w:r w:rsidRPr="00D953AF">
        <w:rPr>
          <w:rStyle w:val="StyleUnderline"/>
        </w:rPr>
        <w:t xml:space="preserve">Congress can </w:t>
      </w:r>
      <w:r w:rsidRPr="00206132">
        <w:rPr>
          <w:rStyle w:val="Emphasis"/>
          <w:highlight w:val="cyan"/>
        </w:rPr>
        <w:t xml:space="preserve">appropriate aid </w:t>
      </w:r>
      <w:r w:rsidRPr="00D57F2B">
        <w:rPr>
          <w:rStyle w:val="Emphasis"/>
        </w:rPr>
        <w:t>directly</w:t>
      </w:r>
      <w:r w:rsidRPr="00206132">
        <w:rPr>
          <w:sz w:val="16"/>
        </w:rPr>
        <w:t>.</w:t>
      </w:r>
    </w:p>
    <w:p w14:paraId="297AC5BF" w14:textId="77777777" w:rsidR="00FF1F1F" w:rsidRPr="00206132" w:rsidRDefault="00FF1F1F" w:rsidP="00FF1F1F">
      <w:pPr>
        <w:rPr>
          <w:sz w:val="16"/>
        </w:rPr>
      </w:pPr>
      <w:r w:rsidRPr="00206132">
        <w:rPr>
          <w:sz w:val="16"/>
        </w:rPr>
        <w:t xml:space="preserve">In fact, </w:t>
      </w:r>
      <w:r w:rsidRPr="00206132">
        <w:rPr>
          <w:rStyle w:val="StyleUnderline"/>
        </w:rPr>
        <w:t xml:space="preserve">in his </w:t>
      </w:r>
      <w:r w:rsidRPr="00206132">
        <w:rPr>
          <w:rStyle w:val="StyleUnderline"/>
          <w:highlight w:val="cyan"/>
        </w:rPr>
        <w:t>first term</w:t>
      </w:r>
      <w:r w:rsidRPr="00206132">
        <w:rPr>
          <w:sz w:val="16"/>
        </w:rPr>
        <w:t xml:space="preserve">, </w:t>
      </w:r>
      <w:r w:rsidRPr="00206132">
        <w:rPr>
          <w:rStyle w:val="StyleUnderline"/>
        </w:rPr>
        <w:t>when Trump tried to extort Ukraine</w:t>
      </w:r>
      <w:r w:rsidRPr="00206132">
        <w:rPr>
          <w:sz w:val="16"/>
        </w:rPr>
        <w:t xml:space="preserve"> and hold up military aid (which led to his first impeachment), it was </w:t>
      </w:r>
      <w:r w:rsidRPr="00206132">
        <w:rPr>
          <w:rStyle w:val="StyleUnderline"/>
          <w:highlight w:val="cyan"/>
        </w:rPr>
        <w:t>Congress</w:t>
      </w:r>
      <w:r w:rsidRPr="00206132">
        <w:rPr>
          <w:sz w:val="16"/>
          <w:highlight w:val="cyan"/>
        </w:rPr>
        <w:t xml:space="preserve"> </w:t>
      </w:r>
      <w:r w:rsidRPr="00206132">
        <w:rPr>
          <w:sz w:val="16"/>
        </w:rPr>
        <w:t xml:space="preserve">that had </w:t>
      </w:r>
      <w:r w:rsidRPr="00206132">
        <w:rPr>
          <w:rStyle w:val="StyleUnderline"/>
          <w:highlight w:val="cyan"/>
        </w:rPr>
        <w:t>approved</w:t>
      </w:r>
      <w:r w:rsidRPr="00206132">
        <w:rPr>
          <w:sz w:val="16"/>
          <w:highlight w:val="cyan"/>
        </w:rPr>
        <w:t xml:space="preserve"> </w:t>
      </w:r>
      <w:r w:rsidRPr="00206132">
        <w:rPr>
          <w:sz w:val="16"/>
        </w:rPr>
        <w:t xml:space="preserve">that </w:t>
      </w:r>
      <w:r w:rsidRPr="00206132">
        <w:rPr>
          <w:rStyle w:val="StyleUnderline"/>
        </w:rPr>
        <w:t xml:space="preserve">aid </w:t>
      </w:r>
      <w:r w:rsidRPr="00206132">
        <w:rPr>
          <w:rStyle w:val="StyleUnderline"/>
          <w:highlight w:val="cyan"/>
        </w:rPr>
        <w:t xml:space="preserve">on a </w:t>
      </w:r>
      <w:r w:rsidRPr="00206132">
        <w:rPr>
          <w:rStyle w:val="Emphasis"/>
          <w:highlight w:val="cyan"/>
        </w:rPr>
        <w:t>bipartisan basis</w:t>
      </w:r>
      <w:r w:rsidRPr="00206132">
        <w:rPr>
          <w:sz w:val="16"/>
          <w:highlight w:val="cyan"/>
        </w:rPr>
        <w:t xml:space="preserve"> </w:t>
      </w:r>
      <w:r w:rsidRPr="00206132">
        <w:rPr>
          <w:sz w:val="16"/>
        </w:rPr>
        <w:t>and later insisted it go through. In 2025-2026, with more at stake, a Democratic majority could increase aid to Ukraine and attach it to must-pass bills, making it very hard for the President to stop it.</w:t>
      </w:r>
    </w:p>
    <w:p w14:paraId="6600FB76" w14:textId="77777777" w:rsidR="00FF1F1F" w:rsidRPr="00206132" w:rsidRDefault="00FF1F1F" w:rsidP="00FF1F1F">
      <w:pPr>
        <w:rPr>
          <w:sz w:val="16"/>
        </w:rPr>
      </w:pPr>
      <w:r w:rsidRPr="00206132">
        <w:rPr>
          <w:rStyle w:val="StyleUnderline"/>
        </w:rPr>
        <w:t>They can</w:t>
      </w:r>
      <w:r w:rsidRPr="00206132">
        <w:rPr>
          <w:sz w:val="16"/>
        </w:rPr>
        <w:t xml:space="preserve"> also </w:t>
      </w:r>
      <w:r w:rsidRPr="00206132">
        <w:rPr>
          <w:rStyle w:val="StyleUnderline"/>
          <w:highlight w:val="cyan"/>
        </w:rPr>
        <w:t>pass sanctions on</w:t>
      </w:r>
      <w:r w:rsidRPr="00206132">
        <w:rPr>
          <w:sz w:val="16"/>
          <w:highlight w:val="cyan"/>
        </w:rPr>
        <w:t xml:space="preserve"> </w:t>
      </w:r>
      <w:r w:rsidRPr="00206132">
        <w:rPr>
          <w:sz w:val="16"/>
        </w:rPr>
        <w:t xml:space="preserve">countries that commit </w:t>
      </w:r>
      <w:r w:rsidRPr="00206132">
        <w:rPr>
          <w:rStyle w:val="StyleUnderline"/>
        </w:rPr>
        <w:t xml:space="preserve">human </w:t>
      </w:r>
      <w:r w:rsidRPr="00206132">
        <w:rPr>
          <w:rStyle w:val="Emphasis"/>
          <w:highlight w:val="cyan"/>
        </w:rPr>
        <w:t>rights abuses</w:t>
      </w:r>
      <w:r w:rsidRPr="00206132">
        <w:rPr>
          <w:sz w:val="16"/>
          <w:highlight w:val="cyan"/>
        </w:rPr>
        <w:t xml:space="preserve"> </w:t>
      </w:r>
      <w:r w:rsidRPr="00206132">
        <w:rPr>
          <w:sz w:val="16"/>
        </w:rPr>
        <w:t>or threaten global security, sanctions that the President might not like, but would be forced to implement if they pass with veto-proof majorities (and Democrats would certainly work to court the necessary Republican votes for things like standing up to dictators, many rank-and-file GOP members of Congress do actually support such measures, even if Trump does not).</w:t>
      </w:r>
    </w:p>
    <w:p w14:paraId="4EBBDE38" w14:textId="77777777" w:rsidR="00FF1F1F" w:rsidRPr="00206132" w:rsidRDefault="00FF1F1F" w:rsidP="00FF1F1F">
      <w:pPr>
        <w:rPr>
          <w:sz w:val="16"/>
        </w:rPr>
      </w:pPr>
      <w:r w:rsidRPr="00D953AF">
        <w:rPr>
          <w:rStyle w:val="StyleUnderline"/>
        </w:rPr>
        <w:t>On</w:t>
      </w:r>
      <w:r w:rsidRPr="00206132">
        <w:rPr>
          <w:sz w:val="16"/>
        </w:rPr>
        <w:t xml:space="preserve"> issues like </w:t>
      </w:r>
      <w:r w:rsidRPr="00D57F2B">
        <w:rPr>
          <w:rStyle w:val="Emphasis"/>
        </w:rPr>
        <w:t xml:space="preserve">climate </w:t>
      </w:r>
      <w:r w:rsidRPr="00206132">
        <w:rPr>
          <w:sz w:val="16"/>
        </w:rPr>
        <w:t xml:space="preserve">change </w:t>
      </w:r>
      <w:r w:rsidRPr="00D953AF">
        <w:rPr>
          <w:rStyle w:val="StyleUnderline"/>
        </w:rPr>
        <w:t xml:space="preserve">and </w:t>
      </w:r>
      <w:r w:rsidRPr="00D57F2B">
        <w:rPr>
          <w:rStyle w:val="Emphasis"/>
        </w:rPr>
        <w:t>pandemics</w:t>
      </w:r>
      <w:r w:rsidRPr="00206132">
        <w:rPr>
          <w:sz w:val="16"/>
        </w:rPr>
        <w:t xml:space="preserve">, </w:t>
      </w:r>
      <w:r w:rsidRPr="00D953AF">
        <w:rPr>
          <w:rStyle w:val="StyleUnderline"/>
        </w:rPr>
        <w:t xml:space="preserve">inherently </w:t>
      </w:r>
      <w:r w:rsidRPr="00D57F2B">
        <w:rPr>
          <w:rStyle w:val="Emphasis"/>
        </w:rPr>
        <w:t>global problems</w:t>
      </w:r>
      <w:r w:rsidRPr="00206132">
        <w:rPr>
          <w:sz w:val="16"/>
        </w:rPr>
        <w:t xml:space="preserve">, </w:t>
      </w:r>
      <w:r w:rsidRPr="00D953AF">
        <w:rPr>
          <w:rStyle w:val="StyleUnderline"/>
        </w:rPr>
        <w:t>Congress can ensure the U.S. participates</w:t>
      </w:r>
      <w:r w:rsidRPr="00206132">
        <w:rPr>
          <w:sz w:val="16"/>
        </w:rPr>
        <w:t xml:space="preserve"> in solutions. They could </w:t>
      </w:r>
      <w:r w:rsidRPr="00206132">
        <w:rPr>
          <w:rStyle w:val="StyleUnderline"/>
        </w:rPr>
        <w:t xml:space="preserve">push </w:t>
      </w:r>
      <w:r w:rsidRPr="00206132">
        <w:rPr>
          <w:rStyle w:val="Emphasis"/>
          <w:highlight w:val="cyan"/>
        </w:rPr>
        <w:t>funding</w:t>
      </w:r>
      <w:r w:rsidRPr="00206132">
        <w:rPr>
          <w:rStyle w:val="StyleUnderline"/>
          <w:highlight w:val="cyan"/>
        </w:rPr>
        <w:t xml:space="preserve"> </w:t>
      </w:r>
      <w:r w:rsidRPr="00206132">
        <w:rPr>
          <w:rStyle w:val="StyleUnderline"/>
        </w:rPr>
        <w:t>for international climate finance</w:t>
      </w:r>
      <w:r w:rsidRPr="00206132">
        <w:rPr>
          <w:sz w:val="16"/>
        </w:rPr>
        <w:t xml:space="preserve"> (helping poorer countries transition to clean energy, which was something the previous administration committed to). They could </w:t>
      </w:r>
      <w:r w:rsidRPr="00206132">
        <w:rPr>
          <w:rStyle w:val="StyleUnderline"/>
        </w:rPr>
        <w:t>fund</w:t>
      </w:r>
      <w:r w:rsidRPr="00206132">
        <w:rPr>
          <w:sz w:val="16"/>
        </w:rPr>
        <w:t xml:space="preserve"> the World Health Organization or other </w:t>
      </w:r>
      <w:r w:rsidRPr="00206132">
        <w:rPr>
          <w:rStyle w:val="StyleUnderline"/>
        </w:rPr>
        <w:t xml:space="preserve">global </w:t>
      </w:r>
      <w:r w:rsidRPr="00206132">
        <w:rPr>
          <w:rStyle w:val="Emphasis"/>
        </w:rPr>
        <w:t>health initiatives</w:t>
      </w:r>
      <w:r w:rsidRPr="00206132">
        <w:rPr>
          <w:sz w:val="16"/>
        </w:rPr>
        <w:t xml:space="preserve"> even if Trump tries to pull back from them, </w:t>
      </w:r>
      <w:r w:rsidRPr="00206132">
        <w:rPr>
          <w:rStyle w:val="Emphasis"/>
          <w:highlight w:val="cyan"/>
        </w:rPr>
        <w:t>send</w:t>
      </w:r>
      <w:r w:rsidRPr="00206132">
        <w:rPr>
          <w:rStyle w:val="Emphasis"/>
        </w:rPr>
        <w:t xml:space="preserve">ing </w:t>
      </w:r>
      <w:r w:rsidRPr="00206132">
        <w:rPr>
          <w:rStyle w:val="Emphasis"/>
          <w:highlight w:val="cyan"/>
        </w:rPr>
        <w:t>a signal</w:t>
      </w:r>
      <w:r w:rsidRPr="00206132">
        <w:rPr>
          <w:rStyle w:val="StyleUnderline"/>
          <w:highlight w:val="cyan"/>
        </w:rPr>
        <w:t xml:space="preserve"> </w:t>
      </w:r>
      <w:r w:rsidRPr="00206132">
        <w:rPr>
          <w:rStyle w:val="StyleUnderline"/>
        </w:rPr>
        <w:t xml:space="preserve">that </w:t>
      </w:r>
      <w:r w:rsidRPr="00206132">
        <w:rPr>
          <w:rStyle w:val="StyleUnderline"/>
          <w:highlight w:val="cyan"/>
        </w:rPr>
        <w:t>Americans don’t want to retreat</w:t>
      </w:r>
      <w:r w:rsidRPr="00206132">
        <w:rPr>
          <w:sz w:val="16"/>
          <w:highlight w:val="cyan"/>
        </w:rPr>
        <w:t xml:space="preserve"> </w:t>
      </w:r>
      <w:r w:rsidRPr="00206132">
        <w:rPr>
          <w:sz w:val="16"/>
        </w:rPr>
        <w:t xml:space="preserve">from the world. They can </w:t>
      </w:r>
      <w:r w:rsidRPr="00206132">
        <w:rPr>
          <w:rStyle w:val="StyleUnderline"/>
        </w:rPr>
        <w:t>invite foreign leaders to speak</w:t>
      </w:r>
      <w:r w:rsidRPr="00206132">
        <w:rPr>
          <w:sz w:val="16"/>
        </w:rPr>
        <w:t xml:space="preserve"> to Congress (as has happened historically), giving a platform to those who champion democracy and freedom.</w:t>
      </w:r>
    </w:p>
    <w:p w14:paraId="1848E9F4" w14:textId="77777777" w:rsidR="00FF1F1F" w:rsidRPr="00206132" w:rsidRDefault="00FF1F1F" w:rsidP="00FF1F1F">
      <w:pPr>
        <w:rPr>
          <w:sz w:val="16"/>
        </w:rPr>
      </w:pPr>
      <w:r w:rsidRPr="00206132">
        <w:rPr>
          <w:sz w:val="16"/>
        </w:rPr>
        <w:t>Just picture, for instance, a joint session of Congress being addressed by a pro-democracy leader or a human rights advocate, reaffirming our values to the world. That image alone contrasts sharply with Trump’s photo ops with autocrats.</w:t>
      </w:r>
    </w:p>
    <w:p w14:paraId="404406CA" w14:textId="77777777" w:rsidR="00FF1F1F" w:rsidRPr="00206132" w:rsidRDefault="00FF1F1F" w:rsidP="00FF1F1F">
      <w:pPr>
        <w:rPr>
          <w:sz w:val="16"/>
        </w:rPr>
      </w:pPr>
      <w:r w:rsidRPr="00206132">
        <w:rPr>
          <w:sz w:val="16"/>
        </w:rPr>
        <w:t>Another area: treaties. The Senate has to ratify treaties with a two-thirds vote. While reaching two-thirds is tough, a Democratic-led Senate can refuse to ratify any bad deals Trump might sign with authoritarians. Conversely, they can give advice on good agreements.</w:t>
      </w:r>
    </w:p>
    <w:p w14:paraId="0CC5425C" w14:textId="77777777" w:rsidR="00FF1F1F" w:rsidRPr="00206132" w:rsidRDefault="00FF1F1F" w:rsidP="00FF1F1F">
      <w:pPr>
        <w:rPr>
          <w:sz w:val="16"/>
        </w:rPr>
      </w:pPr>
      <w:r w:rsidRPr="00206132">
        <w:rPr>
          <w:sz w:val="16"/>
        </w:rPr>
        <w:t xml:space="preserve">Even without formal treaties, there are informal alliances and statements Congress can make. A Democratic </w:t>
      </w:r>
      <w:r w:rsidRPr="00206132">
        <w:rPr>
          <w:rStyle w:val="StyleUnderline"/>
        </w:rPr>
        <w:t xml:space="preserve">Congress might pass a </w:t>
      </w:r>
      <w:r w:rsidRPr="00206132">
        <w:rPr>
          <w:rStyle w:val="StyleUnderline"/>
          <w:highlight w:val="cyan"/>
        </w:rPr>
        <w:t xml:space="preserve">resolution </w:t>
      </w:r>
      <w:r w:rsidRPr="00206132">
        <w:rPr>
          <w:rStyle w:val="StyleUnderline"/>
        </w:rPr>
        <w:t xml:space="preserve">that the U.S. will </w:t>
      </w:r>
      <w:r w:rsidRPr="00206132">
        <w:rPr>
          <w:rStyle w:val="StyleUnderline"/>
          <w:highlight w:val="cyan"/>
        </w:rPr>
        <w:t>always support Taiwan’s democracy</w:t>
      </w:r>
      <w:r w:rsidRPr="00206132">
        <w:rPr>
          <w:sz w:val="16"/>
        </w:rPr>
        <w:t xml:space="preserve">, for example, </w:t>
      </w:r>
      <w:r w:rsidRPr="00206132">
        <w:rPr>
          <w:rStyle w:val="StyleUnderline"/>
        </w:rPr>
        <w:t xml:space="preserve">putting </w:t>
      </w:r>
      <w:r w:rsidRPr="00206132">
        <w:rPr>
          <w:rStyle w:val="StyleUnderline"/>
          <w:highlight w:val="cyan"/>
        </w:rPr>
        <w:t>pressure</w:t>
      </w:r>
      <w:r w:rsidRPr="00206132">
        <w:rPr>
          <w:sz w:val="16"/>
          <w:highlight w:val="cyan"/>
        </w:rPr>
        <w:t xml:space="preserve"> </w:t>
      </w:r>
      <w:r w:rsidRPr="00206132">
        <w:rPr>
          <w:sz w:val="16"/>
        </w:rPr>
        <w:t xml:space="preserve">on the administration </w:t>
      </w:r>
      <w:r w:rsidRPr="00206132">
        <w:rPr>
          <w:rStyle w:val="StyleUnderline"/>
        </w:rPr>
        <w:t>to maintain a firm stance</w:t>
      </w:r>
      <w:r w:rsidRPr="00206132">
        <w:rPr>
          <w:sz w:val="16"/>
        </w:rPr>
        <w:t xml:space="preserve"> there. Or they could demand the release of political prisoners abroad by tying foreign aid to human rights records.</w:t>
      </w:r>
    </w:p>
    <w:p w14:paraId="068F8823" w14:textId="77777777" w:rsidR="00FF1F1F" w:rsidRPr="00206132" w:rsidRDefault="00FF1F1F" w:rsidP="00FF1F1F">
      <w:pPr>
        <w:rPr>
          <w:sz w:val="16"/>
        </w:rPr>
      </w:pPr>
      <w:r w:rsidRPr="00206132">
        <w:rPr>
          <w:sz w:val="16"/>
        </w:rPr>
        <w:t xml:space="preserve">Crucially, a </w:t>
      </w:r>
      <w:r w:rsidRPr="00206132">
        <w:rPr>
          <w:rStyle w:val="StyleUnderline"/>
          <w:highlight w:val="cyan"/>
        </w:rPr>
        <w:t>Dem</w:t>
      </w:r>
      <w:r w:rsidRPr="00206132">
        <w:rPr>
          <w:sz w:val="16"/>
        </w:rPr>
        <w:t xml:space="preserve">ocratic </w:t>
      </w:r>
      <w:r w:rsidRPr="00206132">
        <w:rPr>
          <w:rStyle w:val="StyleUnderline"/>
        </w:rPr>
        <w:t xml:space="preserve">Congress </w:t>
      </w:r>
      <w:r w:rsidRPr="00206132">
        <w:rPr>
          <w:rStyle w:val="StyleUnderline"/>
          <w:highlight w:val="cyan"/>
        </w:rPr>
        <w:t xml:space="preserve">would </w:t>
      </w:r>
      <w:r w:rsidRPr="00206132">
        <w:rPr>
          <w:rStyle w:val="Emphasis"/>
          <w:highlight w:val="cyan"/>
        </w:rPr>
        <w:t xml:space="preserve">restore </w:t>
      </w:r>
      <w:r w:rsidRPr="00206132">
        <w:rPr>
          <w:sz w:val="16"/>
        </w:rPr>
        <w:t xml:space="preserve">the idea </w:t>
      </w:r>
      <w:r w:rsidRPr="00206132">
        <w:rPr>
          <w:rStyle w:val="StyleUnderline"/>
          <w:highlight w:val="cyan"/>
        </w:rPr>
        <w:t xml:space="preserve">that </w:t>
      </w:r>
      <w:r w:rsidRPr="00206132">
        <w:rPr>
          <w:rStyle w:val="StyleUnderline"/>
        </w:rPr>
        <w:t xml:space="preserve">American </w:t>
      </w:r>
      <w:r w:rsidRPr="00206132">
        <w:rPr>
          <w:rStyle w:val="Emphasis"/>
          <w:highlight w:val="cyan"/>
        </w:rPr>
        <w:t>fo</w:t>
      </w:r>
      <w:r w:rsidRPr="00206132">
        <w:rPr>
          <w:sz w:val="16"/>
        </w:rPr>
        <w:t xml:space="preserve">reign </w:t>
      </w:r>
      <w:r w:rsidRPr="00206132">
        <w:rPr>
          <w:rStyle w:val="Emphasis"/>
          <w:highlight w:val="cyan"/>
        </w:rPr>
        <w:t>po</w:t>
      </w:r>
      <w:r w:rsidRPr="00206132">
        <w:rPr>
          <w:sz w:val="16"/>
        </w:rPr>
        <w:t xml:space="preserve">licy </w:t>
      </w:r>
      <w:r w:rsidRPr="00206132">
        <w:rPr>
          <w:rStyle w:val="StyleUnderline"/>
          <w:highlight w:val="cyan"/>
        </w:rPr>
        <w:t>should reflect American values</w:t>
      </w:r>
      <w:r w:rsidRPr="00206132">
        <w:rPr>
          <w:sz w:val="16"/>
        </w:rPr>
        <w:t xml:space="preserve">. The world will hear a different message from Capitol Hill than the one coming from Trump’s X (or Truth Social or wherever). </w:t>
      </w:r>
      <w:r w:rsidRPr="00206132">
        <w:rPr>
          <w:rStyle w:val="StyleUnderline"/>
        </w:rPr>
        <w:t>Congress can condemn</w:t>
      </w:r>
      <w:r w:rsidRPr="00206132">
        <w:rPr>
          <w:sz w:val="16"/>
        </w:rPr>
        <w:t xml:space="preserve"> atrocities like the </w:t>
      </w:r>
      <w:r w:rsidRPr="00206132">
        <w:rPr>
          <w:rStyle w:val="Emphasis"/>
        </w:rPr>
        <w:t>slaughter</w:t>
      </w:r>
      <w:r w:rsidRPr="00206132">
        <w:rPr>
          <w:rStyle w:val="StyleUnderline"/>
        </w:rPr>
        <w:t xml:space="preserve"> of civilians by dictators</w:t>
      </w:r>
      <w:r w:rsidRPr="00206132">
        <w:rPr>
          <w:sz w:val="16"/>
        </w:rPr>
        <w:t xml:space="preserve">, </w:t>
      </w:r>
      <w:r w:rsidRPr="00206132">
        <w:rPr>
          <w:rStyle w:val="StyleUnderline"/>
          <w:highlight w:val="cyan"/>
        </w:rPr>
        <w:t>even if Trump</w:t>
      </w:r>
      <w:r w:rsidRPr="00206132">
        <w:rPr>
          <w:sz w:val="16"/>
          <w:highlight w:val="cyan"/>
        </w:rPr>
        <w:t xml:space="preserve"> </w:t>
      </w:r>
      <w:r w:rsidRPr="00206132">
        <w:rPr>
          <w:sz w:val="16"/>
        </w:rPr>
        <w:t xml:space="preserve">stays silent or, worse, </w:t>
      </w:r>
      <w:r w:rsidRPr="00206132">
        <w:rPr>
          <w:rStyle w:val="StyleUnderline"/>
          <w:highlight w:val="cyan"/>
        </w:rPr>
        <w:t xml:space="preserve">offers </w:t>
      </w:r>
      <w:r w:rsidRPr="00206132">
        <w:rPr>
          <w:rStyle w:val="Emphasis"/>
          <w:highlight w:val="cyan"/>
        </w:rPr>
        <w:t>praise</w:t>
      </w:r>
      <w:r w:rsidRPr="00206132">
        <w:rPr>
          <w:sz w:val="16"/>
          <w:highlight w:val="cyan"/>
        </w:rPr>
        <w:t xml:space="preserve"> </w:t>
      </w:r>
      <w:r w:rsidRPr="00206132">
        <w:rPr>
          <w:sz w:val="16"/>
        </w:rPr>
        <w:t>to those dictators. When President Trump was mute or praising Putin, remember that in his first term Congress still passed strong sanctions against Russia, showing the world at least part of the U.S. government stood on the right side. That needs to happen again, tenfold.</w:t>
      </w:r>
    </w:p>
    <w:p w14:paraId="4B66497B" w14:textId="77777777" w:rsidR="00FF1F1F" w:rsidRPr="00206132" w:rsidRDefault="00FF1F1F" w:rsidP="00FF1F1F">
      <w:pPr>
        <w:rPr>
          <w:sz w:val="16"/>
        </w:rPr>
      </w:pPr>
      <w:r w:rsidRPr="00206132">
        <w:rPr>
          <w:sz w:val="16"/>
        </w:rPr>
        <w:t>To everyday Americans, foreign policy can seem far away compared to the economy or rights at home. But it affects us intimately, jobs can be lost or created depending on trade policy, our sons and daughters might be called to fight if wars break out, terrorism can reach our shores if global stability falters, and of course things like pandemics and climate disasters ignore borders entirely. So having sane, steady leadership in international affairs is part of keeping Americans safe and prosperous.</w:t>
      </w:r>
    </w:p>
    <w:p w14:paraId="2E1DD850" w14:textId="77777777" w:rsidR="00FF1F1F" w:rsidRPr="00206132" w:rsidRDefault="00FF1F1F" w:rsidP="00FF1F1F">
      <w:pPr>
        <w:rPr>
          <w:sz w:val="16"/>
        </w:rPr>
      </w:pPr>
      <w:r w:rsidRPr="00206132">
        <w:rPr>
          <w:sz w:val="16"/>
        </w:rPr>
        <w:t>A Democratic Congress will aim for that steadiness. They’ll push for consistent support of democracy abroad, which in turn makes us safer here (democracies tend not to go to war with each other, for example, and they’re more likely to trade fairly with us). They’ll also guard against any rash actions: for example, they could pass legislation requiring congressional authorization for certain military strikes, ensuring that no impulsive decision leads us into conflict without debate.</w:t>
      </w:r>
    </w:p>
    <w:p w14:paraId="4A004CBA" w14:textId="77777777" w:rsidR="00FF1F1F" w:rsidRPr="00206132" w:rsidRDefault="00FF1F1F" w:rsidP="00FF1F1F">
      <w:pPr>
        <w:rPr>
          <w:sz w:val="16"/>
        </w:rPr>
      </w:pPr>
      <w:r w:rsidRPr="00D953AF">
        <w:rPr>
          <w:rStyle w:val="StyleUnderline"/>
        </w:rPr>
        <w:t>America’s word has to mean something again</w:t>
      </w:r>
      <w:r w:rsidRPr="00206132">
        <w:rPr>
          <w:sz w:val="16"/>
        </w:rPr>
        <w:t xml:space="preserve">. Right now </w:t>
      </w:r>
      <w:r w:rsidRPr="00206132">
        <w:rPr>
          <w:rStyle w:val="Emphasis"/>
          <w:highlight w:val="cyan"/>
        </w:rPr>
        <w:t xml:space="preserve">allies are unsure </w:t>
      </w:r>
      <w:r w:rsidRPr="00D953AF">
        <w:rPr>
          <w:rStyle w:val="StyleUnderline"/>
        </w:rPr>
        <w:t>if we’ll keep our commitments</w:t>
      </w:r>
      <w:r w:rsidRPr="00206132">
        <w:rPr>
          <w:sz w:val="16"/>
        </w:rPr>
        <w:t xml:space="preserve">, </w:t>
      </w:r>
      <w:r w:rsidRPr="00206132">
        <w:rPr>
          <w:rStyle w:val="StyleUnderline"/>
          <w:highlight w:val="cyan"/>
        </w:rPr>
        <w:t>that makes them</w:t>
      </w:r>
      <w:r w:rsidRPr="00206132">
        <w:rPr>
          <w:sz w:val="16"/>
          <w:highlight w:val="cyan"/>
        </w:rPr>
        <w:t xml:space="preserve"> </w:t>
      </w:r>
      <w:r w:rsidRPr="00206132">
        <w:rPr>
          <w:sz w:val="16"/>
        </w:rPr>
        <w:t xml:space="preserve">hedge their bets, and maybe </w:t>
      </w:r>
      <w:r w:rsidRPr="00206132">
        <w:rPr>
          <w:rStyle w:val="Emphasis"/>
          <w:highlight w:val="cyan"/>
        </w:rPr>
        <w:t xml:space="preserve">cozy </w:t>
      </w:r>
      <w:r w:rsidRPr="00D57F2B">
        <w:rPr>
          <w:rStyle w:val="Emphasis"/>
        </w:rPr>
        <w:t xml:space="preserve">up </w:t>
      </w:r>
      <w:r w:rsidRPr="00206132">
        <w:rPr>
          <w:rStyle w:val="Emphasis"/>
          <w:highlight w:val="cyan"/>
        </w:rPr>
        <w:t xml:space="preserve">to China </w:t>
      </w:r>
      <w:r w:rsidRPr="00206132">
        <w:rPr>
          <w:rStyle w:val="StyleUnderline"/>
          <w:highlight w:val="cyan"/>
        </w:rPr>
        <w:t>or Russia</w:t>
      </w:r>
      <w:r w:rsidRPr="00206132">
        <w:rPr>
          <w:sz w:val="16"/>
          <w:highlight w:val="cyan"/>
        </w:rPr>
        <w:t xml:space="preserve"> </w:t>
      </w:r>
      <w:r w:rsidRPr="00206132">
        <w:rPr>
          <w:sz w:val="16"/>
        </w:rPr>
        <w:t>because they think we’re unreliable. That’s bad for our influence and security.</w:t>
      </w:r>
    </w:p>
    <w:p w14:paraId="088C6958" w14:textId="77777777" w:rsidR="00FF1F1F" w:rsidRPr="00206132" w:rsidRDefault="00FF1F1F" w:rsidP="00FF1F1F">
      <w:pPr>
        <w:rPr>
          <w:sz w:val="16"/>
        </w:rPr>
      </w:pPr>
      <w:r w:rsidRPr="00206132">
        <w:rPr>
          <w:sz w:val="16"/>
        </w:rPr>
        <w:t xml:space="preserve">By electing </w:t>
      </w:r>
      <w:r w:rsidRPr="00206132">
        <w:rPr>
          <w:rStyle w:val="Emphasis"/>
          <w:highlight w:val="cyan"/>
        </w:rPr>
        <w:t>Dem</w:t>
      </w:r>
      <w:r w:rsidRPr="00206132">
        <w:rPr>
          <w:sz w:val="16"/>
        </w:rPr>
        <w:t>ocrat</w:t>
      </w:r>
      <w:r w:rsidRPr="00206132">
        <w:rPr>
          <w:rStyle w:val="Emphasis"/>
          <w:highlight w:val="cyan"/>
        </w:rPr>
        <w:t>s</w:t>
      </w:r>
      <w:r w:rsidRPr="00206132">
        <w:rPr>
          <w:sz w:val="16"/>
        </w:rPr>
        <w:t xml:space="preserve">, we send a </w:t>
      </w:r>
      <w:r w:rsidRPr="00206132">
        <w:rPr>
          <w:rStyle w:val="Emphasis"/>
          <w:highlight w:val="cyan"/>
        </w:rPr>
        <w:t>signal</w:t>
      </w:r>
      <w:r w:rsidRPr="00206132">
        <w:rPr>
          <w:sz w:val="16"/>
          <w:highlight w:val="cyan"/>
        </w:rPr>
        <w:t xml:space="preserve"> </w:t>
      </w:r>
      <w:r w:rsidRPr="00206132">
        <w:rPr>
          <w:sz w:val="16"/>
        </w:rPr>
        <w:t xml:space="preserve">to the world </w:t>
      </w:r>
      <w:r w:rsidRPr="00D953AF">
        <w:rPr>
          <w:rStyle w:val="StyleUnderline"/>
        </w:rPr>
        <w:t xml:space="preserve">that </w:t>
      </w:r>
      <w:r w:rsidRPr="00206132">
        <w:rPr>
          <w:rStyle w:val="StyleUnderline"/>
          <w:highlight w:val="cyan"/>
        </w:rPr>
        <w:t>the U</w:t>
      </w:r>
      <w:r w:rsidRPr="00206132">
        <w:rPr>
          <w:sz w:val="16"/>
        </w:rPr>
        <w:t xml:space="preserve">nited </w:t>
      </w:r>
      <w:r w:rsidRPr="00206132">
        <w:rPr>
          <w:rStyle w:val="StyleUnderline"/>
          <w:highlight w:val="cyan"/>
        </w:rPr>
        <w:t>S</w:t>
      </w:r>
      <w:r w:rsidRPr="00206132">
        <w:rPr>
          <w:sz w:val="16"/>
        </w:rPr>
        <w:t xml:space="preserve">tates </w:t>
      </w:r>
      <w:r w:rsidRPr="00206132">
        <w:rPr>
          <w:rStyle w:val="StyleUnderline"/>
          <w:highlight w:val="cyan"/>
        </w:rPr>
        <w:t xml:space="preserve">is </w:t>
      </w:r>
      <w:r w:rsidRPr="00206132">
        <w:rPr>
          <w:rStyle w:val="Emphasis"/>
          <w:highlight w:val="cyan"/>
        </w:rPr>
        <w:t>finding its way back</w:t>
      </w:r>
      <w:r w:rsidRPr="00206132">
        <w:rPr>
          <w:sz w:val="16"/>
          <w:highlight w:val="cyan"/>
        </w:rPr>
        <w:t xml:space="preserve"> </w:t>
      </w:r>
      <w:r w:rsidRPr="00206132">
        <w:rPr>
          <w:sz w:val="16"/>
        </w:rPr>
        <w:t xml:space="preserve">to being a reliable partner and leader. It tells everyone watching that </w:t>
      </w:r>
      <w:r w:rsidRPr="00B012D2">
        <w:rPr>
          <w:rStyle w:val="StyleUnderline"/>
        </w:rPr>
        <w:t xml:space="preserve">Trump’s brand of </w:t>
      </w:r>
      <w:r w:rsidRPr="00206132">
        <w:rPr>
          <w:rStyle w:val="Emphasis"/>
        </w:rPr>
        <w:t>isolation</w:t>
      </w:r>
      <w:r w:rsidRPr="00206132">
        <w:rPr>
          <w:sz w:val="16"/>
        </w:rPr>
        <w:t xml:space="preserve"> and autocracy </w:t>
      </w:r>
      <w:r w:rsidRPr="00B012D2">
        <w:rPr>
          <w:rStyle w:val="StyleUnderline"/>
        </w:rPr>
        <w:t>isn’t all there</w:t>
      </w:r>
      <w:r w:rsidRPr="00206132">
        <w:rPr>
          <w:sz w:val="16"/>
        </w:rPr>
        <w:t xml:space="preserve"> is to us, that the </w:t>
      </w:r>
      <w:r w:rsidRPr="00B012D2">
        <w:rPr>
          <w:rStyle w:val="StyleUnderline"/>
        </w:rPr>
        <w:t>American people</w:t>
      </w:r>
      <w:r w:rsidRPr="00206132">
        <w:rPr>
          <w:sz w:val="16"/>
        </w:rPr>
        <w:t xml:space="preserve"> still </w:t>
      </w:r>
      <w:r w:rsidRPr="00B012D2">
        <w:rPr>
          <w:rStyle w:val="StyleUnderline"/>
        </w:rPr>
        <w:t xml:space="preserve">believe in </w:t>
      </w:r>
      <w:r w:rsidRPr="00206132">
        <w:rPr>
          <w:rStyle w:val="Emphasis"/>
        </w:rPr>
        <w:t>democracy and friendship</w:t>
      </w:r>
      <w:r w:rsidRPr="00206132">
        <w:rPr>
          <w:sz w:val="16"/>
        </w:rPr>
        <w:t xml:space="preserve"> across borders. We will have members of Congress traveling abroad, reassuring allies, attending climate summits or diplomatic meetings even if the White House won’t. </w:t>
      </w:r>
      <w:r w:rsidRPr="00206132">
        <w:rPr>
          <w:rStyle w:val="StyleUnderline"/>
        </w:rPr>
        <w:t xml:space="preserve">They can be our ambassadors of </w:t>
      </w:r>
      <w:r w:rsidRPr="00206132">
        <w:rPr>
          <w:rStyle w:val="Emphasis"/>
        </w:rPr>
        <w:t>goodwill</w:t>
      </w:r>
      <w:r w:rsidRPr="00206132">
        <w:rPr>
          <w:sz w:val="16"/>
        </w:rPr>
        <w:t>, unofficially steering foreign policy toward engagement rather than retreat.</w:t>
      </w:r>
    </w:p>
    <w:p w14:paraId="0DB20C6B" w14:textId="77777777" w:rsidR="00FF1F1F" w:rsidRPr="00206132" w:rsidRDefault="00FF1F1F" w:rsidP="00FF1F1F">
      <w:pPr>
        <w:rPr>
          <w:sz w:val="16"/>
        </w:rPr>
      </w:pPr>
      <w:r w:rsidRPr="00206132">
        <w:rPr>
          <w:sz w:val="16"/>
        </w:rPr>
        <w:t xml:space="preserve">In short, </w:t>
      </w:r>
      <w:r w:rsidRPr="00206132">
        <w:rPr>
          <w:rStyle w:val="StyleUnderline"/>
          <w:highlight w:val="cyan"/>
        </w:rPr>
        <w:t xml:space="preserve">flipping Congress will </w:t>
      </w:r>
      <w:r w:rsidRPr="00206132">
        <w:rPr>
          <w:rStyle w:val="StyleUnderline"/>
        </w:rPr>
        <w:t xml:space="preserve">help </w:t>
      </w:r>
      <w:r w:rsidRPr="00206132">
        <w:rPr>
          <w:rStyle w:val="StyleUnderline"/>
          <w:highlight w:val="cyan"/>
        </w:rPr>
        <w:t xml:space="preserve">stabilize the </w:t>
      </w:r>
      <w:r w:rsidRPr="00206132">
        <w:rPr>
          <w:rStyle w:val="Emphasis"/>
          <w:highlight w:val="cyan"/>
        </w:rPr>
        <w:t>global ship</w:t>
      </w:r>
      <w:r w:rsidRPr="00206132">
        <w:rPr>
          <w:rStyle w:val="StyleUnderline"/>
          <w:highlight w:val="cyan"/>
        </w:rPr>
        <w:t xml:space="preserve"> </w:t>
      </w:r>
      <w:r w:rsidRPr="00206132">
        <w:rPr>
          <w:rStyle w:val="StyleUnderline"/>
        </w:rPr>
        <w:t>that Trump has been rocking</w:t>
      </w:r>
      <w:r w:rsidRPr="00206132">
        <w:rPr>
          <w:sz w:val="16"/>
        </w:rPr>
        <w:t xml:space="preserve">. It’s about </w:t>
      </w:r>
      <w:r w:rsidRPr="00206132">
        <w:rPr>
          <w:rStyle w:val="StyleUnderline"/>
        </w:rPr>
        <w:t>making sure America’s foreign policy once again aligns with</w:t>
      </w:r>
      <w:r w:rsidRPr="00206132">
        <w:rPr>
          <w:sz w:val="16"/>
        </w:rPr>
        <w:t xml:space="preserve"> the ideals of </w:t>
      </w:r>
      <w:r w:rsidRPr="00206132">
        <w:rPr>
          <w:rStyle w:val="StyleUnderline"/>
        </w:rPr>
        <w:t>democracy</w:t>
      </w:r>
      <w:r w:rsidRPr="00206132">
        <w:rPr>
          <w:sz w:val="16"/>
        </w:rPr>
        <w:t xml:space="preserve">, human rights, and collective security that have long kept us and the world safer. And by doing so, we also protect our own democracy — because a world with more democracy and less authoritarian influence is a world where our system can thrive and not be undermined from outside. </w:t>
      </w:r>
      <w:r w:rsidRPr="00B012D2">
        <w:rPr>
          <w:rStyle w:val="StyleUnderline"/>
        </w:rPr>
        <w:t xml:space="preserve">Our </w:t>
      </w:r>
      <w:r w:rsidRPr="00206132">
        <w:rPr>
          <w:rStyle w:val="StyleUnderline"/>
          <w:highlight w:val="cyan"/>
        </w:rPr>
        <w:t>vote at home can</w:t>
      </w:r>
      <w:r w:rsidRPr="00206132">
        <w:rPr>
          <w:sz w:val="16"/>
          <w:highlight w:val="cyan"/>
        </w:rPr>
        <w:t xml:space="preserve"> </w:t>
      </w:r>
      <w:r w:rsidRPr="00206132">
        <w:rPr>
          <w:sz w:val="16"/>
        </w:rPr>
        <w:t xml:space="preserve">literally </w:t>
      </w:r>
      <w:r w:rsidRPr="00206132">
        <w:rPr>
          <w:rStyle w:val="Emphasis"/>
          <w:highlight w:val="cyan"/>
        </w:rPr>
        <w:t>reverberate globally</w:t>
      </w:r>
      <w:r w:rsidRPr="00206132">
        <w:rPr>
          <w:sz w:val="16"/>
        </w:rPr>
        <w:t xml:space="preserve">. That’s the power we have </w:t>
      </w:r>
      <w:r w:rsidRPr="00D57F2B">
        <w:rPr>
          <w:rStyle w:val="Emphasis"/>
        </w:rPr>
        <w:t>in 2026</w:t>
      </w:r>
      <w:r w:rsidRPr="00206132">
        <w:rPr>
          <w:sz w:val="16"/>
        </w:rPr>
        <w:t>.</w:t>
      </w:r>
    </w:p>
    <w:p w14:paraId="0293283C" w14:textId="77777777" w:rsidR="00FF1F1F" w:rsidRPr="00206132" w:rsidRDefault="00FF1F1F" w:rsidP="00FF1F1F">
      <w:pPr>
        <w:rPr>
          <w:sz w:val="16"/>
        </w:rPr>
      </w:pPr>
    </w:p>
    <w:p w14:paraId="7F82D48C" w14:textId="77777777" w:rsidR="00FF1F1F" w:rsidRDefault="00FF1F1F" w:rsidP="00FF1F1F">
      <w:pPr>
        <w:pStyle w:val="Heading3"/>
      </w:pPr>
      <w:r>
        <w:t>TC---Democracy---2NC</w:t>
      </w:r>
    </w:p>
    <w:p w14:paraId="5920EC7A" w14:textId="77777777" w:rsidR="00FF1F1F" w:rsidRDefault="00FF1F1F" w:rsidP="00FF1F1F">
      <w:pPr>
        <w:pStyle w:val="Analytic"/>
      </w:pPr>
      <w:r>
        <w:t xml:space="preserve">Dems turns </w:t>
      </w:r>
      <w:r w:rsidRPr="0077552F">
        <w:rPr>
          <w:u w:val="single"/>
        </w:rPr>
        <w:t>democracy</w:t>
      </w:r>
      <w:r>
        <w:t xml:space="preserve">: </w:t>
      </w:r>
    </w:p>
    <w:p w14:paraId="5F1CFAA1" w14:textId="77777777" w:rsidR="00FF1F1F" w:rsidRDefault="00FF1F1F" w:rsidP="00FF1F1F">
      <w:pPr>
        <w:pStyle w:val="Heading4"/>
      </w:pPr>
      <w:r>
        <w:t xml:space="preserve">Midterms are our </w:t>
      </w:r>
      <w:r w:rsidRPr="0077552F">
        <w:rPr>
          <w:u w:val="single"/>
        </w:rPr>
        <w:t>last shot</w:t>
      </w:r>
      <w:r>
        <w:t xml:space="preserve">. Otherwise, he’ll cement </w:t>
      </w:r>
      <w:r>
        <w:rPr>
          <w:u w:val="single"/>
        </w:rPr>
        <w:t>generational</w:t>
      </w:r>
      <w:r w:rsidRPr="007720EA">
        <w:rPr>
          <w:u w:val="single"/>
        </w:rPr>
        <w:t xml:space="preserve"> wins</w:t>
      </w:r>
      <w:r>
        <w:t xml:space="preserve">. </w:t>
      </w:r>
    </w:p>
    <w:p w14:paraId="75C7EB6B" w14:textId="77777777" w:rsidR="00FF1F1F" w:rsidRDefault="00FF1F1F" w:rsidP="00FF1F1F">
      <w:r>
        <w:t xml:space="preserve">Stan </w:t>
      </w:r>
      <w:r w:rsidRPr="006130EC">
        <w:rPr>
          <w:rStyle w:val="Style13ptBold"/>
        </w:rPr>
        <w:t>Jones 8/4</w:t>
      </w:r>
      <w:r>
        <w:t>. In</w:t>
      </w:r>
      <w:r w:rsidRPr="006130EC">
        <w:t>dependent policy analyst</w:t>
      </w:r>
      <w:r>
        <w:t xml:space="preserve"> and </w:t>
      </w:r>
      <w:r w:rsidRPr="006130EC">
        <w:t xml:space="preserve">an award-winning journalist. </w:t>
      </w:r>
      <w:r>
        <w:t>“</w:t>
      </w:r>
      <w:r w:rsidRPr="006130EC">
        <w:t>Opinion: The 2026 midterm elections may be our last chance to protect democracy</w:t>
      </w:r>
      <w:r>
        <w:t xml:space="preserve">.” Anchorage Daily News. 08/04/2025. </w:t>
      </w:r>
      <w:r w:rsidRPr="00880C3A">
        <w:t>https://www.adn.com/opinions/2025/08/04/opinion-the-2026-midterm-elections-may-be-our-last-chance-to-protect-democracy/</w:t>
      </w:r>
    </w:p>
    <w:p w14:paraId="119F6E85" w14:textId="77777777" w:rsidR="00FF1F1F" w:rsidRPr="00F41DEB" w:rsidRDefault="00FF1F1F" w:rsidP="00FF1F1F">
      <w:pPr>
        <w:rPr>
          <w:sz w:val="16"/>
        </w:rPr>
      </w:pPr>
      <w:r w:rsidRPr="00F41DEB">
        <w:rPr>
          <w:sz w:val="16"/>
        </w:rPr>
        <w:t xml:space="preserve">Many Americans still believe our democratic institutions will protect us from Donald Trump’s march toward authoritarian rule. But that belief is dangerously naïve. </w:t>
      </w:r>
      <w:r w:rsidRPr="00124FA4">
        <w:rPr>
          <w:rStyle w:val="StyleUnderline"/>
        </w:rPr>
        <w:t xml:space="preserve">If </w:t>
      </w:r>
      <w:r w:rsidRPr="00EF1EA1">
        <w:rPr>
          <w:rStyle w:val="StyleUnderline"/>
          <w:highlight w:val="cyan"/>
        </w:rPr>
        <w:t>Trump</w:t>
      </w:r>
      <w:r w:rsidRPr="00EF1EA1">
        <w:rPr>
          <w:sz w:val="16"/>
          <w:highlight w:val="cyan"/>
        </w:rPr>
        <w:t xml:space="preserve"> </w:t>
      </w:r>
      <w:r w:rsidRPr="00F41DEB">
        <w:rPr>
          <w:sz w:val="16"/>
        </w:rPr>
        <w:t xml:space="preserve">supporters </w:t>
      </w:r>
      <w:r w:rsidRPr="00124FA4">
        <w:rPr>
          <w:rStyle w:val="Emphasis"/>
        </w:rPr>
        <w:t>retain control</w:t>
      </w:r>
      <w:r w:rsidRPr="00124FA4">
        <w:rPr>
          <w:rStyle w:val="StyleUnderline"/>
        </w:rPr>
        <w:t xml:space="preserve"> of </w:t>
      </w:r>
      <w:r w:rsidRPr="00EF1EA1">
        <w:rPr>
          <w:rStyle w:val="StyleUnderline"/>
          <w:highlight w:val="cyan"/>
        </w:rPr>
        <w:t>Congress in 2026</w:t>
      </w:r>
      <w:r w:rsidRPr="00F41DEB">
        <w:rPr>
          <w:sz w:val="16"/>
        </w:rPr>
        <w:t xml:space="preserve">, </w:t>
      </w:r>
      <w:r w:rsidRPr="00124FA4">
        <w:rPr>
          <w:rStyle w:val="StyleUnderline"/>
        </w:rPr>
        <w:t xml:space="preserve">he </w:t>
      </w:r>
      <w:r w:rsidRPr="00EF1EA1">
        <w:rPr>
          <w:rStyle w:val="StyleUnderline"/>
          <w:highlight w:val="cyan"/>
        </w:rPr>
        <w:t>will</w:t>
      </w:r>
      <w:r w:rsidRPr="00EF1EA1">
        <w:rPr>
          <w:sz w:val="16"/>
          <w:highlight w:val="cyan"/>
        </w:rPr>
        <w:t xml:space="preserve"> </w:t>
      </w:r>
      <w:r w:rsidRPr="00F41DEB">
        <w:rPr>
          <w:sz w:val="16"/>
        </w:rPr>
        <w:t xml:space="preserve">be positioned to </w:t>
      </w:r>
      <w:r w:rsidRPr="00124FA4">
        <w:rPr>
          <w:rStyle w:val="StyleUnderline"/>
        </w:rPr>
        <w:t xml:space="preserve">subvert </w:t>
      </w:r>
      <w:r w:rsidRPr="00124FA4">
        <w:rPr>
          <w:rStyle w:val="Emphasis"/>
        </w:rPr>
        <w:t>future elections</w:t>
      </w:r>
      <w:r w:rsidRPr="00124FA4">
        <w:rPr>
          <w:rStyle w:val="StyleUnderline"/>
        </w:rPr>
        <w:t xml:space="preserve"> and </w:t>
      </w:r>
      <w:r w:rsidRPr="00EF1EA1">
        <w:rPr>
          <w:rStyle w:val="Emphasis"/>
          <w:highlight w:val="cyan"/>
        </w:rPr>
        <w:t>entrench minority rule for a generation</w:t>
      </w:r>
      <w:r w:rsidRPr="00F41DEB">
        <w:rPr>
          <w:sz w:val="16"/>
        </w:rPr>
        <w:t>.</w:t>
      </w:r>
    </w:p>
    <w:p w14:paraId="2C5FA787" w14:textId="77777777" w:rsidR="00FF1F1F" w:rsidRPr="00F41DEB" w:rsidRDefault="00FF1F1F" w:rsidP="00FF1F1F">
      <w:pPr>
        <w:rPr>
          <w:rStyle w:val="StyleUnderline"/>
        </w:rPr>
      </w:pPr>
      <w:r w:rsidRPr="00F41DEB">
        <w:rPr>
          <w:rStyle w:val="StyleUnderline"/>
        </w:rPr>
        <w:t>Trump has</w:t>
      </w:r>
      <w:r w:rsidRPr="00F41DEB">
        <w:rPr>
          <w:sz w:val="16"/>
        </w:rPr>
        <w:t xml:space="preserve"> already </w:t>
      </w:r>
      <w:r w:rsidRPr="00F41DEB">
        <w:rPr>
          <w:rStyle w:val="StyleUnderline"/>
        </w:rPr>
        <w:t xml:space="preserve">shown how far </w:t>
      </w:r>
      <w:r w:rsidRPr="00EF1EA1">
        <w:rPr>
          <w:rStyle w:val="StyleUnderline"/>
          <w:highlight w:val="cyan"/>
        </w:rPr>
        <w:t xml:space="preserve">he’s </w:t>
      </w:r>
      <w:r w:rsidRPr="00F41DEB">
        <w:rPr>
          <w:rStyle w:val="StyleUnderline"/>
        </w:rPr>
        <w:t>willing</w:t>
      </w:r>
      <w:r w:rsidRPr="00F41DEB">
        <w:rPr>
          <w:sz w:val="16"/>
        </w:rPr>
        <w:t xml:space="preserve"> to go. He </w:t>
      </w:r>
      <w:r w:rsidRPr="00EF1EA1">
        <w:rPr>
          <w:rStyle w:val="StyleUnderline"/>
          <w:highlight w:val="cyan"/>
        </w:rPr>
        <w:t xml:space="preserve">tried to </w:t>
      </w:r>
      <w:r w:rsidRPr="00EF1EA1">
        <w:rPr>
          <w:rStyle w:val="Emphasis"/>
          <w:highlight w:val="cyan"/>
        </w:rPr>
        <w:t>overturn</w:t>
      </w:r>
      <w:r w:rsidRPr="008E61CF">
        <w:rPr>
          <w:sz w:val="16"/>
        </w:rPr>
        <w:t xml:space="preserve"> </w:t>
      </w:r>
      <w:r w:rsidRPr="00F41DEB">
        <w:rPr>
          <w:sz w:val="16"/>
        </w:rPr>
        <w:t xml:space="preserve">the </w:t>
      </w:r>
      <w:r w:rsidRPr="00EF1EA1">
        <w:rPr>
          <w:rStyle w:val="Emphasis"/>
          <w:highlight w:val="cyan"/>
        </w:rPr>
        <w:t>2020</w:t>
      </w:r>
      <w:r w:rsidRPr="008E61CF">
        <w:rPr>
          <w:sz w:val="16"/>
        </w:rPr>
        <w:t xml:space="preserve"> </w:t>
      </w:r>
      <w:r w:rsidRPr="00F41DEB">
        <w:rPr>
          <w:sz w:val="16"/>
        </w:rPr>
        <w:t xml:space="preserve">election, </w:t>
      </w:r>
      <w:r w:rsidRPr="00F41DEB">
        <w:rPr>
          <w:rStyle w:val="StyleUnderline"/>
        </w:rPr>
        <w:t>pressured</w:t>
      </w:r>
      <w:r w:rsidRPr="00F41DEB">
        <w:rPr>
          <w:sz w:val="16"/>
        </w:rPr>
        <w:t xml:space="preserve"> state </w:t>
      </w:r>
      <w:r w:rsidRPr="00F41DEB">
        <w:rPr>
          <w:rStyle w:val="StyleUnderline"/>
        </w:rPr>
        <w:t>officials to “</w:t>
      </w:r>
      <w:r w:rsidRPr="00F41DEB">
        <w:rPr>
          <w:rStyle w:val="Emphasis"/>
        </w:rPr>
        <w:t>find votes</w:t>
      </w:r>
      <w:r w:rsidRPr="00F41DEB">
        <w:rPr>
          <w:rStyle w:val="StyleUnderline"/>
        </w:rPr>
        <w:t>,”</w:t>
      </w:r>
      <w:r w:rsidRPr="00F41DEB">
        <w:rPr>
          <w:sz w:val="16"/>
        </w:rPr>
        <w:t xml:space="preserve"> </w:t>
      </w:r>
      <w:r w:rsidRPr="00EF1EA1">
        <w:rPr>
          <w:rStyle w:val="StyleUnderline"/>
          <w:highlight w:val="cyan"/>
        </w:rPr>
        <w:t xml:space="preserve">incited a </w:t>
      </w:r>
      <w:r w:rsidRPr="00F41DEB">
        <w:rPr>
          <w:rStyle w:val="Emphasis"/>
        </w:rPr>
        <w:t xml:space="preserve">violent </w:t>
      </w:r>
      <w:r w:rsidRPr="00EF1EA1">
        <w:rPr>
          <w:rStyle w:val="Emphasis"/>
          <w:highlight w:val="cyan"/>
        </w:rPr>
        <w:t>mob</w:t>
      </w:r>
      <w:r w:rsidRPr="008E61CF">
        <w:rPr>
          <w:sz w:val="16"/>
        </w:rPr>
        <w:t xml:space="preserve"> </w:t>
      </w:r>
      <w:r w:rsidRPr="00F41DEB">
        <w:rPr>
          <w:sz w:val="16"/>
        </w:rPr>
        <w:t xml:space="preserve">to storm the Capitol, </w:t>
      </w:r>
      <w:r w:rsidRPr="00EF1EA1">
        <w:rPr>
          <w:rStyle w:val="StyleUnderline"/>
          <w:highlight w:val="cyan"/>
        </w:rPr>
        <w:t>and</w:t>
      </w:r>
      <w:r w:rsidRPr="008E61CF">
        <w:rPr>
          <w:rStyle w:val="StyleUnderline"/>
        </w:rPr>
        <w:t xml:space="preserve"> </w:t>
      </w:r>
      <w:r w:rsidRPr="00F41DEB">
        <w:rPr>
          <w:rStyle w:val="StyleUnderline"/>
        </w:rPr>
        <w:t xml:space="preserve">continues to </w:t>
      </w:r>
      <w:r w:rsidRPr="00F41DEB">
        <w:rPr>
          <w:rStyle w:val="Emphasis"/>
        </w:rPr>
        <w:t>spread lies</w:t>
      </w:r>
      <w:r w:rsidRPr="00F41DEB">
        <w:rPr>
          <w:rStyle w:val="StyleUnderline"/>
        </w:rPr>
        <w:t xml:space="preserve"> about</w:t>
      </w:r>
      <w:r w:rsidRPr="00F41DEB">
        <w:rPr>
          <w:sz w:val="16"/>
        </w:rPr>
        <w:t xml:space="preserve"> election </w:t>
      </w:r>
      <w:r w:rsidRPr="00F41DEB">
        <w:rPr>
          <w:rStyle w:val="StyleUnderline"/>
        </w:rPr>
        <w:t>fraud</w:t>
      </w:r>
      <w:r w:rsidRPr="00F41DEB">
        <w:rPr>
          <w:sz w:val="16"/>
        </w:rPr>
        <w:t xml:space="preserve">. </w:t>
      </w:r>
      <w:r w:rsidRPr="00F41DEB">
        <w:rPr>
          <w:rStyle w:val="StyleUnderline"/>
        </w:rPr>
        <w:t xml:space="preserve">His </w:t>
      </w:r>
      <w:r w:rsidRPr="00EF1EA1">
        <w:rPr>
          <w:rStyle w:val="StyleUnderline"/>
          <w:highlight w:val="cyan"/>
        </w:rPr>
        <w:t xml:space="preserve">allies </w:t>
      </w:r>
      <w:r w:rsidRPr="00F41DEB">
        <w:rPr>
          <w:rStyle w:val="StyleUnderline"/>
        </w:rPr>
        <w:t>in Congress</w:t>
      </w:r>
      <w:r w:rsidRPr="00F41DEB">
        <w:rPr>
          <w:sz w:val="16"/>
        </w:rPr>
        <w:t xml:space="preserve"> and state legislatures have </w:t>
      </w:r>
      <w:r w:rsidRPr="00EF1EA1">
        <w:rPr>
          <w:rStyle w:val="StyleUnderline"/>
        </w:rPr>
        <w:t>echoed</w:t>
      </w:r>
      <w:r w:rsidRPr="00EF1EA1">
        <w:rPr>
          <w:sz w:val="16"/>
        </w:rPr>
        <w:t xml:space="preserve"> </w:t>
      </w:r>
      <w:r w:rsidRPr="00F41DEB">
        <w:rPr>
          <w:sz w:val="16"/>
        </w:rPr>
        <w:t xml:space="preserve">those </w:t>
      </w:r>
      <w:r w:rsidRPr="00EF1EA1">
        <w:rPr>
          <w:rStyle w:val="StyleUnderline"/>
        </w:rPr>
        <w:t>lies</w:t>
      </w:r>
      <w:r w:rsidRPr="00F41DEB">
        <w:rPr>
          <w:sz w:val="16"/>
        </w:rPr>
        <w:t xml:space="preserve">, </w:t>
      </w:r>
      <w:r w:rsidRPr="00EF1EA1">
        <w:rPr>
          <w:rStyle w:val="StyleUnderline"/>
          <w:highlight w:val="cyan"/>
        </w:rPr>
        <w:t>lay</w:t>
      </w:r>
      <w:r w:rsidRPr="00F41DEB">
        <w:rPr>
          <w:rStyle w:val="StyleUnderline"/>
        </w:rPr>
        <w:t>ing</w:t>
      </w:r>
      <w:r w:rsidRPr="00F41DEB">
        <w:rPr>
          <w:sz w:val="16"/>
        </w:rPr>
        <w:t xml:space="preserve"> the </w:t>
      </w:r>
      <w:r w:rsidRPr="00EF1EA1">
        <w:rPr>
          <w:rStyle w:val="Emphasis"/>
          <w:highlight w:val="cyan"/>
        </w:rPr>
        <w:t>groundwork</w:t>
      </w:r>
      <w:r w:rsidRPr="00EF1EA1">
        <w:rPr>
          <w:rStyle w:val="StyleUnderline"/>
          <w:highlight w:val="cyan"/>
        </w:rPr>
        <w:t xml:space="preserve"> for </w:t>
      </w:r>
      <w:r w:rsidRPr="00EF1EA1">
        <w:rPr>
          <w:rStyle w:val="Emphasis"/>
          <w:highlight w:val="cyan"/>
        </w:rPr>
        <w:t>future interference</w:t>
      </w:r>
      <w:r w:rsidRPr="00F41DEB">
        <w:rPr>
          <w:sz w:val="16"/>
        </w:rPr>
        <w:t>.</w:t>
      </w:r>
    </w:p>
    <w:p w14:paraId="6CAABD42" w14:textId="77777777" w:rsidR="00FF1F1F" w:rsidRPr="00F41DEB" w:rsidRDefault="00FF1F1F" w:rsidP="00FF1F1F">
      <w:pPr>
        <w:rPr>
          <w:sz w:val="16"/>
        </w:rPr>
      </w:pPr>
      <w:r w:rsidRPr="00F41DEB">
        <w:rPr>
          <w:sz w:val="16"/>
        </w:rPr>
        <w:t xml:space="preserve">Now that he’s </w:t>
      </w:r>
      <w:r w:rsidRPr="00F41DEB">
        <w:rPr>
          <w:rStyle w:val="StyleUnderline"/>
        </w:rPr>
        <w:t>back in the White House</w:t>
      </w:r>
      <w:r w:rsidRPr="00F41DEB">
        <w:rPr>
          <w:sz w:val="16"/>
        </w:rPr>
        <w:t xml:space="preserve">, </w:t>
      </w:r>
      <w:r w:rsidRPr="008E61CF">
        <w:rPr>
          <w:rStyle w:val="StyleUnderline"/>
          <w:highlight w:val="cyan"/>
        </w:rPr>
        <w:t>Trump</w:t>
      </w:r>
      <w:r w:rsidRPr="008E61CF">
        <w:rPr>
          <w:rStyle w:val="StyleUnderline"/>
        </w:rPr>
        <w:t xml:space="preserve"> </w:t>
      </w:r>
      <w:r w:rsidRPr="00F41DEB">
        <w:rPr>
          <w:rStyle w:val="StyleUnderline"/>
        </w:rPr>
        <w:t xml:space="preserve">is </w:t>
      </w:r>
      <w:r w:rsidRPr="00F41DEB">
        <w:rPr>
          <w:rStyle w:val="Emphasis"/>
        </w:rPr>
        <w:t>moving quickly</w:t>
      </w:r>
      <w:r w:rsidRPr="00F41DEB">
        <w:rPr>
          <w:sz w:val="16"/>
        </w:rPr>
        <w:t xml:space="preserve">. He’s surrounded himself </w:t>
      </w:r>
      <w:r w:rsidRPr="00F41DEB">
        <w:rPr>
          <w:rStyle w:val="StyleUnderline"/>
        </w:rPr>
        <w:t>with loyalists who won’t resist</w:t>
      </w:r>
      <w:r w:rsidRPr="00F41DEB">
        <w:t xml:space="preserve"> </w:t>
      </w:r>
      <w:r w:rsidRPr="00F41DEB">
        <w:rPr>
          <w:sz w:val="16"/>
        </w:rPr>
        <w:t xml:space="preserve">his agenda. </w:t>
      </w:r>
      <w:r w:rsidRPr="00F41DEB">
        <w:rPr>
          <w:rStyle w:val="StyleUnderline"/>
        </w:rPr>
        <w:t>Project 2025</w:t>
      </w:r>
      <w:r w:rsidRPr="00F41DEB">
        <w:rPr>
          <w:sz w:val="16"/>
        </w:rPr>
        <w:t xml:space="preserve">, a blueprint from the conservative Heritage Foundation, </w:t>
      </w:r>
      <w:r w:rsidRPr="008E61CF">
        <w:rPr>
          <w:sz w:val="16"/>
        </w:rPr>
        <w:t xml:space="preserve">outlines </w:t>
      </w:r>
      <w:r w:rsidRPr="008E61CF">
        <w:rPr>
          <w:rStyle w:val="StyleUnderline"/>
          <w:highlight w:val="cyan"/>
        </w:rPr>
        <w:t>plans to</w:t>
      </w:r>
      <w:r w:rsidRPr="008E61CF">
        <w:rPr>
          <w:rStyle w:val="StyleUnderline"/>
        </w:rPr>
        <w:t xml:space="preserve"> </w:t>
      </w:r>
      <w:r w:rsidRPr="008E61CF">
        <w:rPr>
          <w:rStyle w:val="Emphasis"/>
        </w:rPr>
        <w:t>purge</w:t>
      </w:r>
      <w:r w:rsidRPr="008E61CF">
        <w:t xml:space="preserve"> </w:t>
      </w:r>
      <w:r w:rsidRPr="008E61CF">
        <w:rPr>
          <w:sz w:val="16"/>
        </w:rPr>
        <w:t>the</w:t>
      </w:r>
      <w:r w:rsidRPr="00F41DEB">
        <w:rPr>
          <w:sz w:val="16"/>
        </w:rPr>
        <w:t xml:space="preserve"> federal </w:t>
      </w:r>
      <w:r w:rsidRPr="005B60A6">
        <w:rPr>
          <w:rStyle w:val="Emphasis"/>
        </w:rPr>
        <w:t>bureaucracy</w:t>
      </w:r>
      <w:r w:rsidRPr="00F41DEB">
        <w:rPr>
          <w:sz w:val="16"/>
        </w:rPr>
        <w:t xml:space="preserve">, </w:t>
      </w:r>
      <w:r w:rsidRPr="008E61CF">
        <w:rPr>
          <w:rStyle w:val="StyleUnderline"/>
          <w:highlight w:val="cyan"/>
        </w:rPr>
        <w:t>eliminate checks</w:t>
      </w:r>
      <w:r w:rsidRPr="008E61CF">
        <w:t xml:space="preserve"> </w:t>
      </w:r>
      <w:r w:rsidRPr="00F41DEB">
        <w:rPr>
          <w:sz w:val="16"/>
        </w:rPr>
        <w:t xml:space="preserve">on executive power, </w:t>
      </w:r>
      <w:r w:rsidRPr="00F41DEB">
        <w:rPr>
          <w:rStyle w:val="StyleUnderline"/>
        </w:rPr>
        <w:t xml:space="preserve">and </w:t>
      </w:r>
      <w:r w:rsidRPr="005B60A6">
        <w:rPr>
          <w:rStyle w:val="Emphasis"/>
        </w:rPr>
        <w:t>weaponize</w:t>
      </w:r>
      <w:r w:rsidRPr="00F41DEB">
        <w:rPr>
          <w:rStyle w:val="StyleUnderline"/>
        </w:rPr>
        <w:t xml:space="preserve"> the </w:t>
      </w:r>
      <w:r w:rsidRPr="005B60A6">
        <w:rPr>
          <w:rStyle w:val="Emphasis"/>
        </w:rPr>
        <w:t>Justice Department</w:t>
      </w:r>
      <w:r w:rsidRPr="00F41DEB">
        <w:t xml:space="preserve"> </w:t>
      </w:r>
      <w:r w:rsidRPr="00F41DEB">
        <w:rPr>
          <w:sz w:val="16"/>
        </w:rPr>
        <w:t>against political enemies. Trump has endorsed it — and begun implementing it.</w:t>
      </w:r>
    </w:p>
    <w:p w14:paraId="6D2B774C" w14:textId="77777777" w:rsidR="00FF1F1F" w:rsidRPr="00F41DEB" w:rsidRDefault="00FF1F1F" w:rsidP="00FF1F1F">
      <w:pPr>
        <w:rPr>
          <w:sz w:val="16"/>
        </w:rPr>
      </w:pPr>
      <w:r w:rsidRPr="00F41DEB">
        <w:rPr>
          <w:sz w:val="16"/>
        </w:rPr>
        <w:t xml:space="preserve">But the real danger lies in what comes next. </w:t>
      </w:r>
      <w:r w:rsidRPr="00F41DEB">
        <w:rPr>
          <w:rStyle w:val="StyleUnderline"/>
        </w:rPr>
        <w:t>If Trump</w:t>
      </w:r>
      <w:r w:rsidRPr="007F174E">
        <w:t xml:space="preserve"> </w:t>
      </w:r>
      <w:r w:rsidRPr="00F41DEB">
        <w:rPr>
          <w:sz w:val="16"/>
        </w:rPr>
        <w:t xml:space="preserve">and his allies </w:t>
      </w:r>
      <w:r w:rsidRPr="00F41DEB">
        <w:rPr>
          <w:rStyle w:val="StyleUnderline"/>
        </w:rPr>
        <w:t>succeed in 2026</w:t>
      </w:r>
      <w:r w:rsidRPr="007F174E">
        <w:t xml:space="preserve"> </w:t>
      </w:r>
      <w:r w:rsidRPr="00F41DEB">
        <w:rPr>
          <w:sz w:val="16"/>
        </w:rPr>
        <w:t xml:space="preserve">— by </w:t>
      </w:r>
      <w:r w:rsidRPr="006206F7">
        <w:rPr>
          <w:rStyle w:val="Emphasis"/>
          <w:highlight w:val="cyan"/>
        </w:rPr>
        <w:t>retaining control</w:t>
      </w:r>
      <w:r w:rsidRPr="006206F7">
        <w:rPr>
          <w:rStyle w:val="StyleUnderline"/>
          <w:highlight w:val="cyan"/>
        </w:rPr>
        <w:t xml:space="preserve"> </w:t>
      </w:r>
      <w:r w:rsidRPr="00F41DEB">
        <w:rPr>
          <w:rStyle w:val="StyleUnderline"/>
        </w:rPr>
        <w:t>of Congress</w:t>
      </w:r>
      <w:r w:rsidRPr="007F174E">
        <w:t xml:space="preserve"> </w:t>
      </w:r>
      <w:r w:rsidRPr="00F41DEB">
        <w:rPr>
          <w:sz w:val="16"/>
        </w:rPr>
        <w:t xml:space="preserve">and installing loyalists in key state offices — </w:t>
      </w:r>
      <w:r w:rsidRPr="00F41DEB">
        <w:rPr>
          <w:rStyle w:val="StyleUnderline"/>
        </w:rPr>
        <w:t xml:space="preserve">they </w:t>
      </w:r>
      <w:r w:rsidRPr="006206F7">
        <w:rPr>
          <w:rStyle w:val="StyleUnderline"/>
          <w:highlight w:val="cyan"/>
        </w:rPr>
        <w:t>will</w:t>
      </w:r>
      <w:r w:rsidRPr="006206F7">
        <w:t xml:space="preserve"> </w:t>
      </w:r>
      <w:r w:rsidRPr="00F41DEB">
        <w:rPr>
          <w:sz w:val="16"/>
        </w:rPr>
        <w:t xml:space="preserve">be in position to </w:t>
      </w:r>
      <w:r w:rsidRPr="00F41DEB">
        <w:rPr>
          <w:rStyle w:val="StyleUnderline"/>
        </w:rPr>
        <w:t xml:space="preserve">subvert or </w:t>
      </w:r>
      <w:r w:rsidRPr="006206F7">
        <w:rPr>
          <w:rStyle w:val="Emphasis"/>
          <w:highlight w:val="cyan"/>
        </w:rPr>
        <w:t>overturn Dem</w:t>
      </w:r>
      <w:r w:rsidRPr="00F41DEB">
        <w:rPr>
          <w:sz w:val="16"/>
        </w:rPr>
        <w:t xml:space="preserve">ocratic </w:t>
      </w:r>
      <w:r w:rsidRPr="006206F7">
        <w:rPr>
          <w:rStyle w:val="Emphasis"/>
          <w:highlight w:val="cyan"/>
        </w:rPr>
        <w:t>victories in</w:t>
      </w:r>
      <w:r w:rsidRPr="006206F7">
        <w:rPr>
          <w:sz w:val="16"/>
          <w:highlight w:val="cyan"/>
        </w:rPr>
        <w:t xml:space="preserve"> </w:t>
      </w:r>
      <w:r w:rsidRPr="00F41DEB">
        <w:rPr>
          <w:sz w:val="16"/>
        </w:rPr>
        <w:t>20</w:t>
      </w:r>
      <w:r w:rsidRPr="006206F7">
        <w:rPr>
          <w:rStyle w:val="Emphasis"/>
          <w:highlight w:val="cyan"/>
        </w:rPr>
        <w:t>28</w:t>
      </w:r>
      <w:r w:rsidRPr="00F41DEB">
        <w:rPr>
          <w:sz w:val="16"/>
        </w:rPr>
        <w:t xml:space="preserve">. </w:t>
      </w:r>
      <w:r w:rsidRPr="00F41DEB">
        <w:rPr>
          <w:rStyle w:val="StyleUnderline"/>
        </w:rPr>
        <w:t>They’ll rewrite</w:t>
      </w:r>
      <w:r w:rsidRPr="00F41DEB">
        <w:rPr>
          <w:sz w:val="16"/>
        </w:rPr>
        <w:t xml:space="preserve"> election </w:t>
      </w:r>
      <w:r w:rsidRPr="00F41DEB">
        <w:rPr>
          <w:rStyle w:val="StyleUnderline"/>
        </w:rPr>
        <w:t>laws</w:t>
      </w:r>
      <w:r w:rsidRPr="00F41DEB">
        <w:rPr>
          <w:sz w:val="16"/>
        </w:rPr>
        <w:t xml:space="preserve">, </w:t>
      </w:r>
      <w:r w:rsidRPr="00F41DEB">
        <w:rPr>
          <w:rStyle w:val="StyleUnderline"/>
        </w:rPr>
        <w:t>suppress votes</w:t>
      </w:r>
      <w:r w:rsidRPr="00F41DEB">
        <w:rPr>
          <w:sz w:val="16"/>
        </w:rPr>
        <w:t xml:space="preserve">, </w:t>
      </w:r>
      <w:r w:rsidRPr="00F41DEB">
        <w:rPr>
          <w:rStyle w:val="StyleUnderline"/>
        </w:rPr>
        <w:t xml:space="preserve">and </w:t>
      </w:r>
      <w:r w:rsidRPr="005B60A6">
        <w:rPr>
          <w:rStyle w:val="Emphasis"/>
        </w:rPr>
        <w:t>challenge results</w:t>
      </w:r>
      <w:r w:rsidRPr="00F41DEB">
        <w:rPr>
          <w:sz w:val="16"/>
        </w:rPr>
        <w:t xml:space="preserve"> they don’t like. With Congress and the Supreme Court in Republican hands, </w:t>
      </w:r>
      <w:r w:rsidRPr="00F41DEB">
        <w:rPr>
          <w:rStyle w:val="StyleUnderline"/>
        </w:rPr>
        <w:t xml:space="preserve">Trump might be able to </w:t>
      </w:r>
      <w:r w:rsidRPr="006206F7">
        <w:rPr>
          <w:rStyle w:val="Emphasis"/>
          <w:highlight w:val="cyan"/>
        </w:rPr>
        <w:t>block</w:t>
      </w:r>
      <w:r w:rsidRPr="006206F7">
        <w:rPr>
          <w:sz w:val="16"/>
          <w:highlight w:val="cyan"/>
        </w:rPr>
        <w:t xml:space="preserve"> </w:t>
      </w:r>
      <w:r w:rsidRPr="00F41DEB">
        <w:rPr>
          <w:sz w:val="16"/>
        </w:rPr>
        <w:t xml:space="preserve">or delay </w:t>
      </w:r>
      <w:r w:rsidRPr="00F41DEB">
        <w:rPr>
          <w:rStyle w:val="StyleUnderline"/>
        </w:rPr>
        <w:t>a Dem</w:t>
      </w:r>
      <w:r w:rsidRPr="00F41DEB">
        <w:rPr>
          <w:sz w:val="16"/>
        </w:rPr>
        <w:t xml:space="preserve">ocratic </w:t>
      </w:r>
      <w:r w:rsidRPr="00F41DEB">
        <w:rPr>
          <w:rStyle w:val="StyleUnderline"/>
        </w:rPr>
        <w:t xml:space="preserve">win in the </w:t>
      </w:r>
      <w:r w:rsidRPr="006206F7">
        <w:rPr>
          <w:rStyle w:val="Emphasis"/>
          <w:highlight w:val="cyan"/>
        </w:rPr>
        <w:t>presidential election</w:t>
      </w:r>
      <w:r w:rsidRPr="00F41DEB">
        <w:rPr>
          <w:sz w:val="16"/>
        </w:rPr>
        <w:t xml:space="preserve">. With state legislatures under GOP control, </w:t>
      </w:r>
      <w:r w:rsidRPr="00F41DEB">
        <w:rPr>
          <w:rStyle w:val="StyleUnderline"/>
        </w:rPr>
        <w:t xml:space="preserve">he could </w:t>
      </w:r>
      <w:r w:rsidRPr="005B60A6">
        <w:rPr>
          <w:rStyle w:val="Emphasis"/>
        </w:rPr>
        <w:t>pressure officials</w:t>
      </w:r>
      <w:r w:rsidRPr="00F41DEB">
        <w:rPr>
          <w:rStyle w:val="StyleUnderline"/>
        </w:rPr>
        <w:t xml:space="preserve"> to send alternate</w:t>
      </w:r>
      <w:r w:rsidRPr="00F41DEB">
        <w:rPr>
          <w:sz w:val="16"/>
        </w:rPr>
        <w:t xml:space="preserve"> slates of </w:t>
      </w:r>
      <w:r w:rsidRPr="00F41DEB">
        <w:rPr>
          <w:rStyle w:val="StyleUnderline"/>
        </w:rPr>
        <w:t>electors</w:t>
      </w:r>
      <w:r w:rsidRPr="00F41DEB">
        <w:rPr>
          <w:sz w:val="16"/>
        </w:rPr>
        <w:t>. The playbook is already written.</w:t>
      </w:r>
    </w:p>
    <w:p w14:paraId="378C9539" w14:textId="77777777" w:rsidR="00FF1F1F" w:rsidRPr="00F41DEB" w:rsidRDefault="00FF1F1F" w:rsidP="00FF1F1F">
      <w:pPr>
        <w:rPr>
          <w:sz w:val="16"/>
        </w:rPr>
      </w:pPr>
      <w:r w:rsidRPr="00F41DEB">
        <w:rPr>
          <w:sz w:val="16"/>
        </w:rPr>
        <w:t xml:space="preserve">This isn’t speculation. </w:t>
      </w:r>
      <w:r w:rsidRPr="00F41DEB">
        <w:rPr>
          <w:rStyle w:val="StyleUnderline"/>
        </w:rPr>
        <w:t xml:space="preserve">It’s a </w:t>
      </w:r>
      <w:r w:rsidRPr="005B60A6">
        <w:rPr>
          <w:rStyle w:val="Emphasis"/>
        </w:rPr>
        <w:t>continuation</w:t>
      </w:r>
      <w:r w:rsidRPr="00F41DEB">
        <w:rPr>
          <w:rStyle w:val="StyleUnderline"/>
        </w:rPr>
        <w:t xml:space="preserve"> of what we’ve</w:t>
      </w:r>
      <w:r w:rsidRPr="00F41DEB">
        <w:rPr>
          <w:sz w:val="16"/>
        </w:rPr>
        <w:t xml:space="preserve"> already </w:t>
      </w:r>
      <w:r w:rsidRPr="00F41DEB">
        <w:rPr>
          <w:rStyle w:val="StyleUnderline"/>
        </w:rPr>
        <w:t>seen</w:t>
      </w:r>
      <w:r w:rsidRPr="00F41DEB">
        <w:rPr>
          <w:sz w:val="16"/>
        </w:rPr>
        <w:t xml:space="preserve">. The difference is that </w:t>
      </w:r>
      <w:r w:rsidRPr="00F41DEB">
        <w:rPr>
          <w:rStyle w:val="StyleUnderline"/>
        </w:rPr>
        <w:t>next time</w:t>
      </w:r>
      <w:r w:rsidRPr="00F41DEB">
        <w:rPr>
          <w:sz w:val="16"/>
        </w:rPr>
        <w:t xml:space="preserve">, </w:t>
      </w:r>
      <w:r w:rsidRPr="00F41DEB">
        <w:rPr>
          <w:rStyle w:val="StyleUnderline"/>
        </w:rPr>
        <w:t xml:space="preserve">the </w:t>
      </w:r>
      <w:r w:rsidRPr="005B60A6">
        <w:rPr>
          <w:rStyle w:val="Emphasis"/>
        </w:rPr>
        <w:t>system may not hold</w:t>
      </w:r>
      <w:r w:rsidRPr="00F41DEB">
        <w:rPr>
          <w:sz w:val="16"/>
        </w:rPr>
        <w:t>.</w:t>
      </w:r>
    </w:p>
    <w:p w14:paraId="274573DD" w14:textId="77777777" w:rsidR="00FF1F1F" w:rsidRPr="00F41DEB" w:rsidRDefault="00FF1F1F" w:rsidP="00FF1F1F">
      <w:pPr>
        <w:rPr>
          <w:sz w:val="16"/>
        </w:rPr>
      </w:pPr>
      <w:r w:rsidRPr="00F41DEB">
        <w:rPr>
          <w:sz w:val="16"/>
        </w:rPr>
        <w:t xml:space="preserve">That’s why </w:t>
      </w:r>
      <w:r w:rsidRPr="00F41DEB">
        <w:rPr>
          <w:rStyle w:val="StyleUnderline"/>
        </w:rPr>
        <w:t>the</w:t>
      </w:r>
      <w:r w:rsidRPr="00F41DEB">
        <w:rPr>
          <w:sz w:val="16"/>
        </w:rPr>
        <w:t xml:space="preserve"> 2026 </w:t>
      </w:r>
      <w:r w:rsidRPr="006206F7">
        <w:rPr>
          <w:rStyle w:val="StyleUnderline"/>
          <w:highlight w:val="cyan"/>
        </w:rPr>
        <w:t xml:space="preserve">midterms may be our </w:t>
      </w:r>
      <w:r w:rsidRPr="006206F7">
        <w:rPr>
          <w:rStyle w:val="Emphasis"/>
          <w:highlight w:val="cyan"/>
        </w:rPr>
        <w:t>last</w:t>
      </w:r>
      <w:r w:rsidRPr="006206F7">
        <w:rPr>
          <w:sz w:val="16"/>
          <w:highlight w:val="cyan"/>
        </w:rPr>
        <w:t xml:space="preserve"> </w:t>
      </w:r>
      <w:r w:rsidRPr="00F41DEB">
        <w:rPr>
          <w:sz w:val="16"/>
        </w:rPr>
        <w:t xml:space="preserve">real </w:t>
      </w:r>
      <w:r w:rsidRPr="006206F7">
        <w:rPr>
          <w:rStyle w:val="Emphasis"/>
          <w:highlight w:val="cyan"/>
        </w:rPr>
        <w:t xml:space="preserve">chance to </w:t>
      </w:r>
      <w:r w:rsidRPr="005B60A6">
        <w:rPr>
          <w:rStyle w:val="Emphasis"/>
        </w:rPr>
        <w:t>stop</w:t>
      </w:r>
      <w:r w:rsidRPr="00A832D6">
        <w:rPr>
          <w:rStyle w:val="StyleUnderline"/>
        </w:rPr>
        <w:t xml:space="preserve"> America’s </w:t>
      </w:r>
      <w:r w:rsidRPr="006206F7">
        <w:rPr>
          <w:rStyle w:val="StyleUnderline"/>
          <w:highlight w:val="cyan"/>
        </w:rPr>
        <w:t xml:space="preserve">slide into </w:t>
      </w:r>
      <w:r w:rsidRPr="006206F7">
        <w:rPr>
          <w:rStyle w:val="Emphasis"/>
          <w:sz w:val="28"/>
          <w:szCs w:val="28"/>
          <w:highlight w:val="cyan"/>
        </w:rPr>
        <w:t>authoritarianism</w:t>
      </w:r>
      <w:r w:rsidRPr="00F41DEB">
        <w:rPr>
          <w:sz w:val="16"/>
        </w:rPr>
        <w:t xml:space="preserve">. </w:t>
      </w:r>
      <w:r w:rsidRPr="006206F7">
        <w:rPr>
          <w:rStyle w:val="StyleUnderline"/>
          <w:highlight w:val="cyan"/>
        </w:rPr>
        <w:t>If Dem</w:t>
      </w:r>
      <w:r w:rsidRPr="00F41DEB">
        <w:rPr>
          <w:sz w:val="16"/>
        </w:rPr>
        <w:t>ocrat</w:t>
      </w:r>
      <w:r w:rsidRPr="006206F7">
        <w:rPr>
          <w:rStyle w:val="StyleUnderline"/>
          <w:highlight w:val="cyan"/>
        </w:rPr>
        <w:t>s</w:t>
      </w:r>
      <w:r w:rsidRPr="00F41DEB">
        <w:rPr>
          <w:sz w:val="16"/>
        </w:rPr>
        <w:t xml:space="preserve"> </w:t>
      </w:r>
      <w:r w:rsidRPr="006206F7">
        <w:rPr>
          <w:rStyle w:val="StyleUnderline"/>
          <w:highlight w:val="cyan"/>
        </w:rPr>
        <w:t>win</w:t>
      </w:r>
      <w:r w:rsidRPr="006206F7">
        <w:rPr>
          <w:sz w:val="16"/>
          <w:highlight w:val="cyan"/>
        </w:rPr>
        <w:t xml:space="preserve"> </w:t>
      </w:r>
      <w:r w:rsidRPr="00F41DEB">
        <w:rPr>
          <w:sz w:val="16"/>
        </w:rPr>
        <w:t xml:space="preserve">back </w:t>
      </w:r>
      <w:r w:rsidRPr="006206F7">
        <w:rPr>
          <w:rStyle w:val="StyleUnderline"/>
          <w:highlight w:val="cyan"/>
        </w:rPr>
        <w:t xml:space="preserve">the </w:t>
      </w:r>
      <w:r w:rsidRPr="006206F7">
        <w:rPr>
          <w:rStyle w:val="Emphasis"/>
          <w:highlight w:val="cyan"/>
        </w:rPr>
        <w:t>House</w:t>
      </w:r>
      <w:r w:rsidRPr="006206F7">
        <w:rPr>
          <w:sz w:val="16"/>
          <w:highlight w:val="cyan"/>
        </w:rPr>
        <w:t xml:space="preserve"> </w:t>
      </w:r>
      <w:r w:rsidRPr="00F41DEB">
        <w:rPr>
          <w:sz w:val="16"/>
        </w:rPr>
        <w:t xml:space="preserve">or </w:t>
      </w:r>
      <w:r w:rsidRPr="00F41DEB">
        <w:rPr>
          <w:rStyle w:val="StyleUnderline"/>
        </w:rPr>
        <w:t>Senate or both</w:t>
      </w:r>
      <w:r w:rsidRPr="00F41DEB">
        <w:rPr>
          <w:sz w:val="16"/>
        </w:rPr>
        <w:t xml:space="preserve">, </w:t>
      </w:r>
      <w:r w:rsidRPr="006206F7">
        <w:rPr>
          <w:rStyle w:val="StyleUnderline"/>
          <w:highlight w:val="cyan"/>
        </w:rPr>
        <w:t>they can block</w:t>
      </w:r>
      <w:r w:rsidRPr="006206F7">
        <w:rPr>
          <w:sz w:val="16"/>
          <w:highlight w:val="cyan"/>
        </w:rPr>
        <w:t xml:space="preserve"> </w:t>
      </w:r>
      <w:r w:rsidRPr="00F41DEB">
        <w:rPr>
          <w:sz w:val="16"/>
        </w:rPr>
        <w:t xml:space="preserve">Trump’s </w:t>
      </w:r>
      <w:r w:rsidRPr="00F41DEB">
        <w:rPr>
          <w:rStyle w:val="StyleUnderline"/>
        </w:rPr>
        <w:t>most</w:t>
      </w:r>
      <w:r w:rsidRPr="00F41DEB">
        <w:rPr>
          <w:sz w:val="16"/>
        </w:rPr>
        <w:t xml:space="preserve"> dangerous </w:t>
      </w:r>
      <w:r w:rsidRPr="006206F7">
        <w:rPr>
          <w:rStyle w:val="StyleUnderline"/>
          <w:highlight w:val="cyan"/>
        </w:rPr>
        <w:t>plans</w:t>
      </w:r>
      <w:r w:rsidRPr="00F41DEB">
        <w:rPr>
          <w:sz w:val="16"/>
        </w:rPr>
        <w:t xml:space="preserve">. If </w:t>
      </w:r>
      <w:r w:rsidRPr="00F41DEB">
        <w:rPr>
          <w:rStyle w:val="StyleUnderline"/>
        </w:rPr>
        <w:t>pro-democracy candidates</w:t>
      </w:r>
      <w:r w:rsidRPr="00F41DEB">
        <w:rPr>
          <w:sz w:val="16"/>
        </w:rPr>
        <w:t xml:space="preserve"> win state races, they </w:t>
      </w:r>
      <w:r w:rsidRPr="00F41DEB">
        <w:rPr>
          <w:rStyle w:val="StyleUnderline"/>
        </w:rPr>
        <w:t xml:space="preserve">can </w:t>
      </w:r>
      <w:r w:rsidRPr="006206F7">
        <w:rPr>
          <w:rStyle w:val="Emphasis"/>
          <w:highlight w:val="cyan"/>
        </w:rPr>
        <w:t>protect</w:t>
      </w:r>
      <w:r w:rsidRPr="006206F7">
        <w:rPr>
          <w:sz w:val="16"/>
          <w:highlight w:val="cyan"/>
        </w:rPr>
        <w:t xml:space="preserve"> </w:t>
      </w:r>
      <w:r w:rsidRPr="00F41DEB">
        <w:rPr>
          <w:sz w:val="16"/>
        </w:rPr>
        <w:t xml:space="preserve">the </w:t>
      </w:r>
      <w:r w:rsidRPr="006206F7">
        <w:rPr>
          <w:rStyle w:val="Emphasis"/>
          <w:highlight w:val="cyan"/>
        </w:rPr>
        <w:t>integrity</w:t>
      </w:r>
      <w:r w:rsidRPr="006206F7">
        <w:rPr>
          <w:sz w:val="16"/>
          <w:highlight w:val="cyan"/>
        </w:rPr>
        <w:t xml:space="preserve"> </w:t>
      </w:r>
      <w:r w:rsidRPr="00F41DEB">
        <w:rPr>
          <w:sz w:val="16"/>
        </w:rPr>
        <w:t>of future elections. But if Republicans retain control, Trump will have a clear path to consolidate power and rig the system in his favor.</w:t>
      </w:r>
    </w:p>
    <w:p w14:paraId="2E7ABC0E" w14:textId="77777777" w:rsidR="00FF1F1F" w:rsidRPr="00F41DEB" w:rsidRDefault="00FF1F1F" w:rsidP="00FF1F1F">
      <w:pPr>
        <w:rPr>
          <w:sz w:val="16"/>
        </w:rPr>
      </w:pPr>
      <w:r w:rsidRPr="00F41DEB">
        <w:rPr>
          <w:sz w:val="16"/>
        </w:rPr>
        <w:t xml:space="preserve">We can’t afford to sit this one out. </w:t>
      </w:r>
      <w:r w:rsidRPr="00F41DEB">
        <w:rPr>
          <w:rStyle w:val="StyleUnderline"/>
        </w:rPr>
        <w:t xml:space="preserve">The stakes are </w:t>
      </w:r>
      <w:r w:rsidRPr="005B60A6">
        <w:rPr>
          <w:rStyle w:val="Emphasis"/>
        </w:rPr>
        <w:t>too high.</w:t>
      </w:r>
      <w:r w:rsidRPr="00F41DEB">
        <w:rPr>
          <w:sz w:val="16"/>
        </w:rPr>
        <w:t xml:space="preserve"> This isn’t just about policy differences or partisan rivalry — whether you’re conservative or liberal, </w:t>
      </w:r>
      <w:r w:rsidRPr="00F41DEB">
        <w:rPr>
          <w:rStyle w:val="StyleUnderline"/>
        </w:rPr>
        <w:t xml:space="preserve">it’s about whether America </w:t>
      </w:r>
      <w:r w:rsidRPr="005B60A6">
        <w:rPr>
          <w:rStyle w:val="Emphasis"/>
        </w:rPr>
        <w:t>remains a democracy</w:t>
      </w:r>
      <w:r w:rsidRPr="00F41DEB">
        <w:rPr>
          <w:sz w:val="16"/>
        </w:rPr>
        <w:t>.</w:t>
      </w:r>
    </w:p>
    <w:p w14:paraId="358D259A" w14:textId="77777777" w:rsidR="00FF1F1F" w:rsidRPr="00F41DEB" w:rsidRDefault="00FF1F1F" w:rsidP="00FF1F1F">
      <w:pPr>
        <w:rPr>
          <w:sz w:val="16"/>
        </w:rPr>
      </w:pPr>
      <w:r w:rsidRPr="00F41DEB">
        <w:rPr>
          <w:sz w:val="16"/>
        </w:rPr>
        <w:t>If you love this country and you love democracy, then support pro-democracy candidates in the midterm elections with your money, your time, and your ballot. Donate. Volunteer. And, above all, vote.</w:t>
      </w:r>
    </w:p>
    <w:p w14:paraId="02E8477C" w14:textId="77777777" w:rsidR="00FF1F1F" w:rsidRPr="00F41DEB" w:rsidRDefault="00FF1F1F" w:rsidP="00FF1F1F">
      <w:pPr>
        <w:rPr>
          <w:sz w:val="16"/>
        </w:rPr>
      </w:pPr>
      <w:r w:rsidRPr="00F41DEB">
        <w:rPr>
          <w:sz w:val="16"/>
        </w:rPr>
        <w:t xml:space="preserve">The </w:t>
      </w:r>
      <w:r w:rsidRPr="006206F7">
        <w:rPr>
          <w:rStyle w:val="Emphasis"/>
          <w:highlight w:val="cyan"/>
        </w:rPr>
        <w:t>survival</w:t>
      </w:r>
      <w:r w:rsidRPr="006206F7">
        <w:rPr>
          <w:rStyle w:val="StyleUnderline"/>
          <w:highlight w:val="cyan"/>
        </w:rPr>
        <w:t xml:space="preserve"> of </w:t>
      </w:r>
      <w:r w:rsidRPr="00F41DEB">
        <w:rPr>
          <w:rStyle w:val="StyleUnderline"/>
        </w:rPr>
        <w:t xml:space="preserve">the greatest </w:t>
      </w:r>
      <w:r w:rsidRPr="006206F7">
        <w:rPr>
          <w:rStyle w:val="StyleUnderline"/>
          <w:highlight w:val="cyan"/>
        </w:rPr>
        <w:t>democracy</w:t>
      </w:r>
      <w:r w:rsidRPr="006206F7">
        <w:rPr>
          <w:sz w:val="16"/>
          <w:highlight w:val="cyan"/>
        </w:rPr>
        <w:t xml:space="preserve"> </w:t>
      </w:r>
      <w:r w:rsidRPr="00F41DEB">
        <w:rPr>
          <w:sz w:val="16"/>
        </w:rPr>
        <w:t xml:space="preserve">the world has ever known </w:t>
      </w:r>
      <w:r w:rsidRPr="006206F7">
        <w:rPr>
          <w:rStyle w:val="StyleUnderline"/>
          <w:highlight w:val="cyan"/>
        </w:rPr>
        <w:t xml:space="preserve">may depend on </w:t>
      </w:r>
      <w:r w:rsidRPr="00F41DEB">
        <w:rPr>
          <w:rStyle w:val="StyleUnderline"/>
        </w:rPr>
        <w:t xml:space="preserve">what happens in </w:t>
      </w:r>
      <w:r w:rsidRPr="006206F7">
        <w:rPr>
          <w:rStyle w:val="Emphasis"/>
          <w:highlight w:val="cyan"/>
        </w:rPr>
        <w:t>November</w:t>
      </w:r>
      <w:r w:rsidRPr="006206F7">
        <w:rPr>
          <w:sz w:val="16"/>
          <w:highlight w:val="cyan"/>
        </w:rPr>
        <w:t xml:space="preserve"> </w:t>
      </w:r>
      <w:r w:rsidRPr="00F41DEB">
        <w:rPr>
          <w:sz w:val="16"/>
        </w:rPr>
        <w:t>of next year.</w:t>
      </w:r>
    </w:p>
    <w:p w14:paraId="240B1EEA" w14:textId="77777777" w:rsidR="00FF1F1F" w:rsidRPr="00E7444F" w:rsidRDefault="00FF1F1F" w:rsidP="00FF1F1F"/>
    <w:p w14:paraId="59ADB9B2" w14:textId="77777777" w:rsidR="00FF1F1F" w:rsidRPr="00F362DE" w:rsidRDefault="00FF1F1F" w:rsidP="00FF1F1F">
      <w:pPr>
        <w:pStyle w:val="Heading4"/>
      </w:pPr>
      <w:r>
        <w:t xml:space="preserve">Dems solve </w:t>
      </w:r>
      <w:r w:rsidRPr="00E1607F">
        <w:rPr>
          <w:u w:val="single"/>
        </w:rPr>
        <w:t>every alternative cause</w:t>
      </w:r>
      <w:r>
        <w:t xml:space="preserve">. </w:t>
      </w:r>
    </w:p>
    <w:p w14:paraId="78B9C577" w14:textId="77777777" w:rsidR="00FF1F1F" w:rsidRPr="0025450C" w:rsidRDefault="00FF1F1F" w:rsidP="00FF1F1F">
      <w:r w:rsidRPr="00730DE5">
        <w:t xml:space="preserve">Quardricos B. </w:t>
      </w:r>
      <w:r w:rsidRPr="00F362DE">
        <w:rPr>
          <w:rStyle w:val="Style13ptBold"/>
        </w:rPr>
        <w:t>Driskell 25</w:t>
      </w:r>
      <w:r w:rsidRPr="0025450C">
        <w:t>.</w:t>
      </w:r>
      <w:r>
        <w:t xml:space="preserve"> E</w:t>
      </w:r>
      <w:r w:rsidRPr="00A143AF">
        <w:t>xpert in religion and politics and race and politics and works as a lecturer in the Legislative Affairs program at GSPM</w:t>
      </w:r>
      <w:r w:rsidRPr="0025450C">
        <w:t xml:space="preserve">. “If Democrats Don't Take Back the House in 2026, America Should Be Alarmed.” </w:t>
      </w:r>
      <w:r w:rsidRPr="009369BA">
        <w:t>The Christian Recorder</w:t>
      </w:r>
      <w:r>
        <w:t>. 07/26/</w:t>
      </w:r>
      <w:r w:rsidRPr="0025450C">
        <w:t>2025. https://www.thechristianrecorder.com/articles/if-democrats-dont-take-back-the-house-in-2026-america-should-be-alarmed/</w:t>
      </w:r>
    </w:p>
    <w:p w14:paraId="09D96457" w14:textId="77777777" w:rsidR="00FF1F1F" w:rsidRPr="007B6DA9" w:rsidRDefault="00FF1F1F" w:rsidP="00FF1F1F">
      <w:pPr>
        <w:rPr>
          <w:sz w:val="16"/>
        </w:rPr>
      </w:pPr>
      <w:r w:rsidRPr="00B23A02">
        <w:rPr>
          <w:rStyle w:val="StyleUnderline"/>
          <w:highlight w:val="cyan"/>
        </w:rPr>
        <w:t>As we approach</w:t>
      </w:r>
      <w:r w:rsidRPr="00B23A02">
        <w:rPr>
          <w:sz w:val="16"/>
          <w:highlight w:val="cyan"/>
        </w:rPr>
        <w:t xml:space="preserve"> </w:t>
      </w:r>
      <w:r w:rsidRPr="007B6DA9">
        <w:rPr>
          <w:sz w:val="16"/>
        </w:rPr>
        <w:t xml:space="preserve">the </w:t>
      </w:r>
      <w:r w:rsidRPr="007B6DA9">
        <w:rPr>
          <w:rStyle w:val="Emphasis"/>
        </w:rPr>
        <w:t xml:space="preserve">2026 </w:t>
      </w:r>
      <w:r w:rsidRPr="00B23A02">
        <w:rPr>
          <w:rStyle w:val="Emphasis"/>
          <w:highlight w:val="cyan"/>
        </w:rPr>
        <w:t xml:space="preserve">midterm </w:t>
      </w:r>
      <w:r w:rsidRPr="007B6DA9">
        <w:rPr>
          <w:rStyle w:val="Emphasis"/>
        </w:rPr>
        <w:t>elections</w:t>
      </w:r>
      <w:r w:rsidRPr="007B6DA9">
        <w:rPr>
          <w:sz w:val="16"/>
        </w:rPr>
        <w:t xml:space="preserve"> and the start of the 119th Congress, </w:t>
      </w:r>
      <w:r w:rsidRPr="007B6DA9">
        <w:rPr>
          <w:rStyle w:val="StyleUnderline"/>
        </w:rPr>
        <w:t xml:space="preserve">Americans must confront a </w:t>
      </w:r>
      <w:r w:rsidRPr="007B6DA9">
        <w:rPr>
          <w:rStyle w:val="Emphasis"/>
        </w:rPr>
        <w:t>sobering reality</w:t>
      </w:r>
      <w:r w:rsidRPr="007B6DA9">
        <w:rPr>
          <w:sz w:val="16"/>
        </w:rPr>
        <w:t xml:space="preserve">: </w:t>
      </w:r>
      <w:r w:rsidRPr="00B23A02">
        <w:rPr>
          <w:rStyle w:val="StyleUnderline"/>
          <w:highlight w:val="cyan"/>
        </w:rPr>
        <w:t>if Dem</w:t>
      </w:r>
      <w:r w:rsidRPr="007B6DA9">
        <w:rPr>
          <w:rStyle w:val="StyleUnderline"/>
        </w:rPr>
        <w:t>ocrat</w:t>
      </w:r>
      <w:r w:rsidRPr="00B23A02">
        <w:rPr>
          <w:rStyle w:val="StyleUnderline"/>
          <w:highlight w:val="cyan"/>
        </w:rPr>
        <w:t>s</w:t>
      </w:r>
      <w:r w:rsidRPr="007B6DA9">
        <w:rPr>
          <w:rStyle w:val="StyleUnderline"/>
        </w:rPr>
        <w:t xml:space="preserve"> </w:t>
      </w:r>
      <w:r w:rsidRPr="00B23A02">
        <w:rPr>
          <w:rStyle w:val="StyleUnderline"/>
          <w:highlight w:val="cyan"/>
        </w:rPr>
        <w:t>fail</w:t>
      </w:r>
      <w:r w:rsidRPr="007B6DA9">
        <w:rPr>
          <w:sz w:val="16"/>
        </w:rPr>
        <w:t xml:space="preserve"> to regain control of the House of Representatives, </w:t>
      </w:r>
      <w:r w:rsidRPr="007B6DA9">
        <w:rPr>
          <w:rStyle w:val="StyleUnderline"/>
        </w:rPr>
        <w:t xml:space="preserve">our </w:t>
      </w:r>
      <w:r w:rsidRPr="00B23A02">
        <w:rPr>
          <w:rStyle w:val="StyleUnderline"/>
          <w:highlight w:val="cyan"/>
        </w:rPr>
        <w:t>democracy may face</w:t>
      </w:r>
      <w:r w:rsidRPr="007B6DA9">
        <w:rPr>
          <w:rStyle w:val="StyleUnderline"/>
        </w:rPr>
        <w:t xml:space="preserve"> </w:t>
      </w:r>
      <w:r w:rsidRPr="007B6DA9">
        <w:rPr>
          <w:rStyle w:val="Emphasis"/>
        </w:rPr>
        <w:t xml:space="preserve">further </w:t>
      </w:r>
      <w:r w:rsidRPr="00B23A02">
        <w:rPr>
          <w:rStyle w:val="Emphasis"/>
          <w:highlight w:val="cyan"/>
        </w:rPr>
        <w:t>erosion</w:t>
      </w:r>
      <w:r w:rsidRPr="007B6DA9">
        <w:rPr>
          <w:sz w:val="16"/>
        </w:rPr>
        <w:t xml:space="preserve"> at the hands </w:t>
      </w:r>
      <w:r w:rsidRPr="00B23A02">
        <w:rPr>
          <w:rStyle w:val="StyleUnderline"/>
          <w:highlight w:val="cyan"/>
        </w:rPr>
        <w:t xml:space="preserve">of </w:t>
      </w:r>
      <w:r w:rsidRPr="00B23A02">
        <w:rPr>
          <w:rStyle w:val="Emphasis"/>
          <w:highlight w:val="cyan"/>
        </w:rPr>
        <w:t>extremism</w:t>
      </w:r>
      <w:r w:rsidRPr="007B6DA9">
        <w:rPr>
          <w:sz w:val="16"/>
        </w:rPr>
        <w:t xml:space="preserve">, </w:t>
      </w:r>
      <w:r w:rsidRPr="00B23A02">
        <w:rPr>
          <w:rStyle w:val="Emphasis"/>
          <w:highlight w:val="cyan"/>
        </w:rPr>
        <w:t>gridlock</w:t>
      </w:r>
      <w:r w:rsidRPr="007B6DA9">
        <w:rPr>
          <w:sz w:val="16"/>
        </w:rPr>
        <w:t xml:space="preserve">, </w:t>
      </w:r>
      <w:r w:rsidRPr="00B23A02">
        <w:rPr>
          <w:rStyle w:val="StyleUnderline"/>
          <w:highlight w:val="cyan"/>
        </w:rPr>
        <w:t>and</w:t>
      </w:r>
      <w:r w:rsidRPr="00B23A02">
        <w:rPr>
          <w:sz w:val="16"/>
          <w:highlight w:val="cyan"/>
        </w:rPr>
        <w:t xml:space="preserve"> </w:t>
      </w:r>
      <w:r w:rsidRPr="007B6DA9">
        <w:rPr>
          <w:sz w:val="16"/>
        </w:rPr>
        <w:t xml:space="preserve">a </w:t>
      </w:r>
      <w:r w:rsidRPr="007B6DA9">
        <w:rPr>
          <w:rStyle w:val="Emphasis"/>
        </w:rPr>
        <w:t>deepening assault</w:t>
      </w:r>
      <w:r w:rsidRPr="007B6DA9">
        <w:rPr>
          <w:rStyle w:val="StyleUnderline"/>
        </w:rPr>
        <w:t xml:space="preserve"> on institutional </w:t>
      </w:r>
      <w:r w:rsidRPr="00B23A02">
        <w:rPr>
          <w:rStyle w:val="Emphasis"/>
          <w:highlight w:val="cyan"/>
        </w:rPr>
        <w:t>norms</w:t>
      </w:r>
      <w:r w:rsidRPr="007B6DA9">
        <w:rPr>
          <w:sz w:val="16"/>
        </w:rPr>
        <w:t>. The stakes could not be higher.</w:t>
      </w:r>
    </w:p>
    <w:p w14:paraId="73EB05B0" w14:textId="77777777" w:rsidR="00FF1F1F" w:rsidRPr="007B6DA9" w:rsidRDefault="00FF1F1F" w:rsidP="00FF1F1F">
      <w:pPr>
        <w:rPr>
          <w:sz w:val="16"/>
        </w:rPr>
      </w:pPr>
      <w:r w:rsidRPr="007B6DA9">
        <w:rPr>
          <w:sz w:val="16"/>
        </w:rPr>
        <w:t xml:space="preserve">Since reclaiming the House in 2022, </w:t>
      </w:r>
      <w:r w:rsidRPr="00B23A02">
        <w:rPr>
          <w:rStyle w:val="StyleUnderline"/>
          <w:highlight w:val="cyan"/>
        </w:rPr>
        <w:t xml:space="preserve">Republicans </w:t>
      </w:r>
      <w:r w:rsidRPr="007B6DA9">
        <w:rPr>
          <w:rStyle w:val="StyleUnderline"/>
        </w:rPr>
        <w:t>have increasingly used their majority</w:t>
      </w:r>
      <w:r w:rsidRPr="007B6DA9">
        <w:rPr>
          <w:sz w:val="16"/>
        </w:rPr>
        <w:t xml:space="preserve"> not to govern but </w:t>
      </w:r>
      <w:r w:rsidRPr="007B6DA9">
        <w:rPr>
          <w:rStyle w:val="StyleUnderline"/>
        </w:rPr>
        <w:t xml:space="preserve">to </w:t>
      </w:r>
      <w:r w:rsidRPr="00B23A02">
        <w:rPr>
          <w:rStyle w:val="Emphasis"/>
          <w:highlight w:val="cyan"/>
        </w:rPr>
        <w:t>obstruct</w:t>
      </w:r>
      <w:r w:rsidRPr="007B6DA9">
        <w:rPr>
          <w:sz w:val="16"/>
        </w:rPr>
        <w:t xml:space="preserve">. Committee </w:t>
      </w:r>
      <w:r w:rsidRPr="007B6DA9">
        <w:rPr>
          <w:rStyle w:val="StyleUnderline"/>
        </w:rPr>
        <w:t>rooms have become arenas</w:t>
      </w:r>
      <w:r w:rsidRPr="007B6DA9">
        <w:rPr>
          <w:sz w:val="16"/>
        </w:rPr>
        <w:t xml:space="preserve"> for political theater. Subpoenas are issued not in the pursuit of oversight but in the name of vengeance. </w:t>
      </w:r>
      <w:r w:rsidRPr="00B23A02">
        <w:rPr>
          <w:rStyle w:val="Emphasis"/>
          <w:highlight w:val="cyan"/>
        </w:rPr>
        <w:t>Critical</w:t>
      </w:r>
      <w:r w:rsidRPr="00B23A02">
        <w:rPr>
          <w:rStyle w:val="StyleUnderline"/>
          <w:highlight w:val="cyan"/>
        </w:rPr>
        <w:t xml:space="preserve"> legislation</w:t>
      </w:r>
      <w:r w:rsidRPr="007B6DA9">
        <w:rPr>
          <w:sz w:val="16"/>
        </w:rPr>
        <w:t xml:space="preserve">—from </w:t>
      </w:r>
      <w:r w:rsidRPr="00B23A02">
        <w:rPr>
          <w:rStyle w:val="Emphasis"/>
          <w:highlight w:val="cyan"/>
        </w:rPr>
        <w:t>reproductive rights</w:t>
      </w:r>
      <w:r w:rsidRPr="00B23A02">
        <w:rPr>
          <w:sz w:val="16"/>
          <w:highlight w:val="cyan"/>
        </w:rPr>
        <w:t xml:space="preserve"> </w:t>
      </w:r>
      <w:r w:rsidRPr="007B6DA9">
        <w:rPr>
          <w:sz w:val="16"/>
        </w:rPr>
        <w:t xml:space="preserve">and </w:t>
      </w:r>
      <w:r w:rsidRPr="00B23A02">
        <w:rPr>
          <w:rStyle w:val="Emphasis"/>
          <w:highlight w:val="cyan"/>
        </w:rPr>
        <w:t xml:space="preserve">voting </w:t>
      </w:r>
      <w:r w:rsidRPr="007B6DA9">
        <w:rPr>
          <w:rStyle w:val="Emphasis"/>
        </w:rPr>
        <w:t>access</w:t>
      </w:r>
      <w:r w:rsidRPr="007B6DA9">
        <w:rPr>
          <w:sz w:val="16"/>
        </w:rPr>
        <w:t xml:space="preserve"> to </w:t>
      </w:r>
      <w:r w:rsidRPr="00B23A02">
        <w:rPr>
          <w:rStyle w:val="Emphasis"/>
          <w:highlight w:val="cyan"/>
        </w:rPr>
        <w:t>climate action</w:t>
      </w:r>
      <w:r w:rsidRPr="007B6DA9">
        <w:rPr>
          <w:rStyle w:val="StyleUnderline"/>
        </w:rPr>
        <w:t xml:space="preserve"> and gun reform</w:t>
      </w:r>
      <w:r w:rsidRPr="007B6DA9">
        <w:rPr>
          <w:sz w:val="16"/>
        </w:rPr>
        <w:t>—</w:t>
      </w:r>
      <w:r w:rsidRPr="007B6DA9">
        <w:rPr>
          <w:rStyle w:val="StyleUnderline"/>
        </w:rPr>
        <w:t xml:space="preserve">has been held </w:t>
      </w:r>
      <w:r w:rsidRPr="007B6DA9">
        <w:rPr>
          <w:rStyle w:val="Emphasis"/>
        </w:rPr>
        <w:t>hostage</w:t>
      </w:r>
      <w:r w:rsidRPr="007B6DA9">
        <w:rPr>
          <w:sz w:val="16"/>
        </w:rPr>
        <w:t xml:space="preserve"> by a far-right faction whose allegiance is not to the Constitution, but to conspiracy and power.</w:t>
      </w:r>
    </w:p>
    <w:p w14:paraId="1A4637F6" w14:textId="77777777" w:rsidR="00FF1F1F" w:rsidRPr="007B6DA9" w:rsidRDefault="00FF1F1F" w:rsidP="00FF1F1F">
      <w:pPr>
        <w:rPr>
          <w:sz w:val="16"/>
        </w:rPr>
      </w:pPr>
      <w:r w:rsidRPr="007B6DA9">
        <w:rPr>
          <w:sz w:val="16"/>
        </w:rPr>
        <w:t xml:space="preserve">If this continues into the 119th Congress, </w:t>
      </w:r>
      <w:r w:rsidRPr="007B6DA9">
        <w:rPr>
          <w:rStyle w:val="StyleUnderline"/>
        </w:rPr>
        <w:t xml:space="preserve">the consequences will be </w:t>
      </w:r>
      <w:r w:rsidRPr="007B6DA9">
        <w:rPr>
          <w:rStyle w:val="Emphasis"/>
        </w:rPr>
        <w:t>dire</w:t>
      </w:r>
      <w:r w:rsidRPr="007B6DA9">
        <w:rPr>
          <w:sz w:val="16"/>
        </w:rPr>
        <w:t>.</w:t>
      </w:r>
    </w:p>
    <w:p w14:paraId="12DD9822" w14:textId="77777777" w:rsidR="00FF1F1F" w:rsidRPr="007B6DA9" w:rsidRDefault="00FF1F1F" w:rsidP="00FF1F1F">
      <w:pPr>
        <w:rPr>
          <w:sz w:val="16"/>
        </w:rPr>
      </w:pPr>
      <w:r w:rsidRPr="007B6DA9">
        <w:rPr>
          <w:sz w:val="16"/>
        </w:rPr>
        <w:t xml:space="preserve">First, </w:t>
      </w:r>
      <w:r w:rsidRPr="007B6DA9">
        <w:rPr>
          <w:rStyle w:val="StyleUnderline"/>
        </w:rPr>
        <w:t xml:space="preserve">a </w:t>
      </w:r>
      <w:r w:rsidRPr="00B23A02">
        <w:rPr>
          <w:rStyle w:val="StyleUnderline"/>
          <w:highlight w:val="cyan"/>
        </w:rPr>
        <w:t>Republican</w:t>
      </w:r>
      <w:r w:rsidRPr="00B23A02">
        <w:rPr>
          <w:rStyle w:val="StyleUnderline"/>
        </w:rPr>
        <w:t>-controlled</w:t>
      </w:r>
      <w:r w:rsidRPr="007B6DA9">
        <w:rPr>
          <w:rStyle w:val="StyleUnderline"/>
        </w:rPr>
        <w:t xml:space="preserve"> </w:t>
      </w:r>
      <w:r w:rsidRPr="00B23A02">
        <w:rPr>
          <w:rStyle w:val="Emphasis"/>
          <w:highlight w:val="cyan"/>
        </w:rPr>
        <w:t>House in 2026</w:t>
      </w:r>
      <w:r w:rsidRPr="00B23A02">
        <w:rPr>
          <w:rStyle w:val="StyleUnderline"/>
          <w:highlight w:val="cyan"/>
        </w:rPr>
        <w:t xml:space="preserve"> would</w:t>
      </w:r>
      <w:r w:rsidRPr="007B6DA9">
        <w:rPr>
          <w:sz w:val="16"/>
        </w:rPr>
        <w:t xml:space="preserve"> likely </w:t>
      </w:r>
      <w:r w:rsidRPr="007B6DA9">
        <w:rPr>
          <w:rStyle w:val="Emphasis"/>
        </w:rPr>
        <w:t>intensify</w:t>
      </w:r>
      <w:r w:rsidRPr="007B6DA9">
        <w:rPr>
          <w:rStyle w:val="StyleUnderline"/>
        </w:rPr>
        <w:t xml:space="preserve"> efforts to </w:t>
      </w:r>
      <w:r w:rsidRPr="00B23A02">
        <w:rPr>
          <w:rStyle w:val="StyleUnderline"/>
          <w:highlight w:val="cyan"/>
        </w:rPr>
        <w:t>delegitimize</w:t>
      </w:r>
      <w:r w:rsidRPr="007B6DA9">
        <w:rPr>
          <w:sz w:val="16"/>
        </w:rPr>
        <w:t xml:space="preserve"> federal </w:t>
      </w:r>
      <w:r w:rsidRPr="00B23A02">
        <w:rPr>
          <w:rStyle w:val="Emphasis"/>
          <w:highlight w:val="cyan"/>
        </w:rPr>
        <w:t>agencies</w:t>
      </w:r>
      <w:r w:rsidRPr="007B6DA9">
        <w:rPr>
          <w:sz w:val="16"/>
        </w:rPr>
        <w:t xml:space="preserve">, </w:t>
      </w:r>
      <w:r w:rsidRPr="00B23A02">
        <w:rPr>
          <w:rStyle w:val="StyleUnderline"/>
          <w:highlight w:val="cyan"/>
        </w:rPr>
        <w:t>undermine</w:t>
      </w:r>
      <w:r w:rsidRPr="007B6DA9">
        <w:rPr>
          <w:sz w:val="16"/>
        </w:rPr>
        <w:t xml:space="preserve"> the </w:t>
      </w:r>
      <w:r w:rsidRPr="00B23A02">
        <w:rPr>
          <w:rStyle w:val="StyleUnderline"/>
          <w:highlight w:val="cyan"/>
        </w:rPr>
        <w:t>rule of law</w:t>
      </w:r>
      <w:r w:rsidRPr="007B6DA9">
        <w:rPr>
          <w:sz w:val="16"/>
        </w:rPr>
        <w:t xml:space="preserve">, </w:t>
      </w:r>
      <w:r w:rsidRPr="00B23A02">
        <w:rPr>
          <w:rStyle w:val="StyleUnderline"/>
          <w:highlight w:val="cyan"/>
        </w:rPr>
        <w:t>and</w:t>
      </w:r>
      <w:r w:rsidRPr="007B6DA9">
        <w:rPr>
          <w:rStyle w:val="StyleUnderline"/>
        </w:rPr>
        <w:t xml:space="preserve"> weaponize</w:t>
      </w:r>
      <w:r w:rsidRPr="007B6DA9">
        <w:rPr>
          <w:sz w:val="16"/>
        </w:rPr>
        <w:t xml:space="preserve"> congressional </w:t>
      </w:r>
      <w:r w:rsidRPr="007B6DA9">
        <w:rPr>
          <w:rStyle w:val="StyleUnderline"/>
        </w:rPr>
        <w:t xml:space="preserve">investigations to </w:t>
      </w:r>
      <w:r w:rsidRPr="00B23A02">
        <w:rPr>
          <w:rStyle w:val="Emphasis"/>
          <w:highlight w:val="cyan"/>
        </w:rPr>
        <w:t>damage</w:t>
      </w:r>
      <w:r w:rsidRPr="007B6DA9">
        <w:rPr>
          <w:sz w:val="16"/>
        </w:rPr>
        <w:t xml:space="preserve"> political </w:t>
      </w:r>
      <w:r w:rsidRPr="00B23A02">
        <w:rPr>
          <w:rStyle w:val="Emphasis"/>
          <w:highlight w:val="cyan"/>
        </w:rPr>
        <w:t>opponents</w:t>
      </w:r>
      <w:r w:rsidRPr="007B6DA9">
        <w:rPr>
          <w:sz w:val="16"/>
        </w:rPr>
        <w:t xml:space="preserve">. In recent sessions, </w:t>
      </w:r>
      <w:r w:rsidRPr="007B6DA9">
        <w:rPr>
          <w:rStyle w:val="StyleUnderline"/>
        </w:rPr>
        <w:t>we’ve already witnessed sham impeachments</w:t>
      </w:r>
      <w:r w:rsidRPr="007B6DA9">
        <w:rPr>
          <w:sz w:val="16"/>
        </w:rPr>
        <w:t xml:space="preserve">, </w:t>
      </w:r>
      <w:r w:rsidRPr="007B6DA9">
        <w:rPr>
          <w:rStyle w:val="StyleUnderline"/>
        </w:rPr>
        <w:t xml:space="preserve">threats to defund the </w:t>
      </w:r>
      <w:r w:rsidRPr="007B6DA9">
        <w:rPr>
          <w:sz w:val="16"/>
        </w:rPr>
        <w:t>Federal Bureau of Investigation (</w:t>
      </w:r>
      <w:r w:rsidRPr="007B6DA9">
        <w:rPr>
          <w:rStyle w:val="StyleUnderline"/>
        </w:rPr>
        <w:t>FBI</w:t>
      </w:r>
      <w:r w:rsidRPr="007B6DA9">
        <w:rPr>
          <w:sz w:val="16"/>
        </w:rPr>
        <w:t>) and Department of Justice (</w:t>
      </w:r>
      <w:r w:rsidRPr="007B6DA9">
        <w:rPr>
          <w:rStyle w:val="StyleUnderline"/>
        </w:rPr>
        <w:t>DOJ</w:t>
      </w:r>
      <w:r w:rsidRPr="007B6DA9">
        <w:rPr>
          <w:sz w:val="16"/>
        </w:rPr>
        <w:t xml:space="preserve">), </w:t>
      </w:r>
      <w:r w:rsidRPr="00B23A02">
        <w:rPr>
          <w:rStyle w:val="StyleUnderline"/>
          <w:highlight w:val="cyan"/>
        </w:rPr>
        <w:t>and</w:t>
      </w:r>
      <w:r w:rsidRPr="007B6DA9">
        <w:rPr>
          <w:rStyle w:val="StyleUnderline"/>
        </w:rPr>
        <w:t xml:space="preserve"> </w:t>
      </w:r>
      <w:r w:rsidRPr="007B6DA9">
        <w:rPr>
          <w:sz w:val="16"/>
        </w:rPr>
        <w:t xml:space="preserve">coordinated </w:t>
      </w:r>
      <w:r w:rsidRPr="007B6DA9">
        <w:rPr>
          <w:rStyle w:val="StyleUnderline"/>
        </w:rPr>
        <w:t xml:space="preserve">attacks on </w:t>
      </w:r>
      <w:r w:rsidRPr="00B23A02">
        <w:rPr>
          <w:rStyle w:val="Emphasis"/>
          <w:highlight w:val="cyan"/>
        </w:rPr>
        <w:t>public health</w:t>
      </w:r>
      <w:r w:rsidRPr="007B6DA9">
        <w:rPr>
          <w:sz w:val="16"/>
        </w:rPr>
        <w:t xml:space="preserve"> institutions. </w:t>
      </w:r>
      <w:r w:rsidRPr="007B6DA9">
        <w:rPr>
          <w:rStyle w:val="StyleUnderline"/>
        </w:rPr>
        <w:t>Expect</w:t>
      </w:r>
      <w:r w:rsidRPr="007B6DA9">
        <w:rPr>
          <w:sz w:val="16"/>
        </w:rPr>
        <w:t xml:space="preserve"> more of the same—if not </w:t>
      </w:r>
      <w:r w:rsidRPr="007B6DA9">
        <w:rPr>
          <w:rStyle w:val="StyleUnderline"/>
        </w:rPr>
        <w:t>worse</w:t>
      </w:r>
      <w:r w:rsidRPr="007B6DA9">
        <w:rPr>
          <w:sz w:val="16"/>
        </w:rPr>
        <w:t>—if another majority emboldens Speaker Johnson and President Trump.</w:t>
      </w:r>
    </w:p>
    <w:p w14:paraId="5A2219EE" w14:textId="77777777" w:rsidR="00FF1F1F" w:rsidRPr="007B6DA9" w:rsidRDefault="00FF1F1F" w:rsidP="00FF1F1F">
      <w:pPr>
        <w:rPr>
          <w:sz w:val="16"/>
        </w:rPr>
      </w:pPr>
      <w:r w:rsidRPr="007B6DA9">
        <w:rPr>
          <w:sz w:val="16"/>
        </w:rPr>
        <w:t xml:space="preserve">Second, </w:t>
      </w:r>
      <w:r w:rsidRPr="007B6DA9">
        <w:rPr>
          <w:rStyle w:val="StyleUnderline"/>
        </w:rPr>
        <w:t xml:space="preserve">the </w:t>
      </w:r>
      <w:r w:rsidRPr="00B23A02">
        <w:rPr>
          <w:rStyle w:val="StyleUnderline"/>
          <w:highlight w:val="cyan"/>
        </w:rPr>
        <w:t xml:space="preserve">ability to pass </w:t>
      </w:r>
      <w:r w:rsidRPr="00B23A02">
        <w:rPr>
          <w:rStyle w:val="Emphasis"/>
          <w:highlight w:val="cyan"/>
        </w:rPr>
        <w:t>essential legislation</w:t>
      </w:r>
      <w:r w:rsidRPr="00B23A02">
        <w:rPr>
          <w:rStyle w:val="StyleUnderline"/>
          <w:highlight w:val="cyan"/>
        </w:rPr>
        <w:t xml:space="preserve"> will</w:t>
      </w:r>
      <w:r w:rsidRPr="00B23A02">
        <w:rPr>
          <w:sz w:val="16"/>
          <w:highlight w:val="cyan"/>
        </w:rPr>
        <w:t xml:space="preserve"> </w:t>
      </w:r>
      <w:r w:rsidRPr="007B6DA9">
        <w:rPr>
          <w:sz w:val="16"/>
        </w:rPr>
        <w:t xml:space="preserve">grind to a </w:t>
      </w:r>
      <w:r w:rsidRPr="00B23A02">
        <w:rPr>
          <w:rStyle w:val="Emphasis"/>
          <w:highlight w:val="cyan"/>
        </w:rPr>
        <w:t>halt</w:t>
      </w:r>
      <w:r w:rsidRPr="007B6DA9">
        <w:rPr>
          <w:sz w:val="16"/>
        </w:rPr>
        <w:t xml:space="preserve">. The country faces </w:t>
      </w:r>
      <w:r w:rsidRPr="007B6DA9">
        <w:rPr>
          <w:rStyle w:val="StyleUnderline"/>
        </w:rPr>
        <w:t>urgent challenges</w:t>
      </w:r>
      <w:r w:rsidRPr="007B6DA9">
        <w:rPr>
          <w:sz w:val="16"/>
        </w:rPr>
        <w:t xml:space="preserve">: </w:t>
      </w:r>
      <w:r w:rsidRPr="007B6DA9">
        <w:rPr>
          <w:rStyle w:val="StyleUnderline"/>
        </w:rPr>
        <w:t xml:space="preserve">a </w:t>
      </w:r>
      <w:r w:rsidRPr="00B23A02">
        <w:rPr>
          <w:rStyle w:val="StyleUnderline"/>
          <w:highlight w:val="cyan"/>
        </w:rPr>
        <w:t xml:space="preserve">warming </w:t>
      </w:r>
      <w:r w:rsidRPr="007B6DA9">
        <w:rPr>
          <w:rStyle w:val="StyleUnderline"/>
        </w:rPr>
        <w:t>planet</w:t>
      </w:r>
      <w:r w:rsidRPr="007B6DA9">
        <w:rPr>
          <w:sz w:val="16"/>
        </w:rPr>
        <w:t xml:space="preserve">, deepening </w:t>
      </w:r>
      <w:r w:rsidRPr="00B23A02">
        <w:rPr>
          <w:rStyle w:val="Emphasis"/>
          <w:highlight w:val="cyan"/>
        </w:rPr>
        <w:t>inequality</w:t>
      </w:r>
      <w:r w:rsidRPr="007B6DA9">
        <w:rPr>
          <w:sz w:val="16"/>
        </w:rPr>
        <w:t xml:space="preserve">, an </w:t>
      </w:r>
      <w:r w:rsidRPr="00B23A02">
        <w:rPr>
          <w:rStyle w:val="Emphasis"/>
          <w:highlight w:val="cyan"/>
        </w:rPr>
        <w:t>aging</w:t>
      </w:r>
      <w:r w:rsidRPr="00B23A02">
        <w:rPr>
          <w:rStyle w:val="StyleUnderline"/>
          <w:highlight w:val="cyan"/>
        </w:rPr>
        <w:t xml:space="preserve"> </w:t>
      </w:r>
      <w:r w:rsidRPr="007B6DA9">
        <w:rPr>
          <w:rStyle w:val="StyleUnderline"/>
        </w:rPr>
        <w:t>infrastructure</w:t>
      </w:r>
      <w:r w:rsidRPr="007B6DA9">
        <w:rPr>
          <w:sz w:val="16"/>
        </w:rPr>
        <w:t xml:space="preserve">, </w:t>
      </w:r>
      <w:r w:rsidRPr="00B23A02">
        <w:rPr>
          <w:rStyle w:val="StyleUnderline"/>
          <w:highlight w:val="cyan"/>
        </w:rPr>
        <w:t>and</w:t>
      </w:r>
      <w:r w:rsidRPr="00B23A02">
        <w:rPr>
          <w:sz w:val="16"/>
          <w:highlight w:val="cyan"/>
        </w:rPr>
        <w:t xml:space="preserve"> </w:t>
      </w:r>
      <w:r w:rsidRPr="007B6DA9">
        <w:rPr>
          <w:sz w:val="16"/>
        </w:rPr>
        <w:t xml:space="preserve">a </w:t>
      </w:r>
      <w:r w:rsidRPr="007B6DA9">
        <w:rPr>
          <w:rStyle w:val="StyleUnderline"/>
        </w:rPr>
        <w:t xml:space="preserve">fragile </w:t>
      </w:r>
      <w:r w:rsidRPr="00B23A02">
        <w:rPr>
          <w:rStyle w:val="Emphasis"/>
          <w:highlight w:val="cyan"/>
        </w:rPr>
        <w:t>healthcare</w:t>
      </w:r>
      <w:r w:rsidRPr="00B23A02">
        <w:rPr>
          <w:sz w:val="16"/>
          <w:highlight w:val="cyan"/>
        </w:rPr>
        <w:t xml:space="preserve"> </w:t>
      </w:r>
      <w:r w:rsidRPr="007B6DA9">
        <w:rPr>
          <w:sz w:val="16"/>
        </w:rPr>
        <w:t xml:space="preserve">system. But </w:t>
      </w:r>
      <w:r w:rsidRPr="00B23A02">
        <w:rPr>
          <w:rStyle w:val="StyleUnderline"/>
          <w:highlight w:val="cyan"/>
        </w:rPr>
        <w:t xml:space="preserve">if </w:t>
      </w:r>
      <w:r w:rsidRPr="00B23A02">
        <w:rPr>
          <w:rStyle w:val="Emphasis"/>
          <w:highlight w:val="cyan"/>
        </w:rPr>
        <w:t>Dem</w:t>
      </w:r>
      <w:r w:rsidRPr="007B6DA9">
        <w:rPr>
          <w:sz w:val="16"/>
        </w:rPr>
        <w:t>ocrat</w:t>
      </w:r>
      <w:r w:rsidRPr="00B23A02">
        <w:rPr>
          <w:rStyle w:val="Emphasis"/>
          <w:highlight w:val="cyan"/>
        </w:rPr>
        <w:t>s do not</w:t>
      </w:r>
      <w:r w:rsidRPr="007B6DA9">
        <w:rPr>
          <w:rStyle w:val="Emphasis"/>
        </w:rPr>
        <w:t xml:space="preserve"> </w:t>
      </w:r>
      <w:r w:rsidRPr="00B23A02">
        <w:rPr>
          <w:rStyle w:val="Emphasis"/>
          <w:highlight w:val="cyan"/>
        </w:rPr>
        <w:t>regain</w:t>
      </w:r>
      <w:r w:rsidRPr="007B6DA9">
        <w:rPr>
          <w:sz w:val="16"/>
        </w:rPr>
        <w:t xml:space="preserve"> control of </w:t>
      </w:r>
      <w:r w:rsidRPr="00B23A02">
        <w:rPr>
          <w:rStyle w:val="StyleUnderline"/>
          <w:highlight w:val="cyan"/>
        </w:rPr>
        <w:t>the House</w:t>
      </w:r>
      <w:r w:rsidRPr="007B6DA9">
        <w:rPr>
          <w:sz w:val="16"/>
        </w:rPr>
        <w:t xml:space="preserve">, </w:t>
      </w:r>
      <w:r w:rsidRPr="00B23A02">
        <w:rPr>
          <w:rStyle w:val="StyleUnderline"/>
          <w:highlight w:val="cyan"/>
        </w:rPr>
        <w:t>we</w:t>
      </w:r>
      <w:r w:rsidRPr="007B6DA9">
        <w:rPr>
          <w:rStyle w:val="StyleUnderline"/>
        </w:rPr>
        <w:t xml:space="preserve"> can </w:t>
      </w:r>
      <w:r w:rsidRPr="00B23A02">
        <w:rPr>
          <w:rStyle w:val="StyleUnderline"/>
          <w:highlight w:val="cyan"/>
        </w:rPr>
        <w:t>expect</w:t>
      </w:r>
      <w:r w:rsidRPr="007B6DA9">
        <w:rPr>
          <w:sz w:val="16"/>
        </w:rPr>
        <w:t xml:space="preserve"> more </w:t>
      </w:r>
      <w:r w:rsidRPr="007B6DA9">
        <w:rPr>
          <w:rStyle w:val="StyleUnderline"/>
        </w:rPr>
        <w:t xml:space="preserve">manufactured </w:t>
      </w:r>
      <w:r w:rsidRPr="00B23A02">
        <w:rPr>
          <w:rStyle w:val="Emphasis"/>
          <w:highlight w:val="cyan"/>
        </w:rPr>
        <w:t>shutdowns</w:t>
      </w:r>
      <w:r w:rsidRPr="007B6DA9">
        <w:rPr>
          <w:sz w:val="16"/>
        </w:rPr>
        <w:t xml:space="preserve">, </w:t>
      </w:r>
      <w:r w:rsidRPr="00B23A02">
        <w:rPr>
          <w:rStyle w:val="Emphasis"/>
          <w:highlight w:val="cyan"/>
        </w:rPr>
        <w:t>debt</w:t>
      </w:r>
      <w:r w:rsidRPr="007B6DA9">
        <w:rPr>
          <w:sz w:val="16"/>
        </w:rPr>
        <w:t xml:space="preserve"> ceiling </w:t>
      </w:r>
      <w:r w:rsidRPr="007B6DA9">
        <w:rPr>
          <w:rStyle w:val="StyleUnderline"/>
        </w:rPr>
        <w:t>brinkmanship</w:t>
      </w:r>
      <w:r w:rsidRPr="007B6DA9">
        <w:rPr>
          <w:sz w:val="16"/>
        </w:rPr>
        <w:t xml:space="preserve">, </w:t>
      </w:r>
      <w:r w:rsidRPr="00B23A02">
        <w:rPr>
          <w:rStyle w:val="StyleUnderline"/>
          <w:highlight w:val="cyan"/>
        </w:rPr>
        <w:t>and</w:t>
      </w:r>
      <w:r w:rsidRPr="007B6DA9">
        <w:rPr>
          <w:rStyle w:val="StyleUnderline"/>
        </w:rPr>
        <w:t xml:space="preserve"> </w:t>
      </w:r>
      <w:r w:rsidRPr="00B23A02">
        <w:rPr>
          <w:rStyle w:val="Emphasis"/>
          <w:highlight w:val="cyan"/>
        </w:rPr>
        <w:t>resistance</w:t>
      </w:r>
      <w:r w:rsidRPr="007B6DA9">
        <w:rPr>
          <w:rStyle w:val="StyleUnderline"/>
        </w:rPr>
        <w:t xml:space="preserve"> to</w:t>
      </w:r>
      <w:r w:rsidRPr="007B6DA9">
        <w:rPr>
          <w:sz w:val="16"/>
        </w:rPr>
        <w:t xml:space="preserve"> common-sense </w:t>
      </w:r>
      <w:r w:rsidRPr="007B6DA9">
        <w:rPr>
          <w:rStyle w:val="StyleUnderline"/>
        </w:rPr>
        <w:t>solutions</w:t>
      </w:r>
      <w:r w:rsidRPr="007B6DA9">
        <w:rPr>
          <w:sz w:val="16"/>
        </w:rPr>
        <w:t>.</w:t>
      </w:r>
    </w:p>
    <w:p w14:paraId="6949A789" w14:textId="77777777" w:rsidR="00FF1F1F" w:rsidRPr="007B6DA9" w:rsidRDefault="00FF1F1F" w:rsidP="00FF1F1F">
      <w:pPr>
        <w:rPr>
          <w:sz w:val="16"/>
        </w:rPr>
      </w:pPr>
      <w:r w:rsidRPr="007B6DA9">
        <w:rPr>
          <w:sz w:val="16"/>
        </w:rPr>
        <w:t>Third—and perhaps most ominously—</w:t>
      </w:r>
      <w:r w:rsidRPr="00B23A02">
        <w:rPr>
          <w:rStyle w:val="StyleUnderline"/>
          <w:highlight w:val="cyan"/>
        </w:rPr>
        <w:t>a Republican House</w:t>
      </w:r>
      <w:r w:rsidRPr="007B6DA9">
        <w:rPr>
          <w:rStyle w:val="StyleUnderline"/>
        </w:rPr>
        <w:t xml:space="preserve"> will</w:t>
      </w:r>
      <w:r w:rsidRPr="007B6DA9">
        <w:rPr>
          <w:sz w:val="16"/>
        </w:rPr>
        <w:t xml:space="preserve"> continue its </w:t>
      </w:r>
      <w:r w:rsidRPr="00B23A02">
        <w:rPr>
          <w:rStyle w:val="StyleUnderline"/>
          <w:highlight w:val="cyan"/>
        </w:rPr>
        <w:t xml:space="preserve">march toward </w:t>
      </w:r>
      <w:r w:rsidRPr="00B23A02">
        <w:rPr>
          <w:rStyle w:val="Emphasis"/>
          <w:highlight w:val="cyan"/>
        </w:rPr>
        <w:t>authoritarianism</w:t>
      </w:r>
      <w:r w:rsidRPr="007B6DA9">
        <w:rPr>
          <w:sz w:val="16"/>
        </w:rPr>
        <w:t xml:space="preserve">. The 2026 </w:t>
      </w:r>
      <w:r w:rsidRPr="007B6DA9">
        <w:rPr>
          <w:rStyle w:val="StyleUnderline"/>
        </w:rPr>
        <w:t>midterms</w:t>
      </w:r>
      <w:r w:rsidRPr="007B6DA9">
        <w:rPr>
          <w:sz w:val="16"/>
        </w:rPr>
        <w:t xml:space="preserve"> are not just about partisan advantage; they </w:t>
      </w:r>
      <w:r w:rsidRPr="007B6DA9">
        <w:rPr>
          <w:rStyle w:val="StyleUnderline"/>
        </w:rPr>
        <w:t xml:space="preserve">are about </w:t>
      </w:r>
      <w:r w:rsidRPr="00B23A02">
        <w:rPr>
          <w:rStyle w:val="StyleUnderline"/>
          <w:highlight w:val="cyan"/>
        </w:rPr>
        <w:t>preserving</w:t>
      </w:r>
      <w:r w:rsidRPr="007B6DA9">
        <w:rPr>
          <w:rStyle w:val="StyleUnderline"/>
        </w:rPr>
        <w:t xml:space="preserve"> </w:t>
      </w:r>
      <w:r w:rsidRPr="007B6DA9">
        <w:rPr>
          <w:rStyle w:val="Emphasis"/>
        </w:rPr>
        <w:t>democratic norms</w:t>
      </w:r>
      <w:r w:rsidRPr="007B6DA9">
        <w:rPr>
          <w:rStyle w:val="StyleUnderline"/>
        </w:rPr>
        <w:t xml:space="preserve"> and rejecting</w:t>
      </w:r>
      <w:r w:rsidRPr="007B6DA9">
        <w:rPr>
          <w:sz w:val="16"/>
        </w:rPr>
        <w:t xml:space="preserve"> a movement that has openly questioned the validity of elections, embraced political violence, and trafficked in </w:t>
      </w:r>
      <w:r w:rsidRPr="00B23A02">
        <w:rPr>
          <w:rStyle w:val="StyleUnderline"/>
          <w:highlight w:val="cyan"/>
        </w:rPr>
        <w:t>white</w:t>
      </w:r>
      <w:r w:rsidRPr="007B6DA9">
        <w:rPr>
          <w:rStyle w:val="StyleUnderline"/>
        </w:rPr>
        <w:t xml:space="preserve"> Christian </w:t>
      </w:r>
      <w:r w:rsidRPr="00B23A02">
        <w:rPr>
          <w:rStyle w:val="Emphasis"/>
          <w:highlight w:val="cyan"/>
        </w:rPr>
        <w:t>nationalism</w:t>
      </w:r>
      <w:r w:rsidRPr="007B6DA9">
        <w:rPr>
          <w:sz w:val="16"/>
        </w:rPr>
        <w:t xml:space="preserve">. A </w:t>
      </w:r>
      <w:r w:rsidRPr="00B23A02">
        <w:rPr>
          <w:rStyle w:val="StyleUnderline"/>
          <w:highlight w:val="cyan"/>
        </w:rPr>
        <w:t>Dem</w:t>
      </w:r>
      <w:r w:rsidRPr="007B6DA9">
        <w:rPr>
          <w:rStyle w:val="StyleUnderline"/>
        </w:rPr>
        <w:t xml:space="preserve">ocratic </w:t>
      </w:r>
      <w:r w:rsidRPr="00B23A02">
        <w:rPr>
          <w:rStyle w:val="StyleUnderline"/>
          <w:highlight w:val="cyan"/>
        </w:rPr>
        <w:t>House is the firewall</w:t>
      </w:r>
      <w:r w:rsidRPr="007B6DA9">
        <w:rPr>
          <w:rStyle w:val="StyleUnderline"/>
        </w:rPr>
        <w:t xml:space="preserve"> we need </w:t>
      </w:r>
      <w:r w:rsidRPr="00B23A02">
        <w:rPr>
          <w:rStyle w:val="StyleUnderline"/>
          <w:highlight w:val="cyan"/>
        </w:rPr>
        <w:t xml:space="preserve">to protect </w:t>
      </w:r>
      <w:r w:rsidRPr="00B23A02">
        <w:rPr>
          <w:rStyle w:val="Emphasis"/>
          <w:highlight w:val="cyan"/>
        </w:rPr>
        <w:t>voting</w:t>
      </w:r>
      <w:r w:rsidRPr="007B6DA9">
        <w:rPr>
          <w:rStyle w:val="Emphasis"/>
        </w:rPr>
        <w:t xml:space="preserve"> rights</w:t>
      </w:r>
      <w:r w:rsidRPr="007B6DA9">
        <w:rPr>
          <w:sz w:val="16"/>
        </w:rPr>
        <w:t xml:space="preserve">, defend </w:t>
      </w:r>
      <w:r w:rsidRPr="007B6DA9">
        <w:rPr>
          <w:rStyle w:val="StyleUnderline"/>
        </w:rPr>
        <w:t xml:space="preserve">judicial </w:t>
      </w:r>
      <w:r w:rsidRPr="00B23A02">
        <w:rPr>
          <w:rStyle w:val="Emphasis"/>
          <w:highlight w:val="cyan"/>
        </w:rPr>
        <w:t>independence</w:t>
      </w:r>
      <w:r w:rsidRPr="007B6DA9">
        <w:rPr>
          <w:sz w:val="16"/>
        </w:rPr>
        <w:t xml:space="preserve">, </w:t>
      </w:r>
      <w:r w:rsidRPr="00B23A02">
        <w:rPr>
          <w:rStyle w:val="StyleUnderline"/>
          <w:highlight w:val="cyan"/>
        </w:rPr>
        <w:t>and</w:t>
      </w:r>
      <w:r w:rsidRPr="007B6DA9">
        <w:rPr>
          <w:rStyle w:val="StyleUnderline"/>
        </w:rPr>
        <w:t xml:space="preserve"> ensure</w:t>
      </w:r>
      <w:r w:rsidRPr="007B6DA9">
        <w:rPr>
          <w:sz w:val="16"/>
        </w:rPr>
        <w:t xml:space="preserve"> a </w:t>
      </w:r>
      <w:r w:rsidRPr="00B23A02">
        <w:rPr>
          <w:rStyle w:val="StyleUnderline"/>
          <w:highlight w:val="cyan"/>
        </w:rPr>
        <w:t>peaceful</w:t>
      </w:r>
      <w:r w:rsidRPr="007B6DA9">
        <w:rPr>
          <w:rStyle w:val="StyleUnderline"/>
        </w:rPr>
        <w:t xml:space="preserve"> </w:t>
      </w:r>
      <w:r w:rsidRPr="007B6DA9">
        <w:rPr>
          <w:rStyle w:val="Emphasis"/>
        </w:rPr>
        <w:t xml:space="preserve">power </w:t>
      </w:r>
      <w:r w:rsidRPr="00B23A02">
        <w:rPr>
          <w:rStyle w:val="Emphasis"/>
          <w:highlight w:val="cyan"/>
        </w:rPr>
        <w:t>transfer</w:t>
      </w:r>
      <w:r w:rsidRPr="007B6DA9">
        <w:rPr>
          <w:sz w:val="16"/>
        </w:rPr>
        <w:t xml:space="preserve"> in 2028.</w:t>
      </w:r>
    </w:p>
    <w:p w14:paraId="49AD1813" w14:textId="77777777" w:rsidR="00FF1F1F" w:rsidRPr="007B6DA9" w:rsidRDefault="00FF1F1F" w:rsidP="00FF1F1F">
      <w:pPr>
        <w:rPr>
          <w:sz w:val="16"/>
        </w:rPr>
      </w:pPr>
      <w:r w:rsidRPr="007B6DA9">
        <w:rPr>
          <w:sz w:val="16"/>
        </w:rPr>
        <w:t>This is not about blind allegiance to any political party—I am not a Democrat. Rather, it is about supporting those prepared to govern with integrity, speak the truth, and uphold the ideals of a pluralistic democracy.</w:t>
      </w:r>
    </w:p>
    <w:p w14:paraId="10815A8F" w14:textId="77777777" w:rsidR="00FF1F1F" w:rsidRPr="007B6DA9" w:rsidRDefault="00FF1F1F" w:rsidP="00FF1F1F">
      <w:pPr>
        <w:rPr>
          <w:sz w:val="16"/>
        </w:rPr>
      </w:pPr>
      <w:r w:rsidRPr="007B6DA9">
        <w:rPr>
          <w:sz w:val="16"/>
        </w:rPr>
        <w:t xml:space="preserve">If Democrats fail to reclaim the House in 2026, the consequences could be profound. Vital reforms will stall, and </w:t>
      </w:r>
      <w:r w:rsidRPr="007B6DA9">
        <w:rPr>
          <w:rStyle w:val="StyleUnderline"/>
        </w:rPr>
        <w:t>the legislative branch may</w:t>
      </w:r>
      <w:r w:rsidRPr="007B6DA9">
        <w:rPr>
          <w:sz w:val="16"/>
        </w:rPr>
        <w:t xml:space="preserve"> continue to </w:t>
      </w:r>
      <w:r w:rsidRPr="007B6DA9">
        <w:rPr>
          <w:rStyle w:val="StyleUnderline"/>
        </w:rPr>
        <w:t xml:space="preserve">descend into </w:t>
      </w:r>
      <w:r w:rsidRPr="007B6DA9">
        <w:rPr>
          <w:rStyle w:val="Emphasis"/>
        </w:rPr>
        <w:t>dysfunction</w:t>
      </w:r>
      <w:r w:rsidRPr="007B6DA9">
        <w:rPr>
          <w:sz w:val="16"/>
        </w:rPr>
        <w:t>. Those who thrive on chaos and exploit it for political gain will further erode the credibility and effectiveness of our government.</w:t>
      </w:r>
    </w:p>
    <w:p w14:paraId="4D7BE8A1" w14:textId="77777777" w:rsidR="00FF1F1F" w:rsidRPr="007B6DA9" w:rsidRDefault="00FF1F1F" w:rsidP="00FF1F1F">
      <w:pPr>
        <w:rPr>
          <w:sz w:val="16"/>
        </w:rPr>
      </w:pPr>
      <w:r w:rsidRPr="007B6DA9">
        <w:rPr>
          <w:sz w:val="16"/>
        </w:rPr>
        <w:t>Let us be clear-eyed: the future of the Republic does not hinge on one election alone. But the 2026 midterms may determine whether we choose governance or grievance, democracy or demagoguery.</w:t>
      </w:r>
    </w:p>
    <w:p w14:paraId="259849AC" w14:textId="77777777" w:rsidR="00FF1F1F" w:rsidRDefault="00FF1F1F" w:rsidP="00FF1F1F">
      <w:pPr>
        <w:rPr>
          <w:sz w:val="16"/>
        </w:rPr>
      </w:pPr>
      <w:r w:rsidRPr="007B6DA9">
        <w:rPr>
          <w:rStyle w:val="StyleUnderline"/>
        </w:rPr>
        <w:t>The House must be reclaimed</w:t>
      </w:r>
      <w:r w:rsidRPr="007B6DA9">
        <w:rPr>
          <w:sz w:val="16"/>
        </w:rPr>
        <w:t xml:space="preserve">—not simply for partisan advantage, but </w:t>
      </w:r>
      <w:r w:rsidRPr="002E5C5A">
        <w:rPr>
          <w:rStyle w:val="StyleUnderline"/>
          <w:highlight w:val="cyan"/>
        </w:rPr>
        <w:t xml:space="preserve">for </w:t>
      </w:r>
      <w:r w:rsidRPr="002E5C5A">
        <w:rPr>
          <w:rStyle w:val="Emphasis"/>
          <w:highlight w:val="cyan"/>
        </w:rPr>
        <w:t>preserving</w:t>
      </w:r>
      <w:r w:rsidRPr="002E5C5A">
        <w:rPr>
          <w:rStyle w:val="StyleUnderline"/>
          <w:highlight w:val="cyan"/>
        </w:rPr>
        <w:t xml:space="preserve"> the </w:t>
      </w:r>
      <w:r w:rsidRPr="007B6DA9">
        <w:rPr>
          <w:rStyle w:val="Emphasis"/>
        </w:rPr>
        <w:t xml:space="preserve">American </w:t>
      </w:r>
      <w:r w:rsidRPr="002E5C5A">
        <w:rPr>
          <w:rStyle w:val="Emphasis"/>
          <w:highlight w:val="cyan"/>
        </w:rPr>
        <w:t>republic</w:t>
      </w:r>
      <w:r w:rsidRPr="002E5C5A">
        <w:rPr>
          <w:sz w:val="16"/>
          <w:highlight w:val="cyan"/>
        </w:rPr>
        <w:t xml:space="preserve"> </w:t>
      </w:r>
      <w:r w:rsidRPr="007B6DA9">
        <w:rPr>
          <w:sz w:val="16"/>
        </w:rPr>
        <w:t xml:space="preserve">itself. </w:t>
      </w:r>
    </w:p>
    <w:p w14:paraId="5E4F1583" w14:textId="77777777" w:rsidR="00FF1F1F" w:rsidRDefault="00FF1F1F" w:rsidP="00FF1F1F"/>
    <w:p w14:paraId="1AF92E1D" w14:textId="77777777" w:rsidR="00FF1F1F" w:rsidRPr="00BA36C8" w:rsidRDefault="00FF1F1F" w:rsidP="00FF1F1F">
      <w:pPr>
        <w:rPr>
          <w:sz w:val="16"/>
        </w:rPr>
      </w:pPr>
    </w:p>
    <w:p w14:paraId="646ADB1C" w14:textId="77777777" w:rsidR="00FF1F1F" w:rsidRPr="00BA36C8" w:rsidRDefault="00FF1F1F" w:rsidP="00FF1F1F">
      <w:pPr>
        <w:rPr>
          <w:sz w:val="16"/>
        </w:rPr>
      </w:pPr>
    </w:p>
    <w:p w14:paraId="0DBB3054" w14:textId="77777777" w:rsidR="00FF1F1F" w:rsidRDefault="00FF1F1F" w:rsidP="00FF1F1F">
      <w:pPr>
        <w:pStyle w:val="Heading3"/>
      </w:pPr>
      <w:r>
        <w:t>TC---Climate---2NC</w:t>
      </w:r>
    </w:p>
    <w:p w14:paraId="6139ACE1" w14:textId="77777777" w:rsidR="00FF1F1F" w:rsidRPr="00923468" w:rsidRDefault="00FF1F1F" w:rsidP="00FF1F1F">
      <w:pPr>
        <w:pStyle w:val="Analytic"/>
      </w:pPr>
      <w:r>
        <w:t xml:space="preserve">Dems </w:t>
      </w:r>
      <w:r w:rsidRPr="00FA30A5">
        <w:rPr>
          <w:u w:val="single"/>
        </w:rPr>
        <w:t>turn</w:t>
      </w:r>
      <w:r>
        <w:t xml:space="preserve"> the climate: </w:t>
      </w:r>
    </w:p>
    <w:p w14:paraId="7CAA0D93" w14:textId="77777777" w:rsidR="00FF1F1F" w:rsidRDefault="00FF1F1F" w:rsidP="00FF1F1F">
      <w:pPr>
        <w:pStyle w:val="Heading4"/>
      </w:pPr>
      <w:r>
        <w:t xml:space="preserve">2026 is the </w:t>
      </w:r>
      <w:r w:rsidRPr="00DC5AEF">
        <w:rPr>
          <w:u w:val="single"/>
        </w:rPr>
        <w:t>only shot</w:t>
      </w:r>
      <w:r>
        <w:t xml:space="preserve"> to solve </w:t>
      </w:r>
      <w:r w:rsidRPr="00630282">
        <w:rPr>
          <w:u w:val="single"/>
        </w:rPr>
        <w:t>every</w:t>
      </w:r>
      <w:r>
        <w:t xml:space="preserve"> environmental threat. </w:t>
      </w:r>
    </w:p>
    <w:p w14:paraId="22D7B871" w14:textId="77777777" w:rsidR="00FF1F1F" w:rsidRPr="00C21D22" w:rsidRDefault="00FF1F1F" w:rsidP="00FF1F1F">
      <w:r w:rsidRPr="00A6386B">
        <w:t xml:space="preserve">Mitch </w:t>
      </w:r>
      <w:r w:rsidRPr="00C80E20">
        <w:rPr>
          <w:rStyle w:val="Style13ptBold"/>
        </w:rPr>
        <w:t>Jackson 25</w:t>
      </w:r>
      <w:r w:rsidRPr="00A6386B">
        <w:t xml:space="preserve">. </w:t>
      </w:r>
      <w:r w:rsidRPr="00D2660E">
        <w:t>J.D., Western State College of Law, California Lawyer Attorneys of the Year (CLAY) Award</w:t>
      </w:r>
      <w:r>
        <w:t>, Attorney at Maneuver Mediation law firm</w:t>
      </w:r>
      <w:r w:rsidRPr="00A6386B">
        <w:t xml:space="preserve">. “The 2026 Midterms Could Save America — If We Show Up.” </w:t>
      </w:r>
      <w:r w:rsidRPr="0059217A">
        <w:t>Uncensored Objection</w:t>
      </w:r>
      <w:r w:rsidRPr="00A6386B">
        <w:t>. 5</w:t>
      </w:r>
      <w:r>
        <w:t>/</w:t>
      </w:r>
      <w:r w:rsidRPr="00A6386B">
        <w:t>29</w:t>
      </w:r>
      <w:r>
        <w:t>/</w:t>
      </w:r>
      <w:r w:rsidRPr="00A6386B">
        <w:t>2025. https://mitchthelawyer.substack.com/p/the-2026-midterms-could-save-america</w:t>
      </w:r>
    </w:p>
    <w:p w14:paraId="48CB7A3A" w14:textId="77777777" w:rsidR="00FF1F1F" w:rsidRPr="004A3FFA" w:rsidRDefault="00FF1F1F" w:rsidP="00FF1F1F">
      <w:pPr>
        <w:rPr>
          <w:sz w:val="16"/>
        </w:rPr>
      </w:pPr>
      <w:r w:rsidRPr="004A3FFA">
        <w:rPr>
          <w:sz w:val="16"/>
        </w:rPr>
        <w:t>Protecting Our Planet and Environment</w:t>
      </w:r>
    </w:p>
    <w:p w14:paraId="411CDF3B" w14:textId="77777777" w:rsidR="00FF1F1F" w:rsidRPr="004A3FFA" w:rsidRDefault="00FF1F1F" w:rsidP="00FF1F1F">
      <w:pPr>
        <w:rPr>
          <w:sz w:val="16"/>
        </w:rPr>
      </w:pPr>
      <w:r w:rsidRPr="004A3FFA">
        <w:rPr>
          <w:rStyle w:val="StyleUnderline"/>
          <w:highlight w:val="cyan"/>
        </w:rPr>
        <w:t>We</w:t>
      </w:r>
      <w:r w:rsidRPr="004A3FFA">
        <w:rPr>
          <w:sz w:val="16"/>
          <w:highlight w:val="cyan"/>
        </w:rPr>
        <w:t xml:space="preserve"> </w:t>
      </w:r>
      <w:r w:rsidRPr="004A3FFA">
        <w:rPr>
          <w:sz w:val="16"/>
        </w:rPr>
        <w:t xml:space="preserve">all </w:t>
      </w:r>
      <w:r w:rsidRPr="004A3FFA">
        <w:rPr>
          <w:rStyle w:val="StyleUnderline"/>
          <w:highlight w:val="cyan"/>
        </w:rPr>
        <w:t xml:space="preserve">want </w:t>
      </w:r>
      <w:r w:rsidRPr="004D333F">
        <w:rPr>
          <w:rStyle w:val="StyleUnderline"/>
        </w:rPr>
        <w:t>to leave</w:t>
      </w:r>
      <w:r w:rsidRPr="004A3FFA">
        <w:rPr>
          <w:sz w:val="16"/>
        </w:rPr>
        <w:t xml:space="preserve"> our children and grandchildren </w:t>
      </w:r>
      <w:r w:rsidRPr="004A3FFA">
        <w:rPr>
          <w:rStyle w:val="StyleUnderline"/>
          <w:highlight w:val="cyan"/>
        </w:rPr>
        <w:t xml:space="preserve">a </w:t>
      </w:r>
      <w:r w:rsidRPr="004A3FFA">
        <w:rPr>
          <w:rStyle w:val="Emphasis"/>
          <w:highlight w:val="cyan"/>
        </w:rPr>
        <w:t>healthy planet</w:t>
      </w:r>
      <w:r w:rsidRPr="004A3FFA">
        <w:rPr>
          <w:sz w:val="16"/>
        </w:rPr>
        <w:t xml:space="preserve">, </w:t>
      </w:r>
      <w:r w:rsidRPr="004D333F">
        <w:rPr>
          <w:rStyle w:val="StyleUnderline"/>
        </w:rPr>
        <w:t xml:space="preserve">clean </w:t>
      </w:r>
      <w:r w:rsidRPr="004A3FFA">
        <w:rPr>
          <w:rStyle w:val="Emphasis"/>
          <w:highlight w:val="cyan"/>
        </w:rPr>
        <w:t>air</w:t>
      </w:r>
      <w:r w:rsidRPr="004A3FFA">
        <w:rPr>
          <w:sz w:val="16"/>
          <w:highlight w:val="cyan"/>
        </w:rPr>
        <w:t xml:space="preserve"> </w:t>
      </w:r>
      <w:r w:rsidRPr="004A3FFA">
        <w:rPr>
          <w:sz w:val="16"/>
        </w:rPr>
        <w:t xml:space="preserve">to breathe, </w:t>
      </w:r>
      <w:r w:rsidRPr="004D333F">
        <w:rPr>
          <w:rStyle w:val="StyleUnderline"/>
        </w:rPr>
        <w:t xml:space="preserve">clean </w:t>
      </w:r>
      <w:r w:rsidRPr="004A3FFA">
        <w:rPr>
          <w:rStyle w:val="Emphasis"/>
          <w:highlight w:val="cyan"/>
        </w:rPr>
        <w:t>water</w:t>
      </w:r>
      <w:r w:rsidRPr="004A3FFA">
        <w:rPr>
          <w:sz w:val="16"/>
          <w:highlight w:val="cyan"/>
        </w:rPr>
        <w:t xml:space="preserve"> </w:t>
      </w:r>
      <w:r w:rsidRPr="004A3FFA">
        <w:rPr>
          <w:sz w:val="16"/>
        </w:rPr>
        <w:t xml:space="preserve">to drink, </w:t>
      </w:r>
      <w:r w:rsidRPr="004A3FFA">
        <w:rPr>
          <w:rStyle w:val="StyleUnderline"/>
          <w:highlight w:val="cyan"/>
        </w:rPr>
        <w:t xml:space="preserve">and </w:t>
      </w:r>
      <w:r w:rsidRPr="004D333F">
        <w:rPr>
          <w:rStyle w:val="StyleUnderline"/>
        </w:rPr>
        <w:t xml:space="preserve">a </w:t>
      </w:r>
      <w:r w:rsidRPr="004D333F">
        <w:rPr>
          <w:rStyle w:val="Emphasis"/>
        </w:rPr>
        <w:t xml:space="preserve">stable </w:t>
      </w:r>
      <w:r w:rsidRPr="004A3FFA">
        <w:rPr>
          <w:rStyle w:val="Emphasis"/>
          <w:highlight w:val="cyan"/>
        </w:rPr>
        <w:t>climate</w:t>
      </w:r>
      <w:r w:rsidRPr="004A3FFA">
        <w:rPr>
          <w:sz w:val="16"/>
          <w:highlight w:val="cyan"/>
        </w:rPr>
        <w:t xml:space="preserve"> </w:t>
      </w:r>
      <w:r w:rsidRPr="004A3FFA">
        <w:rPr>
          <w:sz w:val="16"/>
        </w:rPr>
        <w:t>so their futures aren’t defined by catastrophe. Unfortunately, under President Trump, environmental protection has been treated as an enemy of economic growth, when in reality it’s part and parcel of long-term prosperity.</w:t>
      </w:r>
    </w:p>
    <w:p w14:paraId="0BACC450" w14:textId="77777777" w:rsidR="00FF1F1F" w:rsidRPr="004A3FFA" w:rsidRDefault="00FF1F1F" w:rsidP="00FF1F1F">
      <w:pPr>
        <w:rPr>
          <w:sz w:val="16"/>
        </w:rPr>
      </w:pPr>
      <w:r w:rsidRPr="004A3FFA">
        <w:rPr>
          <w:rStyle w:val="StyleUnderline"/>
          <w:highlight w:val="cyan"/>
        </w:rPr>
        <w:t>Trump</w:t>
      </w:r>
      <w:r w:rsidRPr="004A3FFA">
        <w:rPr>
          <w:sz w:val="16"/>
          <w:highlight w:val="cyan"/>
        </w:rPr>
        <w:t xml:space="preserve"> </w:t>
      </w:r>
      <w:r w:rsidRPr="004A3FFA">
        <w:rPr>
          <w:sz w:val="16"/>
        </w:rPr>
        <w:t xml:space="preserve">famously once </w:t>
      </w:r>
      <w:r w:rsidRPr="004D333F">
        <w:rPr>
          <w:rStyle w:val="StyleUnderline"/>
        </w:rPr>
        <w:t xml:space="preserve">called climate change a </w:t>
      </w:r>
      <w:r w:rsidRPr="004D333F">
        <w:rPr>
          <w:rStyle w:val="Emphasis"/>
        </w:rPr>
        <w:t>“hoax,”</w:t>
      </w:r>
      <w:r w:rsidRPr="004A3FFA">
        <w:rPr>
          <w:sz w:val="16"/>
        </w:rPr>
        <w:t xml:space="preserve"> and </w:t>
      </w:r>
      <w:r w:rsidRPr="004D333F">
        <w:rPr>
          <w:rStyle w:val="StyleUnderline"/>
        </w:rPr>
        <w:t xml:space="preserve">his </w:t>
      </w:r>
      <w:r w:rsidRPr="004A3FFA">
        <w:rPr>
          <w:rStyle w:val="StyleUnderline"/>
          <w:highlight w:val="cyan"/>
        </w:rPr>
        <w:t>actions</w:t>
      </w:r>
      <w:r w:rsidRPr="004A3FFA">
        <w:rPr>
          <w:sz w:val="16"/>
          <w:highlight w:val="cyan"/>
        </w:rPr>
        <w:t xml:space="preserve"> </w:t>
      </w:r>
      <w:r w:rsidRPr="004A3FFA">
        <w:rPr>
          <w:sz w:val="16"/>
        </w:rPr>
        <w:t xml:space="preserve">in office </w:t>
      </w:r>
      <w:r w:rsidRPr="004A3FFA">
        <w:rPr>
          <w:rStyle w:val="StyleUnderline"/>
          <w:highlight w:val="cyan"/>
        </w:rPr>
        <w:t xml:space="preserve">show he’s </w:t>
      </w:r>
      <w:r w:rsidRPr="004A3FFA">
        <w:rPr>
          <w:rStyle w:val="Emphasis"/>
          <w:highlight w:val="cyan"/>
        </w:rPr>
        <w:t>doubling down</w:t>
      </w:r>
      <w:r w:rsidRPr="004D333F">
        <w:rPr>
          <w:rStyle w:val="StyleUnderline"/>
        </w:rPr>
        <w:t xml:space="preserve"> on that</w:t>
      </w:r>
      <w:r w:rsidRPr="004A3FFA">
        <w:rPr>
          <w:sz w:val="16"/>
        </w:rPr>
        <w:t xml:space="preserve"> disregard. In these past two years, </w:t>
      </w:r>
      <w:r w:rsidRPr="004A3FFA">
        <w:rPr>
          <w:rStyle w:val="StyleUnderline"/>
        </w:rPr>
        <w:t xml:space="preserve">he has </w:t>
      </w:r>
      <w:r w:rsidRPr="004A3FFA">
        <w:rPr>
          <w:rStyle w:val="Emphasis"/>
          <w:highlight w:val="cyan"/>
        </w:rPr>
        <w:t>rolled back</w:t>
      </w:r>
      <w:r w:rsidRPr="004A3FFA">
        <w:rPr>
          <w:rStyle w:val="StyleUnderline"/>
          <w:highlight w:val="cyan"/>
        </w:rPr>
        <w:t xml:space="preserve"> countless</w:t>
      </w:r>
      <w:r w:rsidRPr="004A3FFA">
        <w:rPr>
          <w:sz w:val="16"/>
          <w:highlight w:val="cyan"/>
        </w:rPr>
        <w:t xml:space="preserve"> </w:t>
      </w:r>
      <w:r w:rsidRPr="004A3FFA">
        <w:rPr>
          <w:sz w:val="16"/>
        </w:rPr>
        <w:t xml:space="preserve">environmental </w:t>
      </w:r>
      <w:r w:rsidRPr="004A3FFA">
        <w:rPr>
          <w:rStyle w:val="Emphasis"/>
          <w:highlight w:val="cyan"/>
        </w:rPr>
        <w:t>reg</w:t>
      </w:r>
      <w:r w:rsidRPr="004A3FFA">
        <w:rPr>
          <w:sz w:val="16"/>
        </w:rPr>
        <w:t>ulation</w:t>
      </w:r>
      <w:r w:rsidRPr="004A3FFA">
        <w:rPr>
          <w:rStyle w:val="Emphasis"/>
          <w:highlight w:val="cyan"/>
        </w:rPr>
        <w:t>s</w:t>
      </w:r>
      <w:r w:rsidRPr="004A3FFA">
        <w:rPr>
          <w:sz w:val="16"/>
        </w:rPr>
        <w:t xml:space="preserve">, giving polluters free rein. Protections </w:t>
      </w:r>
      <w:r w:rsidRPr="004A3FFA">
        <w:rPr>
          <w:rStyle w:val="StyleUnderline"/>
          <w:highlight w:val="cyan"/>
        </w:rPr>
        <w:t xml:space="preserve">that </w:t>
      </w:r>
      <w:r w:rsidRPr="004A3FFA">
        <w:rPr>
          <w:rStyle w:val="StyleUnderline"/>
        </w:rPr>
        <w:t>keep</w:t>
      </w:r>
      <w:r w:rsidRPr="004A3FFA">
        <w:rPr>
          <w:sz w:val="16"/>
        </w:rPr>
        <w:t xml:space="preserve"> our </w:t>
      </w:r>
      <w:r w:rsidRPr="004A3FFA">
        <w:rPr>
          <w:rStyle w:val="StyleUnderline"/>
        </w:rPr>
        <w:t>water</w:t>
      </w:r>
      <w:r w:rsidRPr="004A3FFA">
        <w:rPr>
          <w:sz w:val="16"/>
        </w:rPr>
        <w:t xml:space="preserve"> supplies </w:t>
      </w:r>
      <w:r w:rsidRPr="004A3FFA">
        <w:rPr>
          <w:rStyle w:val="StyleUnderline"/>
        </w:rPr>
        <w:t>safe</w:t>
      </w:r>
      <w:r w:rsidRPr="004A3FFA">
        <w:rPr>
          <w:sz w:val="16"/>
        </w:rPr>
        <w:t xml:space="preserve">, that </w:t>
      </w:r>
      <w:r w:rsidRPr="004A3FFA">
        <w:rPr>
          <w:rStyle w:val="StyleUnderline"/>
        </w:rPr>
        <w:t>limit toxic emissions</w:t>
      </w:r>
      <w:r w:rsidRPr="004A3FFA">
        <w:rPr>
          <w:sz w:val="16"/>
        </w:rPr>
        <w:t xml:space="preserve"> from factories, that </w:t>
      </w:r>
      <w:r w:rsidRPr="004A3FFA">
        <w:rPr>
          <w:rStyle w:val="Emphasis"/>
          <w:highlight w:val="cyan"/>
        </w:rPr>
        <w:t>preserve</w:t>
      </w:r>
      <w:r w:rsidRPr="004A3FFA">
        <w:rPr>
          <w:rStyle w:val="StyleUnderline"/>
          <w:highlight w:val="cyan"/>
        </w:rPr>
        <w:t xml:space="preserve"> </w:t>
      </w:r>
      <w:r w:rsidRPr="004A3FFA">
        <w:rPr>
          <w:rStyle w:val="StyleUnderline"/>
        </w:rPr>
        <w:t>public lands</w:t>
      </w:r>
      <w:r w:rsidRPr="004A3FFA">
        <w:rPr>
          <w:sz w:val="16"/>
        </w:rPr>
        <w:t>, many have been slashed or outright eliminated.</w:t>
      </w:r>
    </w:p>
    <w:p w14:paraId="7DF3D76C" w14:textId="77777777" w:rsidR="00FF1F1F" w:rsidRPr="004A3FFA" w:rsidRDefault="00FF1F1F" w:rsidP="00FF1F1F">
      <w:pPr>
        <w:rPr>
          <w:sz w:val="16"/>
        </w:rPr>
      </w:pPr>
      <w:r w:rsidRPr="004A3FFA">
        <w:rPr>
          <w:rStyle w:val="StyleUnderline"/>
        </w:rPr>
        <w:t xml:space="preserve">He </w:t>
      </w:r>
      <w:r w:rsidRPr="004A3FFA">
        <w:rPr>
          <w:rStyle w:val="StyleUnderline"/>
          <w:highlight w:val="cyan"/>
        </w:rPr>
        <w:t>pulled</w:t>
      </w:r>
      <w:r w:rsidRPr="004A3FFA">
        <w:rPr>
          <w:sz w:val="16"/>
          <w:highlight w:val="cyan"/>
        </w:rPr>
        <w:t xml:space="preserve"> </w:t>
      </w:r>
      <w:r w:rsidRPr="004A3FFA">
        <w:rPr>
          <w:sz w:val="16"/>
        </w:rPr>
        <w:t xml:space="preserve">the United States </w:t>
      </w:r>
      <w:r w:rsidRPr="004A3FFA">
        <w:rPr>
          <w:rStyle w:val="StyleUnderline"/>
          <w:highlight w:val="cyan"/>
        </w:rPr>
        <w:t xml:space="preserve">out of </w:t>
      </w:r>
      <w:r w:rsidRPr="004A3FFA">
        <w:rPr>
          <w:rStyle w:val="Emphasis"/>
          <w:highlight w:val="cyan"/>
        </w:rPr>
        <w:t xml:space="preserve">international </w:t>
      </w:r>
      <w:r w:rsidRPr="004A3FFA">
        <w:rPr>
          <w:rStyle w:val="Emphasis"/>
        </w:rPr>
        <w:t xml:space="preserve">climate </w:t>
      </w:r>
      <w:r w:rsidRPr="004A3FFA">
        <w:rPr>
          <w:rStyle w:val="Emphasis"/>
          <w:highlight w:val="cyan"/>
        </w:rPr>
        <w:t xml:space="preserve">efforts </w:t>
      </w:r>
      <w:r w:rsidRPr="004A3FFA">
        <w:rPr>
          <w:rStyle w:val="StyleUnderline"/>
        </w:rPr>
        <w:t>and scoffed at</w:t>
      </w:r>
      <w:r w:rsidRPr="004A3FFA">
        <w:rPr>
          <w:sz w:val="16"/>
        </w:rPr>
        <w:t xml:space="preserve"> the </w:t>
      </w:r>
      <w:r w:rsidRPr="004A3FFA">
        <w:rPr>
          <w:rStyle w:val="Emphasis"/>
        </w:rPr>
        <w:t>science</w:t>
      </w:r>
      <w:r w:rsidRPr="004A3FFA">
        <w:t xml:space="preserve"> </w:t>
      </w:r>
      <w:r w:rsidRPr="004A3FFA">
        <w:rPr>
          <w:sz w:val="16"/>
        </w:rPr>
        <w:t xml:space="preserve">as our nation endured record heatwaves, wildfires, and hurricanes. The current Republican-led </w:t>
      </w:r>
      <w:r w:rsidRPr="004A3FFA">
        <w:rPr>
          <w:rStyle w:val="StyleUnderline"/>
          <w:highlight w:val="cyan"/>
        </w:rPr>
        <w:t>Congress</w:t>
      </w:r>
      <w:r w:rsidRPr="004A3FFA">
        <w:rPr>
          <w:sz w:val="16"/>
          <w:highlight w:val="cyan"/>
        </w:rPr>
        <w:t xml:space="preserve"> </w:t>
      </w:r>
      <w:r w:rsidRPr="004A3FFA">
        <w:rPr>
          <w:sz w:val="16"/>
        </w:rPr>
        <w:t xml:space="preserve">has mostly </w:t>
      </w:r>
      <w:r w:rsidRPr="004A3FFA">
        <w:rPr>
          <w:rStyle w:val="Emphasis"/>
          <w:highlight w:val="cyan"/>
        </w:rPr>
        <w:t>cheered him on</w:t>
      </w:r>
      <w:r w:rsidRPr="004A3FFA">
        <w:rPr>
          <w:sz w:val="16"/>
        </w:rPr>
        <w:t xml:space="preserve">, even holding hearings </w:t>
      </w:r>
      <w:r w:rsidRPr="004A3FFA">
        <w:rPr>
          <w:rStyle w:val="StyleUnderline"/>
        </w:rPr>
        <w:t>to mock renewable energy</w:t>
      </w:r>
      <w:r w:rsidRPr="004A3FFA">
        <w:rPr>
          <w:sz w:val="16"/>
        </w:rPr>
        <w:t xml:space="preserve"> while pushing bills to expand drilling and mining without care for the consequences.</w:t>
      </w:r>
    </w:p>
    <w:p w14:paraId="0E9C4A71" w14:textId="77777777" w:rsidR="00FF1F1F" w:rsidRPr="004A3FFA" w:rsidRDefault="00FF1F1F" w:rsidP="00FF1F1F">
      <w:pPr>
        <w:rPr>
          <w:sz w:val="16"/>
        </w:rPr>
      </w:pPr>
      <w:r w:rsidRPr="004A3FFA">
        <w:rPr>
          <w:sz w:val="16"/>
        </w:rPr>
        <w:t xml:space="preserve">For those of us who cherish the natural beauty of America and simply want a livable world for our families, his first term as president and the last several months of Trump’s second term have been frightening. But here’s the good news: a </w:t>
      </w:r>
      <w:r w:rsidRPr="004A3FFA">
        <w:rPr>
          <w:rStyle w:val="Emphasis"/>
          <w:highlight w:val="cyan"/>
        </w:rPr>
        <w:t>Dem</w:t>
      </w:r>
      <w:r w:rsidRPr="004A3FFA">
        <w:rPr>
          <w:sz w:val="16"/>
        </w:rPr>
        <w:t xml:space="preserve">ocratic majority in Congress </w:t>
      </w:r>
      <w:r w:rsidRPr="00682621">
        <w:rPr>
          <w:rStyle w:val="StyleUnderline"/>
        </w:rPr>
        <w:t xml:space="preserve">would </w:t>
      </w:r>
      <w:r w:rsidRPr="004A3FFA">
        <w:rPr>
          <w:rStyle w:val="Emphasis"/>
          <w:highlight w:val="cyan"/>
        </w:rPr>
        <w:t>slam the brakes</w:t>
      </w:r>
      <w:r w:rsidRPr="004A3FFA">
        <w:rPr>
          <w:rStyle w:val="StyleUnderline"/>
          <w:highlight w:val="cyan"/>
        </w:rPr>
        <w:t xml:space="preserve"> </w:t>
      </w:r>
      <w:r w:rsidRPr="00682621">
        <w:rPr>
          <w:rStyle w:val="StyleUnderline"/>
        </w:rPr>
        <w:t>on</w:t>
      </w:r>
      <w:r w:rsidRPr="004A3FFA">
        <w:rPr>
          <w:sz w:val="16"/>
        </w:rPr>
        <w:t xml:space="preserve"> this </w:t>
      </w:r>
      <w:r w:rsidRPr="00682621">
        <w:rPr>
          <w:rStyle w:val="StyleUnderline"/>
        </w:rPr>
        <w:t xml:space="preserve">environmental </w:t>
      </w:r>
      <w:r w:rsidRPr="004A3FFA">
        <w:rPr>
          <w:rStyle w:val="Emphasis"/>
        </w:rPr>
        <w:t>destruction</w:t>
      </w:r>
      <w:r w:rsidRPr="004A3FFA">
        <w:t xml:space="preserve"> </w:t>
      </w:r>
      <w:r w:rsidRPr="004A3FFA">
        <w:rPr>
          <w:sz w:val="16"/>
        </w:rPr>
        <w:t>and set us on a saner path. Using its legislative power, Congress could block harmful initiatives and even force proactive measures on climate and conservation.</w:t>
      </w:r>
    </w:p>
    <w:p w14:paraId="1CE07C70" w14:textId="77777777" w:rsidR="00FF1F1F" w:rsidRPr="004A3FFA" w:rsidRDefault="00FF1F1F" w:rsidP="00FF1F1F">
      <w:pPr>
        <w:rPr>
          <w:sz w:val="16"/>
        </w:rPr>
      </w:pPr>
      <w:r w:rsidRPr="004A3FFA">
        <w:rPr>
          <w:sz w:val="16"/>
        </w:rPr>
        <w:t xml:space="preserve">One </w:t>
      </w:r>
      <w:r w:rsidRPr="00682621">
        <w:rPr>
          <w:rStyle w:val="StyleUnderline"/>
        </w:rPr>
        <w:t>immediate</w:t>
      </w:r>
      <w:r w:rsidRPr="004A3FFA">
        <w:rPr>
          <w:sz w:val="16"/>
        </w:rPr>
        <w:t xml:space="preserve"> step: </w:t>
      </w:r>
      <w:r w:rsidRPr="004A3FFA">
        <w:rPr>
          <w:rStyle w:val="StyleUnderline"/>
          <w:highlight w:val="cyan"/>
        </w:rPr>
        <w:t xml:space="preserve">block </w:t>
      </w:r>
      <w:r w:rsidRPr="00682621">
        <w:rPr>
          <w:rStyle w:val="StyleUnderline"/>
        </w:rPr>
        <w:t xml:space="preserve">the </w:t>
      </w:r>
      <w:r w:rsidRPr="004A3FFA">
        <w:rPr>
          <w:rStyle w:val="StyleUnderline"/>
          <w:highlight w:val="cyan"/>
        </w:rPr>
        <w:t>rollback of</w:t>
      </w:r>
      <w:r w:rsidRPr="00682621">
        <w:rPr>
          <w:rStyle w:val="StyleUnderline"/>
        </w:rPr>
        <w:t xml:space="preserve"> </w:t>
      </w:r>
      <w:r w:rsidRPr="00461B4F">
        <w:rPr>
          <w:rStyle w:val="Emphasis"/>
        </w:rPr>
        <w:t>environmental</w:t>
      </w:r>
      <w:r w:rsidRPr="00682621">
        <w:rPr>
          <w:rStyle w:val="StyleUnderline"/>
        </w:rPr>
        <w:t xml:space="preserve"> </w:t>
      </w:r>
      <w:r w:rsidRPr="004A3FFA">
        <w:rPr>
          <w:rStyle w:val="Emphasis"/>
          <w:highlight w:val="cyan"/>
        </w:rPr>
        <w:t>reg</w:t>
      </w:r>
      <w:r w:rsidRPr="00682621">
        <w:rPr>
          <w:rStyle w:val="StyleUnderline"/>
        </w:rPr>
        <w:t>ulation</w:t>
      </w:r>
      <w:r w:rsidRPr="004A3FFA">
        <w:rPr>
          <w:rStyle w:val="Emphasis"/>
          <w:highlight w:val="cyan"/>
        </w:rPr>
        <w:t>s</w:t>
      </w:r>
      <w:r w:rsidRPr="004A3FFA">
        <w:rPr>
          <w:sz w:val="16"/>
        </w:rPr>
        <w:t xml:space="preserve">. A Democratic Congress can pass </w:t>
      </w:r>
      <w:r w:rsidRPr="004A3FFA">
        <w:rPr>
          <w:rStyle w:val="StyleUnderline"/>
        </w:rPr>
        <w:t xml:space="preserve">laws </w:t>
      </w:r>
      <w:r w:rsidRPr="004A3FFA">
        <w:rPr>
          <w:rStyle w:val="StyleUnderline"/>
          <w:highlight w:val="cyan"/>
        </w:rPr>
        <w:t xml:space="preserve">reinstating </w:t>
      </w:r>
      <w:r w:rsidRPr="004A3FFA">
        <w:rPr>
          <w:rStyle w:val="StyleUnderline"/>
        </w:rPr>
        <w:t xml:space="preserve">crucial </w:t>
      </w:r>
      <w:r w:rsidRPr="004A3FFA">
        <w:rPr>
          <w:rStyle w:val="StyleUnderline"/>
          <w:highlight w:val="cyan"/>
        </w:rPr>
        <w:t>safeguards</w:t>
      </w:r>
      <w:r w:rsidRPr="004A3FFA">
        <w:rPr>
          <w:sz w:val="16"/>
          <w:highlight w:val="cyan"/>
        </w:rPr>
        <w:t xml:space="preserve"> </w:t>
      </w:r>
      <w:r w:rsidRPr="004A3FFA">
        <w:rPr>
          <w:sz w:val="16"/>
        </w:rPr>
        <w:t xml:space="preserve">Trump tore down. For instance, if the administration weakened rules on clean water (say, allowing more toxic run-off from factories into rivers), Congress can write those protections into law </w:t>
      </w:r>
      <w:r w:rsidRPr="004A3FFA">
        <w:rPr>
          <w:rStyle w:val="StyleUnderline"/>
        </w:rPr>
        <w:t xml:space="preserve">so they can’t be </w:t>
      </w:r>
      <w:r w:rsidRPr="004A3FFA">
        <w:rPr>
          <w:rStyle w:val="Emphasis"/>
        </w:rPr>
        <w:t xml:space="preserve">whimsically undone </w:t>
      </w:r>
      <w:r w:rsidRPr="004A3FFA">
        <w:rPr>
          <w:sz w:val="16"/>
        </w:rPr>
        <w:t>by executive fiat.</w:t>
      </w:r>
    </w:p>
    <w:p w14:paraId="6B128EAE" w14:textId="77777777" w:rsidR="00FF1F1F" w:rsidRPr="004A3FFA" w:rsidRDefault="00FF1F1F" w:rsidP="00FF1F1F">
      <w:pPr>
        <w:rPr>
          <w:sz w:val="16"/>
        </w:rPr>
      </w:pPr>
      <w:r w:rsidRPr="004A3FFA">
        <w:rPr>
          <w:sz w:val="16"/>
        </w:rPr>
        <w:t xml:space="preserve">If the administration opened previously protected lands to oil and gas drilling, </w:t>
      </w:r>
      <w:r w:rsidRPr="004A3FFA">
        <w:rPr>
          <w:rStyle w:val="StyleUnderline"/>
        </w:rPr>
        <w:t>a</w:t>
      </w:r>
      <w:r w:rsidRPr="004A3FFA">
        <w:rPr>
          <w:sz w:val="16"/>
        </w:rPr>
        <w:t xml:space="preserve"> Democratic </w:t>
      </w:r>
      <w:r w:rsidRPr="004A3FFA">
        <w:rPr>
          <w:rStyle w:val="StyleUnderline"/>
        </w:rPr>
        <w:t>majority could</w:t>
      </w:r>
      <w:r w:rsidRPr="004A3FFA">
        <w:rPr>
          <w:sz w:val="16"/>
        </w:rPr>
        <w:t xml:space="preserve"> pass a law </w:t>
      </w:r>
      <w:r w:rsidRPr="004A3FFA">
        <w:rPr>
          <w:rStyle w:val="Emphasis"/>
          <w:highlight w:val="cyan"/>
        </w:rPr>
        <w:t>re-protect</w:t>
      </w:r>
      <w:r w:rsidRPr="004A3FFA">
        <w:rPr>
          <w:sz w:val="16"/>
        </w:rPr>
        <w:t xml:space="preserve">ing those </w:t>
      </w:r>
      <w:r w:rsidRPr="004A3FFA">
        <w:rPr>
          <w:rStyle w:val="StyleUnderline"/>
          <w:highlight w:val="cyan"/>
        </w:rPr>
        <w:t xml:space="preserve">lands </w:t>
      </w:r>
      <w:r w:rsidRPr="004A3FFA">
        <w:rPr>
          <w:rStyle w:val="StyleUnderline"/>
        </w:rPr>
        <w:t>or</w:t>
      </w:r>
      <w:r w:rsidRPr="004A3FFA">
        <w:rPr>
          <w:sz w:val="16"/>
        </w:rPr>
        <w:t xml:space="preserve"> at least </w:t>
      </w:r>
      <w:r w:rsidRPr="004A3FFA">
        <w:rPr>
          <w:rStyle w:val="StyleUnderline"/>
        </w:rPr>
        <w:t>requir</w:t>
      </w:r>
      <w:r w:rsidRPr="004A3FFA">
        <w:rPr>
          <w:sz w:val="16"/>
        </w:rPr>
        <w:t xml:space="preserve">ing much </w:t>
      </w:r>
      <w:r w:rsidRPr="004A3FFA">
        <w:rPr>
          <w:rStyle w:val="Emphasis"/>
        </w:rPr>
        <w:t>stricter safety</w:t>
      </w:r>
      <w:r w:rsidRPr="004A3FFA">
        <w:rPr>
          <w:sz w:val="16"/>
        </w:rPr>
        <w:t xml:space="preserve"> and environmental </w:t>
      </w:r>
      <w:r w:rsidRPr="004A3FFA">
        <w:rPr>
          <w:rStyle w:val="StyleUnderline"/>
        </w:rPr>
        <w:t>standards</w:t>
      </w:r>
      <w:r w:rsidRPr="004A3FFA">
        <w:rPr>
          <w:sz w:val="16"/>
        </w:rPr>
        <w:t>. Sure, Trump might veto some of these measures, but many environmental issues have bipartisan public support. It’s not outlandish to think of a scenario where enough Republican lawmakers join Democrats, due to public pressure, to override a veto on something like disaster relief funding that also invests in climate resilience.</w:t>
      </w:r>
    </w:p>
    <w:p w14:paraId="41F899AE" w14:textId="77777777" w:rsidR="00FF1F1F" w:rsidRPr="004A3FFA" w:rsidRDefault="00FF1F1F" w:rsidP="00FF1F1F">
      <w:pPr>
        <w:rPr>
          <w:sz w:val="16"/>
        </w:rPr>
      </w:pPr>
      <w:r w:rsidRPr="004A3FFA">
        <w:rPr>
          <w:sz w:val="16"/>
        </w:rPr>
        <w:t xml:space="preserve">The power of the purse again is crucial here. Suppose Trump tries to defund renewable energy research and instead subsidizes fossil fuels heavily. A </w:t>
      </w:r>
      <w:r w:rsidRPr="004A3FFA">
        <w:rPr>
          <w:rStyle w:val="StyleUnderline"/>
        </w:rPr>
        <w:t>Dem</w:t>
      </w:r>
      <w:r w:rsidRPr="004A3FFA">
        <w:rPr>
          <w:sz w:val="16"/>
        </w:rPr>
        <w:t xml:space="preserve">ocratic-controlled </w:t>
      </w:r>
      <w:r w:rsidRPr="004A3FFA">
        <w:rPr>
          <w:rStyle w:val="Emphasis"/>
          <w:highlight w:val="cyan"/>
        </w:rPr>
        <w:t>Appropriations</w:t>
      </w:r>
      <w:r w:rsidRPr="004A3FFA">
        <w:rPr>
          <w:rStyle w:val="StyleUnderline"/>
          <w:highlight w:val="cyan"/>
        </w:rPr>
        <w:t xml:space="preserve"> </w:t>
      </w:r>
      <w:r w:rsidRPr="004A3FFA">
        <w:rPr>
          <w:rStyle w:val="StyleUnderline"/>
        </w:rPr>
        <w:t xml:space="preserve">Committee </w:t>
      </w:r>
      <w:r w:rsidRPr="004A3FFA">
        <w:rPr>
          <w:rStyle w:val="StyleUnderline"/>
          <w:highlight w:val="cyan"/>
        </w:rPr>
        <w:t>can</w:t>
      </w:r>
      <w:r w:rsidRPr="004A3FFA">
        <w:rPr>
          <w:sz w:val="16"/>
          <w:highlight w:val="cyan"/>
        </w:rPr>
        <w:t xml:space="preserve"> </w:t>
      </w:r>
      <w:r w:rsidRPr="004A3FFA">
        <w:rPr>
          <w:sz w:val="16"/>
        </w:rPr>
        <w:t xml:space="preserve">write budgets that do the opposite: </w:t>
      </w:r>
      <w:r w:rsidRPr="004A3FFA">
        <w:rPr>
          <w:rStyle w:val="StyleUnderline"/>
          <w:highlight w:val="cyan"/>
        </w:rPr>
        <w:t xml:space="preserve">boost </w:t>
      </w:r>
      <w:r w:rsidRPr="004A3FFA">
        <w:rPr>
          <w:rStyle w:val="StyleUnderline"/>
        </w:rPr>
        <w:t xml:space="preserve">funding for </w:t>
      </w:r>
      <w:r w:rsidRPr="004A3FFA">
        <w:rPr>
          <w:rStyle w:val="Emphasis"/>
          <w:highlight w:val="cyan"/>
        </w:rPr>
        <w:t>solar</w:t>
      </w:r>
      <w:r w:rsidRPr="004A3FFA">
        <w:rPr>
          <w:rStyle w:val="StyleUnderline"/>
          <w:highlight w:val="cyan"/>
        </w:rPr>
        <w:t xml:space="preserve"> and </w:t>
      </w:r>
      <w:r w:rsidRPr="004A3FFA">
        <w:rPr>
          <w:rStyle w:val="Emphasis"/>
          <w:highlight w:val="cyan"/>
        </w:rPr>
        <w:t>wind</w:t>
      </w:r>
      <w:r w:rsidRPr="004A3FFA">
        <w:rPr>
          <w:rStyle w:val="StyleUnderline"/>
          <w:highlight w:val="cyan"/>
        </w:rPr>
        <w:t xml:space="preserve"> </w:t>
      </w:r>
      <w:r w:rsidRPr="004A3FFA">
        <w:rPr>
          <w:rStyle w:val="StyleUnderline"/>
        </w:rPr>
        <w:t>energy</w:t>
      </w:r>
      <w:r w:rsidRPr="004A3FFA">
        <w:rPr>
          <w:sz w:val="16"/>
        </w:rPr>
        <w:t xml:space="preserve"> projects, for </w:t>
      </w:r>
      <w:r w:rsidRPr="004A3FFA">
        <w:rPr>
          <w:rStyle w:val="Emphasis"/>
          <w:highlight w:val="cyan"/>
        </w:rPr>
        <w:t>e</w:t>
      </w:r>
      <w:r w:rsidRPr="004A3FFA">
        <w:rPr>
          <w:sz w:val="16"/>
        </w:rPr>
        <w:t xml:space="preserve">lectric </w:t>
      </w:r>
      <w:r w:rsidRPr="004A3FFA">
        <w:rPr>
          <w:rStyle w:val="Emphasis"/>
          <w:highlight w:val="cyan"/>
        </w:rPr>
        <w:t>v</w:t>
      </w:r>
      <w:r w:rsidRPr="004A3FFA">
        <w:rPr>
          <w:sz w:val="16"/>
        </w:rPr>
        <w:t xml:space="preserve">ehicle </w:t>
      </w:r>
      <w:r w:rsidRPr="004A3FFA">
        <w:rPr>
          <w:rStyle w:val="StyleUnderline"/>
        </w:rPr>
        <w:t>infrastructure</w:t>
      </w:r>
      <w:r w:rsidRPr="004A3FFA">
        <w:rPr>
          <w:sz w:val="16"/>
        </w:rPr>
        <w:t xml:space="preserve">, for </w:t>
      </w:r>
      <w:r w:rsidRPr="004A3FFA">
        <w:rPr>
          <w:rStyle w:val="StyleUnderline"/>
          <w:highlight w:val="cyan"/>
        </w:rPr>
        <w:t xml:space="preserve">climate </w:t>
      </w:r>
      <w:r w:rsidRPr="004A3FFA">
        <w:rPr>
          <w:rStyle w:val="Emphasis"/>
          <w:highlight w:val="cyan"/>
        </w:rPr>
        <w:t>adaptation</w:t>
      </w:r>
      <w:r w:rsidRPr="004A3FFA">
        <w:rPr>
          <w:sz w:val="16"/>
        </w:rPr>
        <w:t xml:space="preserve"> in vulnerable communities.</w:t>
      </w:r>
    </w:p>
    <w:p w14:paraId="792C7469" w14:textId="77777777" w:rsidR="00FF1F1F" w:rsidRPr="004A3FFA" w:rsidRDefault="00FF1F1F" w:rsidP="00FF1F1F">
      <w:pPr>
        <w:rPr>
          <w:sz w:val="16"/>
        </w:rPr>
      </w:pPr>
      <w:r w:rsidRPr="004A3FFA">
        <w:rPr>
          <w:sz w:val="16"/>
        </w:rPr>
        <w:t>They can insert language in spending bills that says “no funds shall be used to implement” some destructive policy (like, say, mining in the Grand Canyon or drilling off the coastline if that were on the table). The president would then face a stark choice when signing budgets: accept those pro-environment directives or be responsible for shutting down the government to get his way. A smart Congress can often win that game of chicken, especially when the public overwhelmingly favors protecting the environment.</w:t>
      </w:r>
    </w:p>
    <w:p w14:paraId="397AD5EF" w14:textId="77777777" w:rsidR="00FF1F1F" w:rsidRPr="004A3FFA" w:rsidRDefault="00FF1F1F" w:rsidP="00FF1F1F">
      <w:pPr>
        <w:rPr>
          <w:sz w:val="16"/>
        </w:rPr>
      </w:pPr>
      <w:r w:rsidRPr="004A3FFA">
        <w:rPr>
          <w:sz w:val="16"/>
        </w:rPr>
        <w:t xml:space="preserve">Oversight is another piece of the puzzle. Right now, </w:t>
      </w:r>
      <w:r w:rsidRPr="004A3FFA">
        <w:rPr>
          <w:rStyle w:val="StyleUnderline"/>
        </w:rPr>
        <w:t xml:space="preserve">if an oil company has a </w:t>
      </w:r>
      <w:r w:rsidRPr="004A3FFA">
        <w:rPr>
          <w:rStyle w:val="Emphasis"/>
        </w:rPr>
        <w:t>cozy relationship</w:t>
      </w:r>
      <w:r w:rsidRPr="004A3FFA">
        <w:rPr>
          <w:sz w:val="16"/>
        </w:rPr>
        <w:t xml:space="preserve"> with regulators or if a cabinet official is literally a former oil lobbyist letting his friends pollute, there’s scant oversight. A </w:t>
      </w:r>
      <w:r w:rsidRPr="004A3FFA">
        <w:rPr>
          <w:rStyle w:val="StyleUnderline"/>
        </w:rPr>
        <w:t>Dem</w:t>
      </w:r>
      <w:r w:rsidRPr="004A3FFA">
        <w:rPr>
          <w:sz w:val="16"/>
        </w:rPr>
        <w:t xml:space="preserve">ocratic </w:t>
      </w:r>
      <w:r w:rsidRPr="004A3FFA">
        <w:rPr>
          <w:rStyle w:val="StyleUnderline"/>
        </w:rPr>
        <w:t xml:space="preserve">majority would </w:t>
      </w:r>
      <w:r w:rsidRPr="004A3FFA">
        <w:rPr>
          <w:rStyle w:val="Emphasis"/>
        </w:rPr>
        <w:t>haul those people in</w:t>
      </w:r>
      <w:r w:rsidRPr="004A3FFA">
        <w:rPr>
          <w:rStyle w:val="StyleUnderline"/>
        </w:rPr>
        <w:t xml:space="preserve"> for questioning</w:t>
      </w:r>
      <w:r w:rsidRPr="004A3FFA">
        <w:rPr>
          <w:sz w:val="16"/>
        </w:rPr>
        <w:t>.</w:t>
      </w:r>
    </w:p>
    <w:p w14:paraId="386DF9FB" w14:textId="77777777" w:rsidR="00FF1F1F" w:rsidRPr="004A3FFA" w:rsidRDefault="00FF1F1F" w:rsidP="00FF1F1F">
      <w:pPr>
        <w:rPr>
          <w:sz w:val="16"/>
        </w:rPr>
      </w:pPr>
      <w:r w:rsidRPr="004A3FFA">
        <w:rPr>
          <w:sz w:val="16"/>
        </w:rPr>
        <w:t>They’d demand accountability from agencies like the Environmental Protection Agency, which under Trump’s appointees has been more about protecting polluters than the environment. Picture a hearing where community members from a town with poisoned water get to confront the officials who eased up on regulations, that kind of real accountability can force change that no amount of behind-the-scenes pleading ever will.</w:t>
      </w:r>
    </w:p>
    <w:p w14:paraId="6E1BE8F3" w14:textId="77777777" w:rsidR="00FF1F1F" w:rsidRPr="004A3FFA" w:rsidRDefault="00FF1F1F" w:rsidP="00FF1F1F">
      <w:pPr>
        <w:rPr>
          <w:sz w:val="16"/>
        </w:rPr>
      </w:pPr>
      <w:r w:rsidRPr="004A3FFA">
        <w:rPr>
          <w:sz w:val="16"/>
        </w:rPr>
        <w:t>Congress can also investigate the ties between big polluters and policy decisions, exposing any corruption or undue influence. When these matters are brought to light, Americans get angry (as we should) and demand better. That creates a powerful impetus for reform.</w:t>
      </w:r>
    </w:p>
    <w:p w14:paraId="3FC49927" w14:textId="77777777" w:rsidR="00FF1F1F" w:rsidRPr="004A3FFA" w:rsidRDefault="00FF1F1F" w:rsidP="00FF1F1F">
      <w:pPr>
        <w:rPr>
          <w:sz w:val="16"/>
        </w:rPr>
      </w:pPr>
      <w:r w:rsidRPr="004A3FFA">
        <w:rPr>
          <w:sz w:val="16"/>
        </w:rPr>
        <w:t xml:space="preserve">A Democratic </w:t>
      </w:r>
      <w:r w:rsidRPr="00682621">
        <w:rPr>
          <w:rStyle w:val="StyleUnderline"/>
        </w:rPr>
        <w:t>Congress can</w:t>
      </w:r>
      <w:r w:rsidRPr="004A3FFA">
        <w:rPr>
          <w:sz w:val="16"/>
        </w:rPr>
        <w:t xml:space="preserve"> also </w:t>
      </w:r>
      <w:r w:rsidRPr="004A3FFA">
        <w:rPr>
          <w:rStyle w:val="StyleUnderline"/>
          <w:highlight w:val="cyan"/>
        </w:rPr>
        <w:t>bring</w:t>
      </w:r>
      <w:r w:rsidRPr="004A3FFA">
        <w:rPr>
          <w:sz w:val="16"/>
          <w:highlight w:val="cyan"/>
        </w:rPr>
        <w:t xml:space="preserve"> </w:t>
      </w:r>
      <w:r w:rsidRPr="004A3FFA">
        <w:rPr>
          <w:sz w:val="16"/>
        </w:rPr>
        <w:t xml:space="preserve">the U.S. </w:t>
      </w:r>
      <w:r w:rsidRPr="00682621">
        <w:rPr>
          <w:rStyle w:val="StyleUnderline"/>
        </w:rPr>
        <w:t>back</w:t>
      </w:r>
      <w:r w:rsidRPr="004A3FFA">
        <w:rPr>
          <w:sz w:val="16"/>
        </w:rPr>
        <w:t xml:space="preserve"> into </w:t>
      </w:r>
      <w:r w:rsidRPr="004A3FFA">
        <w:rPr>
          <w:rStyle w:val="Emphasis"/>
          <w:highlight w:val="cyan"/>
        </w:rPr>
        <w:t>global leadership</w:t>
      </w:r>
      <w:r w:rsidRPr="004A3FFA">
        <w:rPr>
          <w:rStyle w:val="StyleUnderline"/>
          <w:highlight w:val="cyan"/>
        </w:rPr>
        <w:t xml:space="preserve"> on climate change</w:t>
      </w:r>
      <w:r w:rsidRPr="004A3FFA">
        <w:rPr>
          <w:sz w:val="16"/>
        </w:rPr>
        <w:t xml:space="preserve">. While Trump might not want to rejoin the Paris Climate Agreement or other global accords, </w:t>
      </w:r>
      <w:r w:rsidRPr="00682621">
        <w:rPr>
          <w:rStyle w:val="StyleUnderline"/>
        </w:rPr>
        <w:t xml:space="preserve">Congress can </w:t>
      </w:r>
      <w:r w:rsidRPr="004A3FFA">
        <w:rPr>
          <w:rStyle w:val="StyleUnderline"/>
          <w:highlight w:val="cyan"/>
        </w:rPr>
        <w:t xml:space="preserve">work </w:t>
      </w:r>
      <w:r w:rsidRPr="004A3FFA">
        <w:rPr>
          <w:rStyle w:val="Emphasis"/>
          <w:highlight w:val="cyan"/>
        </w:rPr>
        <w:t>diplomatically</w:t>
      </w:r>
      <w:r w:rsidRPr="004A3FFA">
        <w:rPr>
          <w:sz w:val="16"/>
          <w:highlight w:val="cyan"/>
        </w:rPr>
        <w:t xml:space="preserve"> </w:t>
      </w:r>
      <w:r w:rsidRPr="004A3FFA">
        <w:rPr>
          <w:sz w:val="16"/>
        </w:rPr>
        <w:t xml:space="preserve">by </w:t>
      </w:r>
      <w:r w:rsidRPr="00682621">
        <w:rPr>
          <w:rStyle w:val="StyleUnderline"/>
        </w:rPr>
        <w:t>forming committees or delegations</w:t>
      </w:r>
      <w:r w:rsidRPr="004A3FFA">
        <w:rPr>
          <w:sz w:val="16"/>
        </w:rPr>
        <w:t xml:space="preserve"> that coordinate </w:t>
      </w:r>
      <w:r w:rsidRPr="00682621">
        <w:rPr>
          <w:rStyle w:val="StyleUnderline"/>
        </w:rPr>
        <w:t>with international allies</w:t>
      </w:r>
      <w:r w:rsidRPr="004A3FFA">
        <w:rPr>
          <w:sz w:val="16"/>
        </w:rPr>
        <w:t>. They can pass resolutions stating America’s commitment to these causes, showing the world that Trump doesn’t speak for all of us on this.</w:t>
      </w:r>
    </w:p>
    <w:p w14:paraId="74345624" w14:textId="77777777" w:rsidR="00FF1F1F" w:rsidRPr="004A3FFA" w:rsidRDefault="00FF1F1F" w:rsidP="00FF1F1F">
      <w:pPr>
        <w:rPr>
          <w:sz w:val="16"/>
        </w:rPr>
      </w:pPr>
      <w:r w:rsidRPr="004A3FFA">
        <w:rPr>
          <w:sz w:val="16"/>
        </w:rPr>
        <w:t xml:space="preserve">They </w:t>
      </w:r>
      <w:r w:rsidRPr="004A3FFA">
        <w:rPr>
          <w:rStyle w:val="StyleUnderline"/>
          <w:highlight w:val="cyan"/>
        </w:rPr>
        <w:t>could</w:t>
      </w:r>
      <w:r w:rsidRPr="004A3FFA">
        <w:rPr>
          <w:sz w:val="16"/>
          <w:highlight w:val="cyan"/>
        </w:rPr>
        <w:t xml:space="preserve"> </w:t>
      </w:r>
      <w:r w:rsidRPr="004A3FFA">
        <w:rPr>
          <w:sz w:val="16"/>
        </w:rPr>
        <w:t xml:space="preserve">even </w:t>
      </w:r>
      <w:r w:rsidRPr="00461B4F">
        <w:rPr>
          <w:rStyle w:val="Emphasis"/>
        </w:rPr>
        <w:t>condition</w:t>
      </w:r>
      <w:r w:rsidRPr="004A3FFA">
        <w:rPr>
          <w:sz w:val="16"/>
        </w:rPr>
        <w:t xml:space="preserve"> certain trade </w:t>
      </w:r>
      <w:r w:rsidRPr="004A3FFA">
        <w:rPr>
          <w:rStyle w:val="Emphasis"/>
          <w:highlight w:val="cyan"/>
        </w:rPr>
        <w:t>deals</w:t>
      </w:r>
      <w:r w:rsidRPr="004A3FFA">
        <w:rPr>
          <w:rStyle w:val="StyleUnderline"/>
          <w:highlight w:val="cyan"/>
        </w:rPr>
        <w:t xml:space="preserve"> </w:t>
      </w:r>
      <w:r w:rsidRPr="00682621">
        <w:rPr>
          <w:rStyle w:val="StyleUnderline"/>
        </w:rPr>
        <w:t>or</w:t>
      </w:r>
      <w:r w:rsidRPr="004A3FFA">
        <w:rPr>
          <w:sz w:val="16"/>
        </w:rPr>
        <w:t xml:space="preserve"> foreign </w:t>
      </w:r>
      <w:r w:rsidRPr="00682621">
        <w:rPr>
          <w:rStyle w:val="StyleUnderline"/>
        </w:rPr>
        <w:t xml:space="preserve">aid </w:t>
      </w:r>
      <w:r w:rsidRPr="004A3FFA">
        <w:rPr>
          <w:rStyle w:val="StyleUnderline"/>
          <w:highlight w:val="cyan"/>
        </w:rPr>
        <w:t xml:space="preserve">on environmental </w:t>
      </w:r>
      <w:r w:rsidRPr="004A3FFA">
        <w:rPr>
          <w:rStyle w:val="Emphasis"/>
          <w:highlight w:val="cyan"/>
        </w:rPr>
        <w:t>standards</w:t>
      </w:r>
      <w:r w:rsidRPr="004A3FFA">
        <w:rPr>
          <w:sz w:val="16"/>
        </w:rPr>
        <w:t>, effectively nudging us back into cooperation with world efforts. For instance, the Senate can refuse to ratify any international agreement that weakens environmental protections, and push the administration to negotiate stronger environmental terms in trade deals.</w:t>
      </w:r>
    </w:p>
    <w:p w14:paraId="16D98F47" w14:textId="77777777" w:rsidR="00FF1F1F" w:rsidRPr="004A3FFA" w:rsidRDefault="00FF1F1F" w:rsidP="00FF1F1F">
      <w:pPr>
        <w:rPr>
          <w:sz w:val="16"/>
        </w:rPr>
      </w:pPr>
      <w:r w:rsidRPr="004A3FFA">
        <w:rPr>
          <w:sz w:val="16"/>
        </w:rPr>
        <w:t xml:space="preserve">Let’s not forget disaster preparedness and response. </w:t>
      </w:r>
      <w:r w:rsidRPr="004A3FFA">
        <w:rPr>
          <w:rStyle w:val="StyleUnderline"/>
        </w:rPr>
        <w:t>As climate change fuels</w:t>
      </w:r>
      <w:r w:rsidRPr="004A3FFA">
        <w:rPr>
          <w:sz w:val="16"/>
        </w:rPr>
        <w:t xml:space="preserve"> more </w:t>
      </w:r>
      <w:r w:rsidRPr="004A3FFA">
        <w:rPr>
          <w:rStyle w:val="StyleUnderline"/>
        </w:rPr>
        <w:t>extreme weather</w:t>
      </w:r>
      <w:r w:rsidRPr="004A3FFA">
        <w:rPr>
          <w:sz w:val="16"/>
        </w:rPr>
        <w:t xml:space="preserve">, we need a government that helps, not one that denies what’s happening. A </w:t>
      </w:r>
      <w:r w:rsidRPr="004A3FFA">
        <w:rPr>
          <w:rStyle w:val="StyleUnderline"/>
        </w:rPr>
        <w:t>Dem</w:t>
      </w:r>
      <w:r w:rsidRPr="004A3FFA">
        <w:rPr>
          <w:sz w:val="16"/>
        </w:rPr>
        <w:t xml:space="preserve">ocratic </w:t>
      </w:r>
      <w:r w:rsidRPr="004A3FFA">
        <w:rPr>
          <w:rStyle w:val="StyleUnderline"/>
        </w:rPr>
        <w:t>majority would</w:t>
      </w:r>
      <w:r w:rsidRPr="004A3FFA">
        <w:rPr>
          <w:sz w:val="16"/>
        </w:rPr>
        <w:t xml:space="preserve"> </w:t>
      </w:r>
      <w:r w:rsidRPr="004A3FFA">
        <w:rPr>
          <w:rStyle w:val="StyleUnderline"/>
          <w:highlight w:val="cyan"/>
        </w:rPr>
        <w:t>prioritize</w:t>
      </w:r>
      <w:r w:rsidRPr="004A3FFA">
        <w:rPr>
          <w:sz w:val="16"/>
          <w:highlight w:val="cyan"/>
        </w:rPr>
        <w:t xml:space="preserve"> </w:t>
      </w:r>
      <w:r w:rsidRPr="004A3FFA">
        <w:rPr>
          <w:sz w:val="16"/>
        </w:rPr>
        <w:t xml:space="preserve">funding for </w:t>
      </w:r>
      <w:r w:rsidRPr="004A3FFA">
        <w:rPr>
          <w:rStyle w:val="Emphasis"/>
          <w:highlight w:val="cyan"/>
        </w:rPr>
        <w:t>FEMA</w:t>
      </w:r>
      <w:r w:rsidRPr="004A3FFA">
        <w:rPr>
          <w:rStyle w:val="StyleUnderline"/>
          <w:highlight w:val="cyan"/>
        </w:rPr>
        <w:t xml:space="preserve"> and</w:t>
      </w:r>
      <w:r w:rsidRPr="004A3FFA">
        <w:rPr>
          <w:sz w:val="16"/>
          <w:highlight w:val="cyan"/>
        </w:rPr>
        <w:t xml:space="preserve"> </w:t>
      </w:r>
      <w:r w:rsidRPr="004A3FFA">
        <w:rPr>
          <w:sz w:val="16"/>
        </w:rPr>
        <w:t xml:space="preserve">other </w:t>
      </w:r>
      <w:r w:rsidRPr="004A3FFA">
        <w:rPr>
          <w:rStyle w:val="Emphasis"/>
          <w:highlight w:val="cyan"/>
        </w:rPr>
        <w:t>emergency services</w:t>
      </w:r>
      <w:r w:rsidRPr="004A3FFA">
        <w:rPr>
          <w:sz w:val="16"/>
        </w:rPr>
        <w:t>, and they’d likely be more aggressive in scrutinizing whether disaster responses (to hurricanes, wildfires, floods) are effective and equitable. If some communities aren’t getting the help they need because of incompetence or bias, you can bet a congressional investigation would be on it, forcing improvements.</w:t>
      </w:r>
    </w:p>
    <w:p w14:paraId="335A555C" w14:textId="77777777" w:rsidR="00FF1F1F" w:rsidRPr="004A3FFA" w:rsidRDefault="00FF1F1F" w:rsidP="00FF1F1F">
      <w:pPr>
        <w:rPr>
          <w:sz w:val="16"/>
        </w:rPr>
      </w:pPr>
      <w:r w:rsidRPr="004A3FFA">
        <w:rPr>
          <w:rStyle w:val="StyleUnderline"/>
        </w:rPr>
        <w:t>The environment</w:t>
      </w:r>
      <w:r w:rsidRPr="004A3FFA">
        <w:rPr>
          <w:sz w:val="16"/>
        </w:rPr>
        <w:t xml:space="preserve"> might not always dominate headlines, but it </w:t>
      </w:r>
      <w:r w:rsidRPr="004A3FFA">
        <w:rPr>
          <w:rStyle w:val="StyleUnderline"/>
        </w:rPr>
        <w:t>underpins</w:t>
      </w:r>
      <w:r w:rsidRPr="004A3FFA">
        <w:rPr>
          <w:sz w:val="16"/>
        </w:rPr>
        <w:t xml:space="preserve"> everything, our </w:t>
      </w:r>
      <w:r w:rsidRPr="004A3FFA">
        <w:rPr>
          <w:rStyle w:val="Emphasis"/>
        </w:rPr>
        <w:t>health</w:t>
      </w:r>
      <w:r w:rsidRPr="004A3FFA">
        <w:rPr>
          <w:sz w:val="16"/>
        </w:rPr>
        <w:t xml:space="preserve">, our </w:t>
      </w:r>
      <w:r w:rsidRPr="004A3FFA">
        <w:rPr>
          <w:rStyle w:val="Emphasis"/>
        </w:rPr>
        <w:t>economy</w:t>
      </w:r>
      <w:r w:rsidRPr="004A3FFA">
        <w:rPr>
          <w:sz w:val="16"/>
        </w:rPr>
        <w:t xml:space="preserve">, </w:t>
      </w:r>
      <w:r w:rsidRPr="004A3FFA">
        <w:rPr>
          <w:rStyle w:val="StyleUnderline"/>
        </w:rPr>
        <w:t xml:space="preserve">our very </w:t>
      </w:r>
      <w:r w:rsidRPr="004A3FFA">
        <w:rPr>
          <w:rStyle w:val="Emphasis"/>
        </w:rPr>
        <w:t>lives</w:t>
      </w:r>
      <w:r w:rsidRPr="004A3FFA">
        <w:rPr>
          <w:sz w:val="16"/>
        </w:rPr>
        <w:t>. By saving our environmental protections and investing in clean energy, a Democratic Congress would also be saving countless American lives and livelihoods, not to mention preserving the country’s natural heritage.</w:t>
      </w:r>
    </w:p>
    <w:p w14:paraId="2B897799" w14:textId="77777777" w:rsidR="00FF1F1F" w:rsidRDefault="00FF1F1F" w:rsidP="00FF1F1F">
      <w:pPr>
        <w:rPr>
          <w:sz w:val="16"/>
        </w:rPr>
      </w:pPr>
      <w:r w:rsidRPr="00461B4F">
        <w:rPr>
          <w:rStyle w:val="Emphasis"/>
        </w:rPr>
        <w:t>We owe it to future gen</w:t>
      </w:r>
      <w:r w:rsidRPr="00461B4F">
        <w:rPr>
          <w:rStyle w:val="StyleUnderline"/>
        </w:rPr>
        <w:t>eration</w:t>
      </w:r>
      <w:r w:rsidRPr="00461B4F">
        <w:rPr>
          <w:rStyle w:val="Emphasis"/>
        </w:rPr>
        <w:t>s</w:t>
      </w:r>
      <w:r w:rsidRPr="00682621">
        <w:rPr>
          <w:rStyle w:val="StyleUnderline"/>
        </w:rPr>
        <w:t xml:space="preserve"> to act</w:t>
      </w:r>
      <w:r w:rsidRPr="004A3FFA">
        <w:rPr>
          <w:sz w:val="16"/>
        </w:rPr>
        <w:t xml:space="preserve"> as </w:t>
      </w:r>
      <w:r w:rsidRPr="00682621">
        <w:rPr>
          <w:rStyle w:val="StyleUnderline"/>
        </w:rPr>
        <w:t>responsible</w:t>
      </w:r>
      <w:r w:rsidRPr="004A3FFA">
        <w:rPr>
          <w:sz w:val="16"/>
        </w:rPr>
        <w:t xml:space="preserve"> stewards of the planet. Right now we’re headed in the opposite direction; </w:t>
      </w:r>
      <w:r w:rsidRPr="004A3FFA">
        <w:rPr>
          <w:rStyle w:val="StyleUnderline"/>
          <w:highlight w:val="cyan"/>
        </w:rPr>
        <w:t xml:space="preserve">2026 is our </w:t>
      </w:r>
      <w:r w:rsidRPr="004A3FFA">
        <w:rPr>
          <w:rStyle w:val="Emphasis"/>
          <w:highlight w:val="cyan"/>
        </w:rPr>
        <w:t xml:space="preserve">chance to correct </w:t>
      </w:r>
      <w:r w:rsidRPr="004A3FFA">
        <w:rPr>
          <w:rStyle w:val="Emphasis"/>
        </w:rPr>
        <w:t xml:space="preserve">that </w:t>
      </w:r>
      <w:r w:rsidRPr="004A3FFA">
        <w:rPr>
          <w:rStyle w:val="Emphasis"/>
          <w:highlight w:val="cyan"/>
        </w:rPr>
        <w:t>course</w:t>
      </w:r>
      <w:r w:rsidRPr="004A3FFA">
        <w:rPr>
          <w:sz w:val="16"/>
        </w:rPr>
        <w:t>. If you care about the air your children will breathe or the water they’ll drink, if you care about your community not being underwater or on fire or hit by one superstorm after another, then using your vote to bring in a Congress that believes in science and accountability is absolutely essential.</w:t>
      </w:r>
    </w:p>
    <w:p w14:paraId="622EC9ED" w14:textId="77777777" w:rsidR="00F431FC" w:rsidRDefault="00F431FC" w:rsidP="00F431FC">
      <w:pPr>
        <w:pStyle w:val="Heading3"/>
      </w:pPr>
      <w:r>
        <w:t>Link Uniqueness---2NC</w:t>
      </w:r>
    </w:p>
    <w:p w14:paraId="38057ED0" w14:textId="77777777" w:rsidR="00F431FC" w:rsidRDefault="00F431FC" w:rsidP="00F431FC">
      <w:pPr>
        <w:pStyle w:val="Heading4"/>
      </w:pPr>
      <w:r>
        <w:rPr>
          <w:u w:val="single"/>
        </w:rPr>
        <w:t xml:space="preserve">9. </w:t>
      </w:r>
      <w:r w:rsidRPr="00A75009">
        <w:rPr>
          <w:u w:val="single"/>
        </w:rPr>
        <w:t>Working class voters</w:t>
      </w:r>
      <w:r>
        <w:t xml:space="preserve"> are </w:t>
      </w:r>
      <w:r w:rsidRPr="00A75009">
        <w:rPr>
          <w:u w:val="single"/>
        </w:rPr>
        <w:t>turning</w:t>
      </w:r>
      <w:r>
        <w:t xml:space="preserve"> against Trump</w:t>
      </w:r>
    </w:p>
    <w:p w14:paraId="45DEB2C0" w14:textId="77777777" w:rsidR="00F431FC" w:rsidRPr="000E6D94" w:rsidRDefault="00F431FC" w:rsidP="00F431FC">
      <w:r>
        <w:t xml:space="preserve">Katie </w:t>
      </w:r>
      <w:r w:rsidRPr="000E6D94">
        <w:rPr>
          <w:rStyle w:val="Style13ptBold"/>
        </w:rPr>
        <w:t>Glueck, 8-12</w:t>
      </w:r>
      <w:r>
        <w:t xml:space="preserve">. National political reporter @ The New York Times. Previously Chief Metro political correspondent. “These Are the Voters Who Should Scare Democrats Most.” The New York Times. 8-16-2025. </w:t>
      </w:r>
      <w:r w:rsidRPr="000E6D94">
        <w:t>https://www.nytimes.com/2025/08/12/us/politics/democrats-working-class-voters.html</w:t>
      </w:r>
    </w:p>
    <w:p w14:paraId="0B7C4AA4" w14:textId="77777777" w:rsidR="00F431FC" w:rsidRPr="000E6D94" w:rsidRDefault="00F431FC" w:rsidP="00F431FC">
      <w:pPr>
        <w:rPr>
          <w:sz w:val="16"/>
        </w:rPr>
      </w:pPr>
      <w:r w:rsidRPr="000E1A94">
        <w:rPr>
          <w:rStyle w:val="Emphasis"/>
          <w:highlight w:val="cyan"/>
        </w:rPr>
        <w:t>Working-class voters</w:t>
      </w:r>
      <w:r w:rsidRPr="000E6D94">
        <w:rPr>
          <w:sz w:val="16"/>
        </w:rPr>
        <w:t xml:space="preserve"> like Mr. Teachey, </w:t>
      </w:r>
      <w:r w:rsidRPr="000E6D94">
        <w:rPr>
          <w:rStyle w:val="StyleUnderline"/>
        </w:rPr>
        <w:t>who supported</w:t>
      </w:r>
      <w:r w:rsidRPr="000E6D94">
        <w:rPr>
          <w:sz w:val="16"/>
        </w:rPr>
        <w:t xml:space="preserve"> Joseph R. </w:t>
      </w:r>
      <w:r w:rsidRPr="000E6D94">
        <w:rPr>
          <w:rStyle w:val="StyleUnderline"/>
        </w:rPr>
        <w:t>Biden</w:t>
      </w:r>
      <w:r w:rsidRPr="000E6D94">
        <w:rPr>
          <w:sz w:val="16"/>
        </w:rPr>
        <w:t xml:space="preserve"> Jr. </w:t>
      </w:r>
      <w:r w:rsidRPr="000E6D94">
        <w:rPr>
          <w:rStyle w:val="StyleUnderline"/>
        </w:rPr>
        <w:t>in 2020</w:t>
      </w:r>
      <w:r w:rsidRPr="000E6D94">
        <w:rPr>
          <w:sz w:val="16"/>
        </w:rPr>
        <w:t xml:space="preserve"> </w:t>
      </w:r>
      <w:r w:rsidRPr="000E6D94">
        <w:rPr>
          <w:rStyle w:val="StyleUnderline"/>
        </w:rPr>
        <w:t>but</w:t>
      </w:r>
      <w:r w:rsidRPr="000E6D94">
        <w:rPr>
          <w:sz w:val="16"/>
        </w:rPr>
        <w:t xml:space="preserve"> </w:t>
      </w:r>
      <w:r w:rsidRPr="000E6D94">
        <w:rPr>
          <w:rStyle w:val="StyleUnderline"/>
        </w:rPr>
        <w:t>either</w:t>
      </w:r>
      <w:r w:rsidRPr="000E6D94">
        <w:rPr>
          <w:sz w:val="16"/>
        </w:rPr>
        <w:t xml:space="preserve"> </w:t>
      </w:r>
      <w:r w:rsidRPr="000E6D94">
        <w:rPr>
          <w:rStyle w:val="StyleUnderline"/>
        </w:rPr>
        <w:t>backed</w:t>
      </w:r>
      <w:r w:rsidRPr="000E6D94">
        <w:rPr>
          <w:sz w:val="16"/>
        </w:rPr>
        <w:t xml:space="preserve"> President </w:t>
      </w:r>
      <w:r w:rsidRPr="000E6D94">
        <w:rPr>
          <w:rStyle w:val="StyleUnderline"/>
        </w:rPr>
        <w:t>Trump</w:t>
      </w:r>
      <w:r w:rsidRPr="000E6D94">
        <w:rPr>
          <w:sz w:val="16"/>
        </w:rPr>
        <w:t xml:space="preserve"> last year </w:t>
      </w:r>
      <w:r w:rsidRPr="000E6D94">
        <w:rPr>
          <w:rStyle w:val="StyleUnderline"/>
        </w:rPr>
        <w:t>or</w:t>
      </w:r>
      <w:r w:rsidRPr="000E6D94">
        <w:rPr>
          <w:sz w:val="16"/>
        </w:rPr>
        <w:t xml:space="preserve">, as Mr. Teachey did, </w:t>
      </w:r>
      <w:r w:rsidRPr="000E6D94">
        <w:rPr>
          <w:rStyle w:val="StyleUnderline"/>
        </w:rPr>
        <w:t>skipped the</w:t>
      </w:r>
      <w:r w:rsidRPr="000E6D94">
        <w:rPr>
          <w:sz w:val="16"/>
        </w:rPr>
        <w:t xml:space="preserve"> </w:t>
      </w:r>
      <w:r w:rsidRPr="000E6D94">
        <w:rPr>
          <w:rStyle w:val="StyleUnderline"/>
        </w:rPr>
        <w:t>2024</w:t>
      </w:r>
      <w:r w:rsidRPr="000E6D94">
        <w:rPr>
          <w:sz w:val="16"/>
        </w:rPr>
        <w:t xml:space="preserve"> presidential </w:t>
      </w:r>
      <w:r w:rsidRPr="000E6D94">
        <w:rPr>
          <w:rStyle w:val="StyleUnderline"/>
        </w:rPr>
        <w:t>election</w:t>
      </w:r>
      <w:r w:rsidRPr="000E6D94">
        <w:rPr>
          <w:sz w:val="16"/>
        </w:rPr>
        <w:t xml:space="preserve">, help </w:t>
      </w:r>
      <w:r w:rsidRPr="000E6D94">
        <w:rPr>
          <w:rStyle w:val="StyleUnderline"/>
        </w:rPr>
        <w:t>explain why Democrats lost pivotal swing counties</w:t>
      </w:r>
      <w:r w:rsidRPr="000E6D94">
        <w:rPr>
          <w:sz w:val="16"/>
        </w:rPr>
        <w:t xml:space="preserve"> like Bucks, and vividly </w:t>
      </w:r>
      <w:r w:rsidRPr="000E6D94">
        <w:rPr>
          <w:rStyle w:val="StyleUnderline"/>
        </w:rPr>
        <w:t xml:space="preserve">illustrate how the </w:t>
      </w:r>
      <w:r w:rsidRPr="000E1A94">
        <w:rPr>
          <w:rStyle w:val="StyleUnderline"/>
          <w:highlight w:val="cyan"/>
        </w:rPr>
        <w:t>traditional</w:t>
      </w:r>
      <w:r w:rsidRPr="000E6D94">
        <w:rPr>
          <w:rStyle w:val="StyleUnderline"/>
        </w:rPr>
        <w:t xml:space="preserve"> </w:t>
      </w:r>
      <w:r w:rsidRPr="000E1A94">
        <w:rPr>
          <w:rStyle w:val="Emphasis"/>
          <w:highlight w:val="cyan"/>
        </w:rPr>
        <w:t>Democratic coalition</w:t>
      </w:r>
      <w:r w:rsidRPr="000E6D94">
        <w:rPr>
          <w:rStyle w:val="Emphasis"/>
        </w:rPr>
        <w:t xml:space="preserve"> has </w:t>
      </w:r>
      <w:r w:rsidRPr="000E1A94">
        <w:rPr>
          <w:rStyle w:val="Emphasis"/>
          <w:highlight w:val="cyan"/>
        </w:rPr>
        <w:t>eroded</w:t>
      </w:r>
      <w:r w:rsidRPr="000E6D94">
        <w:rPr>
          <w:sz w:val="16"/>
        </w:rPr>
        <w:t xml:space="preserve"> </w:t>
      </w:r>
      <w:r w:rsidRPr="000E1A94">
        <w:rPr>
          <w:rStyle w:val="StyleUnderline"/>
          <w:highlight w:val="cyan"/>
        </w:rPr>
        <w:t>in the Trump era</w:t>
      </w:r>
      <w:r w:rsidRPr="000E6D94">
        <w:rPr>
          <w:sz w:val="16"/>
        </w:rPr>
        <w:t>.</w:t>
      </w:r>
    </w:p>
    <w:p w14:paraId="3A4835B8" w14:textId="77777777" w:rsidR="00F431FC" w:rsidRPr="000E6D94" w:rsidRDefault="00F431FC" w:rsidP="00F431FC">
      <w:pPr>
        <w:rPr>
          <w:sz w:val="16"/>
        </w:rPr>
      </w:pPr>
      <w:r w:rsidRPr="000E6D94">
        <w:rPr>
          <w:sz w:val="16"/>
        </w:rPr>
        <w:t xml:space="preserve">Now, </w:t>
      </w:r>
      <w:r w:rsidRPr="000E1A94">
        <w:rPr>
          <w:rStyle w:val="Emphasis"/>
          <w:highlight w:val="cyan"/>
        </w:rPr>
        <w:t>Democrats</w:t>
      </w:r>
      <w:r w:rsidRPr="000E6D94">
        <w:rPr>
          <w:rStyle w:val="StyleUnderline"/>
        </w:rPr>
        <w:t xml:space="preserve"> hope to bring these voters back</w:t>
      </w:r>
      <w:r w:rsidRPr="000E6D94">
        <w:rPr>
          <w:sz w:val="16"/>
        </w:rPr>
        <w:t xml:space="preserve"> into the fold for the midterm elections in 2026, </w:t>
      </w:r>
      <w:r w:rsidRPr="000E1A94">
        <w:rPr>
          <w:rStyle w:val="Emphasis"/>
          <w:sz w:val="28"/>
          <w:szCs w:val="28"/>
          <w:highlight w:val="cyan"/>
        </w:rPr>
        <w:t>betting on a backlash to</w:t>
      </w:r>
      <w:r w:rsidRPr="000E6D94">
        <w:rPr>
          <w:sz w:val="16"/>
        </w:rPr>
        <w:t xml:space="preserve"> Mr. </w:t>
      </w:r>
      <w:r w:rsidRPr="000E1A94">
        <w:rPr>
          <w:rStyle w:val="Emphasis"/>
          <w:sz w:val="28"/>
          <w:szCs w:val="28"/>
          <w:highlight w:val="cyan"/>
        </w:rPr>
        <w:t>Trump</w:t>
      </w:r>
      <w:r w:rsidRPr="000E6D94">
        <w:rPr>
          <w:rStyle w:val="StyleUnderline"/>
        </w:rPr>
        <w:t xml:space="preserve"> </w:t>
      </w:r>
      <w:r w:rsidRPr="000E1A94">
        <w:rPr>
          <w:rStyle w:val="StyleUnderline"/>
          <w:highlight w:val="cyan"/>
        </w:rPr>
        <w:t>and his</w:t>
      </w:r>
      <w:r w:rsidRPr="000E6D94">
        <w:rPr>
          <w:rStyle w:val="StyleUnderline"/>
        </w:rPr>
        <w:t xml:space="preserve"> party’s </w:t>
      </w:r>
      <w:r w:rsidRPr="000E1A94">
        <w:rPr>
          <w:rStyle w:val="StyleUnderline"/>
          <w:highlight w:val="cyan"/>
        </w:rPr>
        <w:t xml:space="preserve">far-reaching </w:t>
      </w:r>
      <w:r w:rsidRPr="000E1A94">
        <w:rPr>
          <w:rStyle w:val="Emphasis"/>
          <w:highlight w:val="cyan"/>
        </w:rPr>
        <w:t>moves to slash</w:t>
      </w:r>
      <w:r w:rsidRPr="000E6D94">
        <w:rPr>
          <w:rStyle w:val="StyleUnderline"/>
        </w:rPr>
        <w:t xml:space="preserve"> the </w:t>
      </w:r>
      <w:r w:rsidRPr="000E1A94">
        <w:rPr>
          <w:rStyle w:val="Emphasis"/>
          <w:highlight w:val="cyan"/>
        </w:rPr>
        <w:t>social safety</w:t>
      </w:r>
      <w:r w:rsidRPr="000E6D94">
        <w:rPr>
          <w:rStyle w:val="StyleUnderline"/>
        </w:rPr>
        <w:t xml:space="preserve"> net</w:t>
      </w:r>
      <w:r w:rsidRPr="000E6D94">
        <w:rPr>
          <w:sz w:val="16"/>
        </w:rPr>
        <w:t>.</w:t>
      </w:r>
    </w:p>
    <w:p w14:paraId="7F4199E6" w14:textId="77777777" w:rsidR="00F431FC" w:rsidRPr="000E6D94" w:rsidRDefault="00F431FC" w:rsidP="00F431FC">
      <w:pPr>
        <w:rPr>
          <w:sz w:val="16"/>
        </w:rPr>
      </w:pPr>
      <w:r w:rsidRPr="000E6D94">
        <w:rPr>
          <w:sz w:val="16"/>
        </w:rPr>
        <w:t xml:space="preserve">But </w:t>
      </w:r>
      <w:r w:rsidRPr="000E6D94">
        <w:rPr>
          <w:rStyle w:val="StyleUnderline"/>
        </w:rPr>
        <w:t>in interviews with nearly 30 predominantly working-class voters</w:t>
      </w:r>
      <w:r w:rsidRPr="000E6D94">
        <w:rPr>
          <w:sz w:val="16"/>
        </w:rPr>
        <w:t xml:space="preserve"> who supported Mr. Biden in 2020 before defecting or struggling deeply with their choices last year, </w:t>
      </w:r>
      <w:r w:rsidRPr="000E6D94">
        <w:rPr>
          <w:rStyle w:val="StyleUnderline"/>
        </w:rPr>
        <w:t>many had a stinging message for the Democratic Party</w:t>
      </w:r>
      <w:r w:rsidRPr="000E6D94">
        <w:rPr>
          <w:sz w:val="16"/>
        </w:rPr>
        <w:t>.</w:t>
      </w:r>
    </w:p>
    <w:p w14:paraId="12BA0664" w14:textId="77777777" w:rsidR="00F431FC" w:rsidRPr="000E6D94" w:rsidRDefault="00F431FC" w:rsidP="00F431FC">
      <w:pPr>
        <w:rPr>
          <w:sz w:val="16"/>
        </w:rPr>
      </w:pPr>
      <w:r w:rsidRPr="000E6D94">
        <w:rPr>
          <w:rStyle w:val="StyleUnderline"/>
        </w:rPr>
        <w:t xml:space="preserve">Just because </w:t>
      </w:r>
      <w:r w:rsidRPr="000E1A94">
        <w:rPr>
          <w:rStyle w:val="Emphasis"/>
          <w:highlight w:val="cyan"/>
        </w:rPr>
        <w:t>we have misgivings about</w:t>
      </w:r>
      <w:r w:rsidRPr="000E6D94">
        <w:rPr>
          <w:sz w:val="16"/>
        </w:rPr>
        <w:t xml:space="preserve"> Mr. </w:t>
      </w:r>
      <w:r w:rsidRPr="000E1A94">
        <w:rPr>
          <w:rStyle w:val="Emphasis"/>
          <w:highlight w:val="cyan"/>
        </w:rPr>
        <w:t>Trump</w:t>
      </w:r>
      <w:r w:rsidRPr="000E6D94">
        <w:rPr>
          <w:sz w:val="16"/>
        </w:rPr>
        <w:t xml:space="preserve">, they say, </w:t>
      </w:r>
      <w:r w:rsidRPr="000E6D94">
        <w:rPr>
          <w:rStyle w:val="StyleUnderline"/>
        </w:rPr>
        <w:t>it doesn’t mean we like you</w:t>
      </w:r>
      <w:r w:rsidRPr="000E6D94">
        <w:rPr>
          <w:sz w:val="16"/>
        </w:rPr>
        <w:t>.</w:t>
      </w:r>
    </w:p>
    <w:p w14:paraId="0593EB4B" w14:textId="77777777" w:rsidR="00F431FC" w:rsidRPr="000E6D94" w:rsidRDefault="00F431FC" w:rsidP="00F431FC">
      <w:pPr>
        <w:rPr>
          <w:sz w:val="16"/>
        </w:rPr>
      </w:pPr>
      <w:r w:rsidRPr="000E6D94">
        <w:rPr>
          <w:sz w:val="16"/>
        </w:rPr>
        <w:t>“I think I’m done with the Democrats,” said Desmond Smith, 24, a deli worker from Smithdale, Miss., and a Black man who said he backed Mr. Biden in 2020 at the height of the racial justice protests. But last year, disillusioned by what he saw as the party’s overemphasis on identity politics and concerned about illegal immigration, he voted for Mr. Trump.</w:t>
      </w:r>
    </w:p>
    <w:p w14:paraId="16B6623B" w14:textId="77777777" w:rsidR="00F431FC" w:rsidRPr="000E6D94" w:rsidRDefault="00F431FC" w:rsidP="00F431FC">
      <w:pPr>
        <w:rPr>
          <w:sz w:val="16"/>
        </w:rPr>
      </w:pPr>
      <w:r w:rsidRPr="000E6D94">
        <w:rPr>
          <w:rStyle w:val="StyleUnderline"/>
        </w:rPr>
        <w:t>Asked how Democrats could win</w:t>
      </w:r>
      <w:r w:rsidRPr="000E6D94">
        <w:rPr>
          <w:sz w:val="16"/>
        </w:rPr>
        <w:t xml:space="preserve"> him back, he said, “</w:t>
      </w:r>
      <w:r w:rsidRPr="000E6D94">
        <w:rPr>
          <w:rStyle w:val="StyleUnderline"/>
        </w:rPr>
        <w:t>Fight for Americans instead of fighting for everybody else</w:t>
      </w:r>
      <w:r w:rsidRPr="000E6D94">
        <w:rPr>
          <w:sz w:val="16"/>
        </w:rPr>
        <w:t>.”</w:t>
      </w:r>
    </w:p>
    <w:p w14:paraId="6DE33DEF" w14:textId="77777777" w:rsidR="00F431FC" w:rsidRPr="000E6D94" w:rsidRDefault="00F431FC" w:rsidP="00F431FC">
      <w:pPr>
        <w:rPr>
          <w:sz w:val="16"/>
        </w:rPr>
      </w:pPr>
      <w:r w:rsidRPr="000E6D94">
        <w:rPr>
          <w:sz w:val="16"/>
        </w:rPr>
        <w:t xml:space="preserve">An in-depth post-election study from Pew Research Center suggests that </w:t>
      </w:r>
      <w:r w:rsidRPr="000E6D94">
        <w:rPr>
          <w:rStyle w:val="StyleUnderline"/>
        </w:rPr>
        <w:t>about 5 percent of</w:t>
      </w:r>
      <w:r w:rsidRPr="000E6D94">
        <w:rPr>
          <w:sz w:val="16"/>
        </w:rPr>
        <w:t xml:space="preserve"> Mr. </w:t>
      </w:r>
      <w:r w:rsidRPr="000E6D94">
        <w:rPr>
          <w:rStyle w:val="StyleUnderline"/>
        </w:rPr>
        <w:t>Biden’s voters in 2020 switched to</w:t>
      </w:r>
      <w:r w:rsidRPr="000E6D94">
        <w:rPr>
          <w:sz w:val="16"/>
        </w:rPr>
        <w:t xml:space="preserve"> Mr. </w:t>
      </w:r>
      <w:r w:rsidRPr="000E6D94">
        <w:rPr>
          <w:rStyle w:val="StyleUnderline"/>
        </w:rPr>
        <w:t>Trump in 2024</w:t>
      </w:r>
      <w:r w:rsidRPr="000E6D94">
        <w:rPr>
          <w:sz w:val="16"/>
        </w:rPr>
        <w:t xml:space="preserve">, while </w:t>
      </w:r>
      <w:r w:rsidRPr="000E6D94">
        <w:rPr>
          <w:rStyle w:val="StyleUnderline"/>
        </w:rPr>
        <w:t>roughly 15 percent</w:t>
      </w:r>
      <w:r w:rsidRPr="000E6D94">
        <w:rPr>
          <w:sz w:val="16"/>
        </w:rPr>
        <w:t xml:space="preserve"> of those voters </w:t>
      </w:r>
      <w:r w:rsidRPr="000E6D94">
        <w:rPr>
          <w:rStyle w:val="StyleUnderline"/>
        </w:rPr>
        <w:t>stayed home last year</w:t>
      </w:r>
      <w:r w:rsidRPr="000E6D94">
        <w:rPr>
          <w:sz w:val="16"/>
        </w:rPr>
        <w:t>. Mr. Trump retained more of his 2020 voters than Democrats did, a crucial factor in winning the election.</w:t>
      </w:r>
    </w:p>
    <w:p w14:paraId="41CBE51F" w14:textId="77777777" w:rsidR="00F431FC" w:rsidRPr="000E6D94" w:rsidRDefault="00F431FC" w:rsidP="00F431FC">
      <w:pPr>
        <w:rPr>
          <w:sz w:val="16"/>
        </w:rPr>
      </w:pPr>
      <w:r w:rsidRPr="000E6D94">
        <w:rPr>
          <w:sz w:val="16"/>
        </w:rPr>
        <w:t xml:space="preserve">Polling on the current attitudes of those Biden defectors is limited, but it is clear </w:t>
      </w:r>
      <w:r w:rsidRPr="000E6D94">
        <w:rPr>
          <w:rStyle w:val="StyleUnderline"/>
        </w:rPr>
        <w:t xml:space="preserve">the </w:t>
      </w:r>
      <w:r w:rsidRPr="000E1A94">
        <w:rPr>
          <w:rStyle w:val="StyleUnderline"/>
          <w:highlight w:val="cyan"/>
        </w:rPr>
        <w:t>Democratic brand</w:t>
      </w:r>
      <w:r w:rsidRPr="000E6D94">
        <w:rPr>
          <w:sz w:val="16"/>
        </w:rPr>
        <w:t xml:space="preserve">, broadly, </w:t>
      </w:r>
      <w:r w:rsidRPr="000E1A94">
        <w:rPr>
          <w:rStyle w:val="StyleUnderline"/>
          <w:highlight w:val="cyan"/>
        </w:rPr>
        <w:t>continues to struggle</w:t>
      </w:r>
      <w:r w:rsidRPr="000E6D94">
        <w:rPr>
          <w:sz w:val="16"/>
        </w:rPr>
        <w:t xml:space="preserve">. A Wall Street Journal poll released in late July found that </w:t>
      </w:r>
      <w:r w:rsidRPr="000E6D94">
        <w:rPr>
          <w:rStyle w:val="StyleUnderline"/>
        </w:rPr>
        <w:t xml:space="preserve">the </w:t>
      </w:r>
      <w:r w:rsidRPr="000E1A94">
        <w:rPr>
          <w:rStyle w:val="StyleUnderline"/>
          <w:highlight w:val="cyan"/>
        </w:rPr>
        <w:t>party’s image</w:t>
      </w:r>
      <w:r w:rsidRPr="000E6D94">
        <w:rPr>
          <w:rStyle w:val="StyleUnderline"/>
        </w:rPr>
        <w:t xml:space="preserve"> was at its </w:t>
      </w:r>
      <w:r w:rsidRPr="000E1A94">
        <w:rPr>
          <w:rStyle w:val="StyleUnderline"/>
          <w:highlight w:val="cyan"/>
        </w:rPr>
        <w:t>lowest</w:t>
      </w:r>
      <w:r w:rsidRPr="000E6D94">
        <w:rPr>
          <w:rStyle w:val="StyleUnderline"/>
        </w:rPr>
        <w:t xml:space="preserve"> point </w:t>
      </w:r>
      <w:r w:rsidRPr="000E1A94">
        <w:rPr>
          <w:rStyle w:val="StyleUnderline"/>
          <w:highlight w:val="cyan"/>
        </w:rPr>
        <w:t>in</w:t>
      </w:r>
      <w:r w:rsidRPr="000E6D94">
        <w:rPr>
          <w:rStyle w:val="StyleUnderline"/>
        </w:rPr>
        <w:t xml:space="preserve"> more than </w:t>
      </w:r>
      <w:r w:rsidRPr="000E1A94">
        <w:rPr>
          <w:rStyle w:val="StyleUnderline"/>
          <w:highlight w:val="cyan"/>
        </w:rPr>
        <w:t>three decades</w:t>
      </w:r>
      <w:r w:rsidRPr="000E6D94">
        <w:rPr>
          <w:sz w:val="16"/>
        </w:rPr>
        <w:t>, with just 33 percent of voters saying they held a favorable view of Democrats.</w:t>
      </w:r>
    </w:p>
    <w:p w14:paraId="4621B44C" w14:textId="77777777" w:rsidR="00F431FC" w:rsidRPr="000E6D94" w:rsidRDefault="00F431FC" w:rsidP="00F431FC">
      <w:pPr>
        <w:rPr>
          <w:sz w:val="16"/>
        </w:rPr>
      </w:pPr>
      <w:r w:rsidRPr="000E6D94">
        <w:rPr>
          <w:sz w:val="16"/>
        </w:rPr>
        <w:t>“They’re doing nothing to move their own numbers because they don’t have an economic message,” said John Anzalone, a veteran Democratic pollster who worked on that survey.</w:t>
      </w:r>
    </w:p>
    <w:p w14:paraId="160E9FE1" w14:textId="77777777" w:rsidR="00F431FC" w:rsidRPr="000E6D94" w:rsidRDefault="00F431FC" w:rsidP="00F431FC">
      <w:pPr>
        <w:rPr>
          <w:sz w:val="16"/>
        </w:rPr>
      </w:pPr>
      <w:r w:rsidRPr="000E6D94">
        <w:rPr>
          <w:sz w:val="16"/>
        </w:rPr>
        <w:t>“They think that this is about Trump’s numbers getting worse,” he added. “They need to worry about their numbers.”</w:t>
      </w:r>
    </w:p>
    <w:p w14:paraId="4A182D2A" w14:textId="77777777" w:rsidR="00F431FC" w:rsidRPr="00AB5BB1" w:rsidRDefault="00F431FC" w:rsidP="00F431FC">
      <w:pPr>
        <w:rPr>
          <w:sz w:val="16"/>
        </w:rPr>
      </w:pPr>
      <w:r w:rsidRPr="000E6D94">
        <w:rPr>
          <w:sz w:val="16"/>
        </w:rPr>
        <w:t xml:space="preserve">Certainly, </w:t>
      </w:r>
      <w:r w:rsidRPr="000E1A94">
        <w:rPr>
          <w:rStyle w:val="Emphasis"/>
          <w:sz w:val="28"/>
          <w:szCs w:val="28"/>
          <w:highlight w:val="cyan"/>
        </w:rPr>
        <w:t>anger with</w:t>
      </w:r>
      <w:r w:rsidRPr="000E1A94">
        <w:rPr>
          <w:rStyle w:val="Emphasis"/>
          <w:highlight w:val="cyan"/>
        </w:rPr>
        <w:t xml:space="preserve"> </w:t>
      </w:r>
      <w:r w:rsidRPr="000E1A94">
        <w:rPr>
          <w:rStyle w:val="StyleUnderline"/>
        </w:rPr>
        <w:t>Mr.</w:t>
      </w:r>
      <w:r w:rsidRPr="000E1A94">
        <w:rPr>
          <w:rStyle w:val="Emphasis"/>
        </w:rPr>
        <w:t xml:space="preserve"> </w:t>
      </w:r>
      <w:r w:rsidRPr="000E1A94">
        <w:rPr>
          <w:rStyle w:val="Emphasis"/>
          <w:sz w:val="28"/>
          <w:szCs w:val="28"/>
          <w:highlight w:val="cyan"/>
        </w:rPr>
        <w:t>Trump</w:t>
      </w:r>
      <w:r w:rsidRPr="000E6D94">
        <w:rPr>
          <w:sz w:val="16"/>
        </w:rPr>
        <w:t xml:space="preserve">, </w:t>
      </w:r>
      <w:r w:rsidRPr="000E1A94">
        <w:rPr>
          <w:rStyle w:val="Emphasis"/>
          <w:highlight w:val="cyan"/>
        </w:rPr>
        <w:t>an</w:t>
      </w:r>
      <w:r w:rsidRPr="000E1A94">
        <w:rPr>
          <w:sz w:val="16"/>
          <w:highlight w:val="cyan"/>
        </w:rPr>
        <w:t xml:space="preserve"> </w:t>
      </w:r>
      <w:r w:rsidRPr="000E1A94">
        <w:rPr>
          <w:rStyle w:val="Emphasis"/>
          <w:highlight w:val="cyan"/>
        </w:rPr>
        <w:t>energized</w:t>
      </w:r>
      <w:r w:rsidRPr="000E6D94">
        <w:rPr>
          <w:rStyle w:val="Emphasis"/>
        </w:rPr>
        <w:t xml:space="preserve"> </w:t>
      </w:r>
      <w:r w:rsidRPr="000E6D94">
        <w:rPr>
          <w:rStyle w:val="StyleUnderline"/>
        </w:rPr>
        <w:t>Democratic</w:t>
      </w:r>
      <w:r w:rsidRPr="000E6D94">
        <w:rPr>
          <w:rStyle w:val="Emphasis"/>
        </w:rPr>
        <w:t xml:space="preserve"> </w:t>
      </w:r>
      <w:r w:rsidRPr="000E1A94">
        <w:rPr>
          <w:rStyle w:val="Emphasis"/>
          <w:highlight w:val="cyan"/>
        </w:rPr>
        <w:t>base</w:t>
      </w:r>
      <w:r w:rsidRPr="000E6D94">
        <w:rPr>
          <w:sz w:val="16"/>
        </w:rPr>
        <w:t xml:space="preserve"> </w:t>
      </w:r>
      <w:r w:rsidRPr="000E1A94">
        <w:rPr>
          <w:rStyle w:val="StyleUnderline"/>
          <w:highlight w:val="cyan"/>
        </w:rPr>
        <w:t>and</w:t>
      </w:r>
      <w:r w:rsidRPr="000E6D94">
        <w:rPr>
          <w:rStyle w:val="StyleUnderline"/>
        </w:rPr>
        <w:t xml:space="preserve"> the </w:t>
      </w:r>
      <w:r w:rsidRPr="000E1A94">
        <w:rPr>
          <w:rStyle w:val="StyleUnderline"/>
          <w:highlight w:val="cyan"/>
        </w:rPr>
        <w:t>headwinds</w:t>
      </w:r>
      <w:r w:rsidRPr="000E6D94">
        <w:rPr>
          <w:rStyle w:val="StyleUnderline"/>
        </w:rPr>
        <w:t xml:space="preserve"> a president’s party typically confronts </w:t>
      </w:r>
      <w:r w:rsidRPr="000E1A94">
        <w:rPr>
          <w:rStyle w:val="StyleUnderline"/>
          <w:highlight w:val="cyan"/>
        </w:rPr>
        <w:t>in midterm elections</w:t>
      </w:r>
      <w:r w:rsidRPr="000E6D94">
        <w:rPr>
          <w:rStyle w:val="StyleUnderline"/>
        </w:rPr>
        <w:t xml:space="preserve"> </w:t>
      </w:r>
      <w:r w:rsidRPr="000E1A94">
        <w:rPr>
          <w:rStyle w:val="Emphasis"/>
          <w:sz w:val="28"/>
          <w:szCs w:val="28"/>
          <w:highlight w:val="cyan"/>
        </w:rPr>
        <w:t>could help propel Democrats to victory</w:t>
      </w:r>
      <w:r w:rsidRPr="000E6D94">
        <w:rPr>
          <w:rStyle w:val="StyleUnderline"/>
        </w:rPr>
        <w:t xml:space="preserve"> next year</w:t>
      </w:r>
      <w:r w:rsidRPr="000E6D94">
        <w:rPr>
          <w:sz w:val="16"/>
        </w:rPr>
        <w:t>.</w:t>
      </w:r>
    </w:p>
    <w:p w14:paraId="1C898777" w14:textId="77777777" w:rsidR="00F431FC" w:rsidRPr="00AB5BB1" w:rsidRDefault="00F431FC" w:rsidP="00F431FC">
      <w:pPr>
        <w:pStyle w:val="Heading4"/>
        <w:rPr>
          <w:u w:val="single"/>
        </w:rPr>
      </w:pPr>
      <w:r>
        <w:t xml:space="preserve">10. Trump has been </w:t>
      </w:r>
      <w:r w:rsidRPr="00AB5BB1">
        <w:rPr>
          <w:u w:val="single"/>
        </w:rPr>
        <w:t>silent</w:t>
      </w:r>
      <w:r>
        <w:t xml:space="preserve"> about </w:t>
      </w:r>
      <w:r>
        <w:rPr>
          <w:u w:val="single"/>
        </w:rPr>
        <w:t>labor</w:t>
      </w:r>
    </w:p>
    <w:p w14:paraId="631EA696" w14:textId="77777777" w:rsidR="00F431FC" w:rsidRPr="00405730" w:rsidRDefault="00F431FC" w:rsidP="00F431FC">
      <w:r w:rsidRPr="00533D8B">
        <w:t xml:space="preserve">Batya </w:t>
      </w:r>
      <w:r w:rsidRPr="00533D8B">
        <w:rPr>
          <w:rStyle w:val="Style13ptBold"/>
        </w:rPr>
        <w:t>Ungar-Sargon 24</w:t>
      </w:r>
      <w:r w:rsidRPr="00533D8B">
        <w:t>.</w:t>
      </w:r>
      <w:r>
        <w:t xml:space="preserve"> O</w:t>
      </w:r>
      <w:r w:rsidRPr="00533D8B">
        <w:t>pinion editor at Newsweek</w:t>
      </w:r>
      <w:r>
        <w:t>.</w:t>
      </w:r>
      <w:r w:rsidRPr="00533D8B">
        <w:t xml:space="preserve"> "The Rise of the Pro-Worker Republican." American Compass. 11-18-2024. https://americancompass.org/the-rise-of-the-pro-worker-republican</w:t>
      </w:r>
    </w:p>
    <w:p w14:paraId="29E9B7D6" w14:textId="77777777" w:rsidR="00F431FC" w:rsidRDefault="00F431FC" w:rsidP="00F431FC">
      <w:pPr>
        <w:rPr>
          <w:sz w:val="16"/>
        </w:rPr>
      </w:pPr>
      <w:r w:rsidRPr="003E100F">
        <w:rPr>
          <w:sz w:val="16"/>
        </w:rPr>
        <w:t xml:space="preserve">O’Brien was greeted with the same pointed questions that greet anyone willing to admit that the Democrats have become the party of the rich, while </w:t>
      </w:r>
      <w:r w:rsidRPr="003E100F">
        <w:rPr>
          <w:rStyle w:val="StyleUnderline"/>
        </w:rPr>
        <w:t xml:space="preserve">Trump’s </w:t>
      </w:r>
      <w:r w:rsidRPr="000649EA">
        <w:rPr>
          <w:rStyle w:val="StyleUnderline"/>
        </w:rPr>
        <w:t>MAGA movement</w:t>
      </w:r>
      <w:r w:rsidRPr="003E100F">
        <w:rPr>
          <w:sz w:val="16"/>
        </w:rPr>
        <w:t xml:space="preserve"> has </w:t>
      </w:r>
      <w:r w:rsidRPr="000649EA">
        <w:rPr>
          <w:rStyle w:val="StyleUnderline"/>
        </w:rPr>
        <w:t>inherited America’s multi-racial working class</w:t>
      </w:r>
      <w:r w:rsidRPr="003E100F">
        <w:rPr>
          <w:sz w:val="16"/>
        </w:rPr>
        <w:t>. “</w:t>
      </w:r>
      <w:r w:rsidRPr="000649EA">
        <w:rPr>
          <w:rStyle w:val="Emphasis"/>
          <w:sz w:val="28"/>
          <w:szCs w:val="28"/>
          <w:highlight w:val="cyan"/>
        </w:rPr>
        <w:t>What has</w:t>
      </w:r>
      <w:r w:rsidRPr="003E100F">
        <w:rPr>
          <w:rStyle w:val="StyleUnderline"/>
        </w:rPr>
        <w:t xml:space="preserve"> Donald </w:t>
      </w:r>
      <w:r w:rsidRPr="000649EA">
        <w:rPr>
          <w:rStyle w:val="Emphasis"/>
          <w:sz w:val="28"/>
          <w:szCs w:val="28"/>
          <w:highlight w:val="cyan"/>
        </w:rPr>
        <w:t>Trump</w:t>
      </w:r>
      <w:r w:rsidRPr="000649EA">
        <w:rPr>
          <w:rStyle w:val="Emphasis"/>
          <w:sz w:val="28"/>
          <w:szCs w:val="28"/>
        </w:rPr>
        <w:t xml:space="preserve"> </w:t>
      </w:r>
      <w:r w:rsidRPr="000649EA">
        <w:rPr>
          <w:rStyle w:val="Emphasis"/>
          <w:sz w:val="28"/>
          <w:szCs w:val="28"/>
          <w:highlight w:val="cyan"/>
        </w:rPr>
        <w:t>ever done for labor</w:t>
      </w:r>
      <w:r w:rsidRPr="003E100F">
        <w:rPr>
          <w:sz w:val="16"/>
        </w:rPr>
        <w:t>?” the naysayers asked. “</w:t>
      </w:r>
      <w:r w:rsidRPr="00AC2560">
        <w:rPr>
          <w:rStyle w:val="StyleUnderline"/>
          <w:highlight w:val="cyan"/>
        </w:rPr>
        <w:t>His</w:t>
      </w:r>
      <w:r w:rsidRPr="003E100F">
        <w:rPr>
          <w:sz w:val="16"/>
        </w:rPr>
        <w:t xml:space="preserve"> </w:t>
      </w:r>
      <w:r w:rsidRPr="000649EA">
        <w:rPr>
          <w:rStyle w:val="Emphasis"/>
          <w:sz w:val="28"/>
          <w:szCs w:val="28"/>
          <w:highlight w:val="cyan"/>
        </w:rPr>
        <w:t>signature accomplishment</w:t>
      </w:r>
      <w:r w:rsidRPr="003E100F">
        <w:rPr>
          <w:sz w:val="16"/>
        </w:rPr>
        <w:t xml:space="preserve"> was a </w:t>
      </w:r>
      <w:r w:rsidRPr="000649EA">
        <w:rPr>
          <w:rStyle w:val="Emphasis"/>
          <w:sz w:val="28"/>
          <w:szCs w:val="28"/>
          <w:highlight w:val="cyan"/>
        </w:rPr>
        <w:t>tax cut</w:t>
      </w:r>
      <w:r w:rsidRPr="000649EA">
        <w:rPr>
          <w:rStyle w:val="Emphasis"/>
          <w:sz w:val="28"/>
          <w:szCs w:val="28"/>
        </w:rPr>
        <w:t xml:space="preserve"> </w:t>
      </w:r>
      <w:r w:rsidRPr="000649EA">
        <w:rPr>
          <w:rStyle w:val="Emphasis"/>
          <w:sz w:val="28"/>
          <w:szCs w:val="28"/>
          <w:highlight w:val="cyan"/>
        </w:rPr>
        <w:t>for the rich</w:t>
      </w:r>
      <w:r w:rsidRPr="003E100F">
        <w:rPr>
          <w:sz w:val="16"/>
        </w:rPr>
        <w:t xml:space="preserve">!” O’Brien had the last laugh when Trump announced his pick for Secretary of Labor on Friday. Indeed, </w:t>
      </w:r>
      <w:r w:rsidRPr="003E100F">
        <w:rPr>
          <w:rStyle w:val="StyleUnderline"/>
        </w:rPr>
        <w:t>Trump’s cabinet</w:t>
      </w:r>
      <w:r w:rsidRPr="003E100F">
        <w:rPr>
          <w:sz w:val="16"/>
        </w:rPr>
        <w:t xml:space="preserve"> is </w:t>
      </w:r>
      <w:r w:rsidRPr="003E100F">
        <w:rPr>
          <w:rStyle w:val="StyleUnderline"/>
        </w:rPr>
        <w:t>shaping up to</w:t>
      </w:r>
      <w:r w:rsidRPr="003E100F">
        <w:rPr>
          <w:sz w:val="16"/>
        </w:rPr>
        <w:t xml:space="preserve"> </w:t>
      </w:r>
      <w:r w:rsidRPr="003E100F">
        <w:rPr>
          <w:rStyle w:val="StyleUnderline"/>
        </w:rPr>
        <w:t>be one of the sharpest breaks from the desires of Wall Street</w:t>
      </w:r>
      <w:r w:rsidRPr="003E100F">
        <w:rPr>
          <w:sz w:val="16"/>
        </w:rPr>
        <w:t xml:space="preserve"> (and the Wall Street Journal editorial board) imaginable.</w:t>
      </w:r>
    </w:p>
    <w:p w14:paraId="063E6370" w14:textId="77777777" w:rsidR="00F431FC" w:rsidRDefault="00F431FC" w:rsidP="00F431FC">
      <w:pPr>
        <w:pStyle w:val="Heading4"/>
      </w:pPr>
      <w:r>
        <w:t xml:space="preserve">11. He </w:t>
      </w:r>
      <w:r w:rsidRPr="00D85DDD">
        <w:rPr>
          <w:u w:val="single"/>
        </w:rPr>
        <w:t>needs</w:t>
      </w:r>
      <w:r>
        <w:t xml:space="preserve"> to </w:t>
      </w:r>
      <w:r w:rsidRPr="00D85DDD">
        <w:rPr>
          <w:u w:val="single"/>
        </w:rPr>
        <w:t>deliver</w:t>
      </w:r>
      <w:r>
        <w:t xml:space="preserve"> on his </w:t>
      </w:r>
      <w:r w:rsidRPr="00D85DDD">
        <w:rPr>
          <w:u w:val="single"/>
        </w:rPr>
        <w:t>promises</w:t>
      </w:r>
    </w:p>
    <w:p w14:paraId="2279793C" w14:textId="77777777" w:rsidR="00F431FC" w:rsidRPr="000649EA" w:rsidRDefault="00F431FC" w:rsidP="00F431FC">
      <w:r>
        <w:t xml:space="preserve">Leslie </w:t>
      </w:r>
      <w:r w:rsidRPr="0039341F">
        <w:rPr>
          <w:rStyle w:val="Style13ptBold"/>
        </w:rPr>
        <w:t>Bolden, 8-13</w:t>
      </w:r>
      <w:r>
        <w:t xml:space="preserve">. ““Done With The Democrats”: Working-Class Voters Feel Abandoned By The Party.” AOL (Originally Tampa Free Press). 8-13-2025. </w:t>
      </w:r>
      <w:r w:rsidRPr="00344730">
        <w:t>https://www.aol.com/news/done-democrats-working-class-voters-223420894.html</w:t>
      </w:r>
    </w:p>
    <w:p w14:paraId="292CB975" w14:textId="77777777" w:rsidR="00F431FC" w:rsidRPr="003C04BB" w:rsidRDefault="00F431FC" w:rsidP="00F431FC">
      <w:pPr>
        <w:rPr>
          <w:sz w:val="16"/>
        </w:rPr>
      </w:pPr>
      <w:r w:rsidRPr="003C04BB">
        <w:rPr>
          <w:sz w:val="16"/>
        </w:rPr>
        <w:t xml:space="preserve">Maya Garcia, a restaurant server from California who voted for Biden in 2020 but sat out the 2024 election, expressed a similar financial anxiety. She told the NYT that while </w:t>
      </w:r>
      <w:r w:rsidRPr="003C04BB">
        <w:rPr>
          <w:rStyle w:val="StyleUnderline"/>
        </w:rPr>
        <w:t>Democrats</w:t>
      </w:r>
      <w:r w:rsidRPr="003C04BB">
        <w:rPr>
          <w:sz w:val="16"/>
        </w:rPr>
        <w:t xml:space="preserve"> "talk a lot about us emotionally," they </w:t>
      </w:r>
      <w:r w:rsidRPr="003C04BB">
        <w:rPr>
          <w:rStyle w:val="StyleUnderline"/>
        </w:rPr>
        <w:t xml:space="preserve">fail to </w:t>
      </w:r>
      <w:r w:rsidRPr="00CA4AAA">
        <w:rPr>
          <w:rStyle w:val="Emphasis"/>
          <w:sz w:val="28"/>
          <w:szCs w:val="28"/>
          <w:highlight w:val="cyan"/>
        </w:rPr>
        <w:t>provide a clear plan for</w:t>
      </w:r>
      <w:r w:rsidRPr="003C04BB">
        <w:rPr>
          <w:rStyle w:val="StyleUnderline"/>
        </w:rPr>
        <w:t xml:space="preserve"> </w:t>
      </w:r>
      <w:r w:rsidRPr="003C04BB">
        <w:rPr>
          <w:rStyle w:val="StyleUnderline"/>
          <w:highlight w:val="cyan"/>
        </w:rPr>
        <w:t xml:space="preserve">economic </w:t>
      </w:r>
      <w:r w:rsidRPr="00CA4AAA">
        <w:rPr>
          <w:rStyle w:val="Emphasis"/>
          <w:sz w:val="28"/>
          <w:szCs w:val="28"/>
          <w:highlight w:val="cyan"/>
        </w:rPr>
        <w:t>stability</w:t>
      </w:r>
      <w:r w:rsidRPr="003C04BB">
        <w:rPr>
          <w:sz w:val="16"/>
        </w:rPr>
        <w:t>. "</w:t>
      </w:r>
      <w:r w:rsidRPr="003C04BB">
        <w:rPr>
          <w:rStyle w:val="StyleUnderline"/>
          <w:highlight w:val="cyan"/>
        </w:rPr>
        <w:t>What are we going to do financially</w:t>
      </w:r>
      <w:r w:rsidRPr="003C04BB">
        <w:rPr>
          <w:sz w:val="16"/>
        </w:rPr>
        <w:t>?" she asked, adding, “I understand that you want, you know, equal rights and things like that. But I feel like we need to talk more about the economics.”</w:t>
      </w:r>
    </w:p>
    <w:p w14:paraId="33D37BFF" w14:textId="77777777" w:rsidR="00F431FC" w:rsidRPr="003C04BB" w:rsidRDefault="00F431FC" w:rsidP="00F431FC">
      <w:pPr>
        <w:rPr>
          <w:sz w:val="16"/>
        </w:rPr>
      </w:pPr>
      <w:r w:rsidRPr="003C04BB">
        <w:rPr>
          <w:sz w:val="16"/>
        </w:rPr>
        <w:t xml:space="preserve">The NYT report also touches on the complex political landscape for </w:t>
      </w:r>
      <w:r w:rsidRPr="003C04BB">
        <w:rPr>
          <w:rStyle w:val="Emphasis"/>
          <w:highlight w:val="cyan"/>
        </w:rPr>
        <w:t>those who supported Trump</w:t>
      </w:r>
      <w:r w:rsidRPr="003C04BB">
        <w:rPr>
          <w:rStyle w:val="StyleUnderline"/>
          <w:highlight w:val="cyan"/>
        </w:rPr>
        <w:t>'s</w:t>
      </w:r>
      <w:r w:rsidRPr="003C04BB">
        <w:rPr>
          <w:sz w:val="16"/>
        </w:rPr>
        <w:t xml:space="preserve"> "</w:t>
      </w:r>
      <w:r w:rsidRPr="003C04BB">
        <w:rPr>
          <w:rStyle w:val="StyleUnderline"/>
          <w:highlight w:val="cyan"/>
        </w:rPr>
        <w:t>America First</w:t>
      </w:r>
      <w:r w:rsidRPr="003C04BB">
        <w:rPr>
          <w:sz w:val="16"/>
        </w:rPr>
        <w:t xml:space="preserve">" </w:t>
      </w:r>
      <w:r w:rsidRPr="003C04BB">
        <w:rPr>
          <w:rStyle w:val="StyleUnderline"/>
          <w:highlight w:val="cyan"/>
        </w:rPr>
        <w:t>platform</w:t>
      </w:r>
      <w:r w:rsidRPr="003C04BB">
        <w:rPr>
          <w:sz w:val="16"/>
        </w:rPr>
        <w:t xml:space="preserve">. Kyle Bielski of Arizona, who connected with this message in 2024, admitted he </w:t>
      </w:r>
      <w:r w:rsidRPr="003C04BB">
        <w:rPr>
          <w:rStyle w:val="Emphasis"/>
          <w:highlight w:val="cyan"/>
        </w:rPr>
        <w:t>feels the president is not fully delivering</w:t>
      </w:r>
      <w:r w:rsidRPr="003C04BB">
        <w:rPr>
          <w:sz w:val="16"/>
        </w:rPr>
        <w:t xml:space="preserve"> </w:t>
      </w:r>
      <w:r w:rsidRPr="003C04BB">
        <w:rPr>
          <w:rStyle w:val="StyleUnderline"/>
          <w:highlight w:val="cyan"/>
        </w:rPr>
        <w:t>on</w:t>
      </w:r>
      <w:r w:rsidRPr="003C04BB">
        <w:rPr>
          <w:rStyle w:val="StyleUnderline"/>
        </w:rPr>
        <w:t xml:space="preserve"> those </w:t>
      </w:r>
      <w:r w:rsidRPr="003C04BB">
        <w:rPr>
          <w:rStyle w:val="StyleUnderline"/>
          <w:highlight w:val="cyan"/>
        </w:rPr>
        <w:t>promises</w:t>
      </w:r>
      <w:r w:rsidRPr="003C04BB">
        <w:rPr>
          <w:rStyle w:val="StyleUnderline"/>
        </w:rPr>
        <w:t>.</w:t>
      </w:r>
      <w:r w:rsidRPr="003C04BB">
        <w:rPr>
          <w:sz w:val="16"/>
        </w:rPr>
        <w:t xml:space="preserve"> “</w:t>
      </w:r>
      <w:r w:rsidRPr="003C04BB">
        <w:rPr>
          <w:rStyle w:val="StyleUnderline"/>
          <w:highlight w:val="cyan"/>
        </w:rPr>
        <w:t>We’re</w:t>
      </w:r>
      <w:r w:rsidRPr="003C04BB">
        <w:rPr>
          <w:rStyle w:val="StyleUnderline"/>
        </w:rPr>
        <w:t xml:space="preserve"> getting into more stuff abroad</w:t>
      </w:r>
      <w:r w:rsidRPr="003C04BB">
        <w:rPr>
          <w:sz w:val="16"/>
        </w:rPr>
        <w:t xml:space="preserve"> and </w:t>
      </w:r>
      <w:r w:rsidRPr="003C04BB">
        <w:rPr>
          <w:rStyle w:val="Emphasis"/>
          <w:highlight w:val="cyan"/>
        </w:rPr>
        <w:t>not</w:t>
      </w:r>
      <w:r w:rsidRPr="003C04BB">
        <w:rPr>
          <w:rStyle w:val="StyleUnderline"/>
        </w:rPr>
        <w:t xml:space="preserve"> really </w:t>
      </w:r>
      <w:r w:rsidRPr="003C04BB">
        <w:rPr>
          <w:rStyle w:val="Emphasis"/>
          <w:highlight w:val="cyan"/>
        </w:rPr>
        <w:t>focusing on economics here</w:t>
      </w:r>
      <w:r w:rsidRPr="003C04BB">
        <w:rPr>
          <w:sz w:val="16"/>
        </w:rPr>
        <w:t xml:space="preserve">,” he said, </w:t>
      </w:r>
      <w:r w:rsidRPr="003C04BB">
        <w:rPr>
          <w:rStyle w:val="StyleUnderline"/>
        </w:rPr>
        <w:t>questioning if the president is</w:t>
      </w:r>
      <w:r w:rsidRPr="003C04BB">
        <w:rPr>
          <w:sz w:val="16"/>
        </w:rPr>
        <w:t xml:space="preserve"> "</w:t>
      </w:r>
      <w:r w:rsidRPr="003C04BB">
        <w:rPr>
          <w:rStyle w:val="StyleUnderline"/>
        </w:rPr>
        <w:t>holding true to anything that he’s promised</w:t>
      </w:r>
      <w:r w:rsidRPr="003C04BB">
        <w:rPr>
          <w:sz w:val="16"/>
        </w:rPr>
        <w:t>."</w:t>
      </w:r>
    </w:p>
    <w:p w14:paraId="5348ABD8" w14:textId="77777777" w:rsidR="00F431FC" w:rsidRPr="003C04BB" w:rsidRDefault="00F431FC" w:rsidP="00F431FC">
      <w:pPr>
        <w:rPr>
          <w:sz w:val="16"/>
        </w:rPr>
      </w:pPr>
      <w:r w:rsidRPr="003C04BB">
        <w:rPr>
          <w:sz w:val="16"/>
        </w:rPr>
        <w:t>A Democratic pollster, John Anzalone, candidly told the NYT that the party's biggest problem is its lack of an economic message. “They think that this is about Trump’s numbers getting worse,” he said, "They need to worry about their numbers.” This stark warning comes as some Democrats are urging the party to move away from left-wing messaging and reclaim a more center-left identity.</w:t>
      </w:r>
    </w:p>
    <w:p w14:paraId="25F55EE1" w14:textId="77777777" w:rsidR="00F431FC" w:rsidRPr="000649EA" w:rsidRDefault="00F431FC" w:rsidP="00F431FC"/>
    <w:p w14:paraId="5145964F" w14:textId="77777777" w:rsidR="00F431FC" w:rsidRPr="00405730" w:rsidRDefault="00F431FC" w:rsidP="00F431FC"/>
    <w:p w14:paraId="7CB9B19F" w14:textId="77777777" w:rsidR="00B10699" w:rsidRPr="006A6FAA" w:rsidRDefault="00B10699" w:rsidP="00FF1F1F">
      <w:pPr>
        <w:rPr>
          <w:sz w:val="16"/>
        </w:rPr>
      </w:pPr>
    </w:p>
    <w:p w14:paraId="049E759D" w14:textId="77777777" w:rsidR="00FF1F1F" w:rsidRDefault="00FF1F1F" w:rsidP="00FF1F1F">
      <w:pPr>
        <w:pStyle w:val="Heading3"/>
      </w:pPr>
      <w:r>
        <w:t>AT: Midterm Not Matter---2NC</w:t>
      </w:r>
    </w:p>
    <w:p w14:paraId="4E12ADF3" w14:textId="77777777" w:rsidR="00FF1F1F" w:rsidRDefault="00FF1F1F" w:rsidP="00FF1F1F">
      <w:pPr>
        <w:pStyle w:val="Heading4"/>
      </w:pPr>
      <w:r>
        <w:t xml:space="preserve">1. Link comes first. Our link evidence says that a genuine pro-Worker GOP could </w:t>
      </w:r>
      <w:r>
        <w:rPr>
          <w:u w:val="single"/>
        </w:rPr>
        <w:t>realign</w:t>
      </w:r>
      <w:r>
        <w:t xml:space="preserve"> American politics and lock Republicans into winning every future election. </w:t>
      </w:r>
    </w:p>
    <w:p w14:paraId="3DA819AC" w14:textId="0FCCA737" w:rsidR="00FF1F1F" w:rsidRPr="0061078A" w:rsidRDefault="00FF1F1F" w:rsidP="00FF1F1F">
      <w:pPr>
        <w:pStyle w:val="Heading4"/>
      </w:pPr>
      <w:r>
        <w:t>2. Democratic win in the midterm solves OUR impact</w:t>
      </w:r>
      <w:r w:rsidR="00F431FC">
        <w:t>.</w:t>
      </w:r>
    </w:p>
    <w:p w14:paraId="74ED9F84" w14:textId="77777777" w:rsidR="00FF1F1F" w:rsidRPr="0061078A" w:rsidRDefault="00FF1F1F" w:rsidP="00FF1F1F">
      <w:pPr>
        <w:pStyle w:val="Heading4"/>
      </w:pPr>
      <w:r>
        <w:t xml:space="preserve">3. Wrong. </w:t>
      </w:r>
      <w:r w:rsidRPr="0061078A">
        <w:rPr>
          <w:u w:val="single"/>
        </w:rPr>
        <w:t>2026</w:t>
      </w:r>
      <w:r>
        <w:t xml:space="preserve"> is the only chance to stave off </w:t>
      </w:r>
      <w:r>
        <w:rPr>
          <w:u w:val="single"/>
        </w:rPr>
        <w:t>authoritarianism</w:t>
      </w:r>
      <w:r>
        <w:t xml:space="preserve"> before 2028. </w:t>
      </w:r>
    </w:p>
    <w:p w14:paraId="5B0D8875" w14:textId="77777777" w:rsidR="00FF1F1F" w:rsidRPr="002F7857" w:rsidRDefault="00FF1F1F" w:rsidP="00FF1F1F">
      <w:r w:rsidRPr="002F7857">
        <w:t xml:space="preserve">Hanna </w:t>
      </w:r>
      <w:r w:rsidRPr="002F7857">
        <w:rPr>
          <w:rStyle w:val="Style13ptBold"/>
        </w:rPr>
        <w:t>Rosin 25</w:t>
      </w:r>
      <w:r w:rsidRPr="002F7857">
        <w:t>.</w:t>
      </w:r>
      <w:r>
        <w:t xml:space="preserve"> Interview with Garry Kasparov, C</w:t>
      </w:r>
      <w:r w:rsidRPr="002F7857">
        <w:t>hess world champion who runs the Renew Democracy Initiative</w:t>
      </w:r>
      <w:r>
        <w:t xml:space="preserve">; and Anne Applebaum; </w:t>
      </w:r>
      <w:r w:rsidRPr="002F7857">
        <w:t>Senior Fellow at the Johns Hopkins School of Advanced International Studies and the SNF Agora Institute</w:t>
      </w:r>
      <w:r>
        <w:t>.</w:t>
      </w:r>
      <w:r w:rsidRPr="002F7857">
        <w:t xml:space="preserve"> "‘2026 Is the Battlefield’." Atlantic. 9-21-2025. https://www.theatlantic.com/podcasts/archive/2025/09/radio-atlantic-live-from-the-atlantic-festival-2026-is-the-battlefield/684291/</w:t>
      </w:r>
    </w:p>
    <w:p w14:paraId="3138D3EF" w14:textId="77777777" w:rsidR="00FF1F1F" w:rsidRPr="002F7857" w:rsidRDefault="00FF1F1F" w:rsidP="00FF1F1F">
      <w:pPr>
        <w:rPr>
          <w:sz w:val="16"/>
        </w:rPr>
      </w:pPr>
      <w:r w:rsidRPr="002F7857">
        <w:rPr>
          <w:sz w:val="16"/>
        </w:rPr>
        <w:t xml:space="preserve">Rosin: Okay. I’m gonna ask you a question that I don’t wanna ask you, and then I’m gonna close my eyes as you answer: </w:t>
      </w:r>
      <w:r w:rsidRPr="00073C2E">
        <w:rPr>
          <w:rStyle w:val="Emphasis"/>
          <w:highlight w:val="cyan"/>
        </w:rPr>
        <w:t>2026</w:t>
      </w:r>
      <w:r w:rsidRPr="002F7857">
        <w:rPr>
          <w:sz w:val="16"/>
        </w:rPr>
        <w:t>?</w:t>
      </w:r>
    </w:p>
    <w:p w14:paraId="6C275316" w14:textId="77777777" w:rsidR="00FF1F1F" w:rsidRPr="002F7857" w:rsidRDefault="00FF1F1F" w:rsidP="00FF1F1F">
      <w:pPr>
        <w:rPr>
          <w:sz w:val="16"/>
        </w:rPr>
      </w:pPr>
      <w:r w:rsidRPr="002F7857">
        <w:rPr>
          <w:sz w:val="16"/>
        </w:rPr>
        <w:t xml:space="preserve">Kasparov: </w:t>
      </w:r>
      <w:r w:rsidRPr="00073C2E">
        <w:rPr>
          <w:rStyle w:val="Emphasis"/>
          <w:sz w:val="28"/>
          <w:szCs w:val="32"/>
          <w:highlight w:val="cyan"/>
        </w:rPr>
        <w:t>Most fateful election in American history.</w:t>
      </w:r>
    </w:p>
    <w:p w14:paraId="3BAB55F9" w14:textId="77777777" w:rsidR="00FF1F1F" w:rsidRPr="002F7857" w:rsidRDefault="00FF1F1F" w:rsidP="00FF1F1F">
      <w:pPr>
        <w:rPr>
          <w:sz w:val="16"/>
        </w:rPr>
      </w:pPr>
      <w:r w:rsidRPr="002F7857">
        <w:rPr>
          <w:sz w:val="16"/>
        </w:rPr>
        <w:t>Rosin: Most what?</w:t>
      </w:r>
    </w:p>
    <w:p w14:paraId="370E0959" w14:textId="77777777" w:rsidR="00FF1F1F" w:rsidRDefault="00FF1F1F" w:rsidP="00FF1F1F">
      <w:pPr>
        <w:rPr>
          <w:rStyle w:val="StyleUnderline"/>
        </w:rPr>
      </w:pPr>
      <w:r w:rsidRPr="002F7857">
        <w:rPr>
          <w:sz w:val="16"/>
        </w:rPr>
        <w:t>Kasparov: Most fateful election in American history</w:t>
      </w:r>
      <w:r w:rsidRPr="00073C2E">
        <w:rPr>
          <w:rStyle w:val="StyleUnderline"/>
          <w:highlight w:val="cyan"/>
        </w:rPr>
        <w:t xml:space="preserve">. If Democrats do not retake the </w:t>
      </w:r>
      <w:r w:rsidRPr="00073C2E">
        <w:rPr>
          <w:rStyle w:val="Emphasis"/>
          <w:highlight w:val="cyan"/>
        </w:rPr>
        <w:t>House</w:t>
      </w:r>
      <w:r w:rsidRPr="00073C2E">
        <w:rPr>
          <w:rStyle w:val="StyleUnderline"/>
          <w:highlight w:val="cyan"/>
        </w:rPr>
        <w:t xml:space="preserve">, </w:t>
      </w:r>
      <w:r w:rsidRPr="00073C2E">
        <w:rPr>
          <w:rStyle w:val="Emphasis"/>
          <w:sz w:val="24"/>
          <w:szCs w:val="28"/>
          <w:highlight w:val="cyan"/>
        </w:rPr>
        <w:t>2028</w:t>
      </w:r>
      <w:r w:rsidRPr="002F7857">
        <w:rPr>
          <w:rStyle w:val="Emphasis"/>
          <w:sz w:val="24"/>
          <w:szCs w:val="28"/>
        </w:rPr>
        <w:t xml:space="preserve"> </w:t>
      </w:r>
      <w:r w:rsidRPr="00073C2E">
        <w:rPr>
          <w:rStyle w:val="Emphasis"/>
          <w:sz w:val="24"/>
          <w:szCs w:val="28"/>
          <w:highlight w:val="cyan"/>
        </w:rPr>
        <w:t>will be a formality</w:t>
      </w:r>
      <w:r w:rsidRPr="002F7857">
        <w:rPr>
          <w:rStyle w:val="StyleUnderline"/>
        </w:rPr>
        <w:t xml:space="preserve">. That’s it. You know, then I’m afraid the show, </w:t>
      </w:r>
      <w:r w:rsidRPr="002F7857">
        <w:rPr>
          <w:rStyle w:val="Emphasis"/>
        </w:rPr>
        <w:t>Autocracy in America</w:t>
      </w:r>
      <w:r w:rsidRPr="002F7857">
        <w:rPr>
          <w:rStyle w:val="StyleUnderline"/>
        </w:rPr>
        <w:t xml:space="preserve">, </w:t>
      </w:r>
      <w:r w:rsidRPr="00073C2E">
        <w:rPr>
          <w:rStyle w:val="StyleUnderline"/>
          <w:highlight w:val="cyan"/>
        </w:rPr>
        <w:t xml:space="preserve">the </w:t>
      </w:r>
      <w:r w:rsidRPr="00073C2E">
        <w:rPr>
          <w:rStyle w:val="Emphasis"/>
          <w:highlight w:val="cyan"/>
        </w:rPr>
        <w:t>show will be shut down</w:t>
      </w:r>
      <w:r w:rsidRPr="00073C2E">
        <w:rPr>
          <w:rStyle w:val="StyleUnderline"/>
          <w:highlight w:val="cyan"/>
        </w:rPr>
        <w:t>.</w:t>
      </w:r>
    </w:p>
    <w:p w14:paraId="308977A5" w14:textId="77777777" w:rsidR="00FF1F1F" w:rsidRPr="002F7857" w:rsidRDefault="00FF1F1F" w:rsidP="00FF1F1F">
      <w:pPr>
        <w:rPr>
          <w:sz w:val="16"/>
        </w:rPr>
      </w:pPr>
      <w:r w:rsidRPr="002F7857">
        <w:rPr>
          <w:sz w:val="16"/>
        </w:rPr>
        <w:t>Applebaum: Hanna and I will run it in the underground.</w:t>
      </w:r>
    </w:p>
    <w:p w14:paraId="24BFC664" w14:textId="77777777" w:rsidR="00FF1F1F" w:rsidRPr="002F7857" w:rsidRDefault="00FF1F1F" w:rsidP="00FF1F1F">
      <w:pPr>
        <w:rPr>
          <w:sz w:val="16"/>
        </w:rPr>
      </w:pPr>
      <w:r w:rsidRPr="002F7857">
        <w:rPr>
          <w:sz w:val="16"/>
        </w:rPr>
        <w:t>Rosin: Yes. We’ll run it in the underground.</w:t>
      </w:r>
    </w:p>
    <w:p w14:paraId="6C2AAECF" w14:textId="77777777" w:rsidR="00FF1F1F" w:rsidRPr="002F7857" w:rsidRDefault="00FF1F1F" w:rsidP="00FF1F1F">
      <w:pPr>
        <w:rPr>
          <w:sz w:val="16"/>
        </w:rPr>
      </w:pPr>
      <w:r w:rsidRPr="002F7857">
        <w:rPr>
          <w:sz w:val="16"/>
        </w:rPr>
        <w:t>Applebaum: In this room.</w:t>
      </w:r>
    </w:p>
    <w:p w14:paraId="3C813C27" w14:textId="77777777" w:rsidR="00FF1F1F" w:rsidRPr="002F7857" w:rsidRDefault="00FF1F1F" w:rsidP="00FF1F1F">
      <w:pPr>
        <w:rPr>
          <w:sz w:val="16"/>
        </w:rPr>
      </w:pPr>
      <w:r w:rsidRPr="002F7857">
        <w:rPr>
          <w:sz w:val="16"/>
        </w:rPr>
        <w:t>[Audience laughter]</w:t>
      </w:r>
    </w:p>
    <w:p w14:paraId="44ED6EDF" w14:textId="77777777" w:rsidR="00FF1F1F" w:rsidRPr="002F7857" w:rsidRDefault="00FF1F1F" w:rsidP="00FF1F1F">
      <w:pPr>
        <w:rPr>
          <w:sz w:val="16"/>
        </w:rPr>
      </w:pPr>
      <w:r w:rsidRPr="002F7857">
        <w:rPr>
          <w:sz w:val="16"/>
        </w:rPr>
        <w:t>Rosin: What? Okay, 2028 then?</w:t>
      </w:r>
    </w:p>
    <w:p w14:paraId="63C33E85" w14:textId="77777777" w:rsidR="00FF1F1F" w:rsidRDefault="00FF1F1F" w:rsidP="00FF1F1F">
      <w:pPr>
        <w:rPr>
          <w:rStyle w:val="Emphasis"/>
        </w:rPr>
      </w:pPr>
      <w:r w:rsidRPr="002F7857">
        <w:rPr>
          <w:sz w:val="16"/>
        </w:rPr>
        <w:t xml:space="preserve">Applebaum: </w:t>
      </w:r>
      <w:r w:rsidRPr="00073C2E">
        <w:rPr>
          <w:rStyle w:val="Emphasis"/>
          <w:highlight w:val="cyan"/>
        </w:rPr>
        <w:t>2028 is too far.</w:t>
      </w:r>
    </w:p>
    <w:p w14:paraId="54426887" w14:textId="77777777" w:rsidR="00FF1F1F" w:rsidRDefault="00FF1F1F" w:rsidP="00FF1F1F">
      <w:pPr>
        <w:rPr>
          <w:rStyle w:val="Emphasis"/>
        </w:rPr>
      </w:pPr>
      <w:r w:rsidRPr="002F7857">
        <w:rPr>
          <w:sz w:val="16"/>
        </w:rPr>
        <w:t xml:space="preserve">Kasparov: </w:t>
      </w:r>
      <w:r w:rsidRPr="00073C2E">
        <w:rPr>
          <w:rStyle w:val="StyleUnderline"/>
          <w:highlight w:val="cyan"/>
        </w:rPr>
        <w:t>2026</w:t>
      </w:r>
      <w:r w:rsidRPr="002F7857">
        <w:rPr>
          <w:sz w:val="16"/>
        </w:rPr>
        <w:t xml:space="preserve">. This </w:t>
      </w:r>
      <w:r w:rsidRPr="00073C2E">
        <w:rPr>
          <w:rStyle w:val="StyleUnderline"/>
          <w:highlight w:val="cyan"/>
        </w:rPr>
        <w:t>is the battlefield</w:t>
      </w:r>
      <w:r w:rsidRPr="002F7857">
        <w:rPr>
          <w:sz w:val="16"/>
        </w:rPr>
        <w:t xml:space="preserve">. </w:t>
      </w:r>
      <w:r w:rsidRPr="00073C2E">
        <w:rPr>
          <w:rStyle w:val="StyleUnderline"/>
          <w:highlight w:val="cyan"/>
        </w:rPr>
        <w:t>You have to make sure</w:t>
      </w:r>
      <w:r w:rsidRPr="002F7857">
        <w:rPr>
          <w:rStyle w:val="StyleUnderline"/>
        </w:rPr>
        <w:t xml:space="preserve"> that the </w:t>
      </w:r>
      <w:r w:rsidRPr="00073C2E">
        <w:rPr>
          <w:rStyle w:val="StyleUnderline"/>
          <w:highlight w:val="cyan"/>
        </w:rPr>
        <w:t>Congress, that</w:t>
      </w:r>
      <w:r w:rsidRPr="002F7857">
        <w:rPr>
          <w:rStyle w:val="StyleUnderline"/>
        </w:rPr>
        <w:t xml:space="preserve"> </w:t>
      </w:r>
      <w:r w:rsidRPr="00073C2E">
        <w:rPr>
          <w:rStyle w:val="Emphasis"/>
          <w:highlight w:val="cyan"/>
        </w:rPr>
        <w:t>Article I</w:t>
      </w:r>
      <w:r w:rsidRPr="00073C2E">
        <w:rPr>
          <w:rStyle w:val="StyleUnderline"/>
          <w:highlight w:val="cyan"/>
        </w:rPr>
        <w:t xml:space="preserve"> of the </w:t>
      </w:r>
      <w:r w:rsidRPr="00073C2E">
        <w:rPr>
          <w:rStyle w:val="Emphasis"/>
          <w:highlight w:val="cyan"/>
        </w:rPr>
        <w:t>Constitution</w:t>
      </w:r>
      <w:r w:rsidRPr="002F7857">
        <w:rPr>
          <w:rStyle w:val="StyleUnderline"/>
        </w:rPr>
        <w:t xml:space="preserve">, </w:t>
      </w:r>
      <w:r w:rsidRPr="00073C2E">
        <w:rPr>
          <w:rStyle w:val="StyleUnderline"/>
          <w:highlight w:val="cyan"/>
        </w:rPr>
        <w:t>will</w:t>
      </w:r>
      <w:r w:rsidRPr="002F7857">
        <w:rPr>
          <w:rStyle w:val="StyleUnderline"/>
        </w:rPr>
        <w:t xml:space="preserve"> take a </w:t>
      </w:r>
      <w:r w:rsidRPr="00073C2E">
        <w:rPr>
          <w:rStyle w:val="Emphasis"/>
          <w:highlight w:val="cyan"/>
        </w:rPr>
        <w:t>stand against</w:t>
      </w:r>
      <w:r w:rsidRPr="002F7857">
        <w:rPr>
          <w:rStyle w:val="Emphasis"/>
        </w:rPr>
        <w:t xml:space="preserve"> Donald </w:t>
      </w:r>
      <w:r w:rsidRPr="00073C2E">
        <w:rPr>
          <w:rStyle w:val="Emphasis"/>
          <w:highlight w:val="cyan"/>
        </w:rPr>
        <w:t>Trump</w:t>
      </w:r>
      <w:r w:rsidRPr="002F7857">
        <w:rPr>
          <w:rStyle w:val="Emphasis"/>
        </w:rPr>
        <w:t>.</w:t>
      </w:r>
    </w:p>
    <w:p w14:paraId="12B0F8AF" w14:textId="77777777" w:rsidR="00FF1F1F" w:rsidRDefault="00FF1F1F" w:rsidP="00FF1F1F">
      <w:pPr>
        <w:rPr>
          <w:sz w:val="16"/>
        </w:rPr>
      </w:pPr>
      <w:r w:rsidRPr="002F7857">
        <w:rPr>
          <w:sz w:val="16"/>
        </w:rPr>
        <w:t xml:space="preserve">And by the way, I believe the Democrats should actually start work on it now. </w:t>
      </w:r>
      <w:r w:rsidRPr="002F7857">
        <w:rPr>
          <w:rStyle w:val="StyleUnderline"/>
        </w:rPr>
        <w:t xml:space="preserve">There are five </w:t>
      </w:r>
      <w:r w:rsidRPr="002F7857">
        <w:rPr>
          <w:rStyle w:val="Emphasis"/>
        </w:rPr>
        <w:t>Republicans</w:t>
      </w:r>
      <w:r w:rsidRPr="002F7857">
        <w:rPr>
          <w:rStyle w:val="StyleUnderline"/>
        </w:rPr>
        <w:t xml:space="preserve">—there are </w:t>
      </w:r>
      <w:r w:rsidRPr="00073C2E">
        <w:rPr>
          <w:rStyle w:val="Emphasis"/>
          <w:highlight w:val="cyan"/>
        </w:rPr>
        <w:t>five members</w:t>
      </w:r>
      <w:r w:rsidRPr="00073C2E">
        <w:rPr>
          <w:rStyle w:val="StyleUnderline"/>
          <w:highlight w:val="cyan"/>
        </w:rPr>
        <w:t xml:space="preserve"> of the House</w:t>
      </w:r>
      <w:r w:rsidRPr="002F7857">
        <w:rPr>
          <w:rStyle w:val="StyleUnderline"/>
        </w:rPr>
        <w:t xml:space="preserve"> that </w:t>
      </w:r>
      <w:r w:rsidRPr="00073C2E">
        <w:rPr>
          <w:rStyle w:val="StyleUnderline"/>
          <w:highlight w:val="cyan"/>
        </w:rPr>
        <w:t>separate</w:t>
      </w:r>
      <w:r w:rsidRPr="002F7857">
        <w:rPr>
          <w:rStyle w:val="StyleUnderline"/>
        </w:rPr>
        <w:t>, you know,</w:t>
      </w:r>
      <w:r w:rsidRPr="002F7857">
        <w:rPr>
          <w:sz w:val="16"/>
        </w:rPr>
        <w:t xml:space="preserve"> </w:t>
      </w:r>
      <w:r w:rsidRPr="002F7857">
        <w:rPr>
          <w:rStyle w:val="StyleUnderline"/>
        </w:rPr>
        <w:t xml:space="preserve">Donald </w:t>
      </w:r>
      <w:r w:rsidRPr="00073C2E">
        <w:rPr>
          <w:rStyle w:val="StyleUnderline"/>
          <w:highlight w:val="cyan"/>
        </w:rPr>
        <w:t>Trump</w:t>
      </w:r>
      <w:r w:rsidRPr="002F7857">
        <w:rPr>
          <w:rStyle w:val="StyleUnderline"/>
        </w:rPr>
        <w:t xml:space="preserve"> from </w:t>
      </w:r>
      <w:r w:rsidRPr="00073C2E">
        <w:rPr>
          <w:rStyle w:val="Emphasis"/>
          <w:highlight w:val="cyan"/>
        </w:rPr>
        <w:t>pushing</w:t>
      </w:r>
      <w:r w:rsidRPr="00073C2E">
        <w:rPr>
          <w:rStyle w:val="StyleUnderline"/>
          <w:highlight w:val="cyan"/>
        </w:rPr>
        <w:t xml:space="preserve"> his </w:t>
      </w:r>
      <w:r w:rsidRPr="00073C2E">
        <w:rPr>
          <w:rStyle w:val="Emphasis"/>
          <w:highlight w:val="cyan"/>
        </w:rPr>
        <w:t>agenda</w:t>
      </w:r>
      <w:r w:rsidRPr="002F7857">
        <w:rPr>
          <w:sz w:val="16"/>
        </w:rPr>
        <w:t>. Three of the GOP members, they are retiring. So make them an offer they cannot reject. All you need, you need five votes. And it’s, again: Be active. Try. Offer them speakership.</w:t>
      </w:r>
    </w:p>
    <w:p w14:paraId="2A410BCC" w14:textId="77777777" w:rsidR="00FF1F1F" w:rsidRPr="0061078A" w:rsidRDefault="00FF1F1F" w:rsidP="00FF1F1F">
      <w:pPr>
        <w:pStyle w:val="Heading4"/>
      </w:pPr>
      <w:r>
        <w:t xml:space="preserve">4. And, Dem win now </w:t>
      </w:r>
      <w:r>
        <w:rPr>
          <w:u w:val="single"/>
        </w:rPr>
        <w:t>builds</w:t>
      </w:r>
      <w:r>
        <w:t xml:space="preserve"> a winning coalition for the Presidency. </w:t>
      </w:r>
    </w:p>
    <w:p w14:paraId="1C6E49C2" w14:textId="77777777" w:rsidR="00FF1F1F" w:rsidRPr="002F7857" w:rsidRDefault="00FF1F1F" w:rsidP="00FF1F1F">
      <w:r w:rsidRPr="002F7857">
        <w:t xml:space="preserve">Tanner </w:t>
      </w:r>
      <w:r w:rsidRPr="002F7857">
        <w:rPr>
          <w:rStyle w:val="Style13ptBold"/>
        </w:rPr>
        <w:t>Stening 25</w:t>
      </w:r>
      <w:r w:rsidRPr="002F7857">
        <w:t xml:space="preserve">. </w:t>
      </w:r>
      <w:r>
        <w:t xml:space="preserve">Professor of Political Science. </w:t>
      </w:r>
      <w:r w:rsidRPr="002F7857">
        <w:t>"Can progressives and moderates bridge the growing divide in the Democratic Party?." Northeastern Global News. 2-20-2025. https://news.northeastern.edu/2025/02/20/democrat-midterms-2028/</w:t>
      </w:r>
    </w:p>
    <w:p w14:paraId="4E10573D" w14:textId="77777777" w:rsidR="00FF1F1F" w:rsidRPr="002F7857" w:rsidRDefault="00FF1F1F" w:rsidP="00FF1F1F">
      <w:pPr>
        <w:rPr>
          <w:sz w:val="16"/>
        </w:rPr>
      </w:pPr>
      <w:r w:rsidRPr="002F7857">
        <w:rPr>
          <w:sz w:val="16"/>
        </w:rPr>
        <w:t xml:space="preserve">But there is also the danger in overstating the Republican victories in 2024, says Costas Panagopoulos, distinguished professor of political science at Northeastern and co-author of “Battleground: Electoral College Strategies, Execution, and Impact in the Modern Era.” </w:t>
      </w:r>
    </w:p>
    <w:p w14:paraId="63EFAF1A" w14:textId="77777777" w:rsidR="00FF1F1F" w:rsidRPr="002F7857" w:rsidRDefault="00FF1F1F" w:rsidP="00FF1F1F">
      <w:pPr>
        <w:rPr>
          <w:sz w:val="16"/>
        </w:rPr>
      </w:pPr>
      <w:r w:rsidRPr="002F7857">
        <w:rPr>
          <w:sz w:val="16"/>
        </w:rPr>
        <w:t xml:space="preserve">Panagopoulos and Beauchamp note that the </w:t>
      </w:r>
      <w:r w:rsidRPr="002F7857">
        <w:rPr>
          <w:rStyle w:val="StyleUnderline"/>
        </w:rPr>
        <w:t>momentum swings</w:t>
      </w:r>
      <w:r w:rsidRPr="002F7857">
        <w:rPr>
          <w:sz w:val="16"/>
        </w:rPr>
        <w:t xml:space="preserve"> over the last several cycles </w:t>
      </w:r>
      <w:r w:rsidRPr="002F7857">
        <w:rPr>
          <w:rStyle w:val="StyleUnderline"/>
        </w:rPr>
        <w:t xml:space="preserve">still point to a </w:t>
      </w:r>
      <w:r w:rsidRPr="002F7857">
        <w:rPr>
          <w:rStyle w:val="Emphasis"/>
        </w:rPr>
        <w:t>narrowly divided electorate</w:t>
      </w:r>
      <w:r w:rsidRPr="002F7857">
        <w:rPr>
          <w:sz w:val="16"/>
        </w:rPr>
        <w:t xml:space="preserve"> </w:t>
      </w:r>
      <w:r w:rsidRPr="002F7857">
        <w:rPr>
          <w:rStyle w:val="StyleUnderline"/>
        </w:rPr>
        <w:t>— and a sense that “</w:t>
      </w:r>
      <w:r w:rsidRPr="002F7857">
        <w:rPr>
          <w:rStyle w:val="Emphasis"/>
        </w:rPr>
        <w:t>anything can happen</w:t>
      </w:r>
      <w:r w:rsidRPr="002F7857">
        <w:rPr>
          <w:rStyle w:val="StyleUnderline"/>
        </w:rPr>
        <w:t xml:space="preserve">” </w:t>
      </w:r>
      <w:r w:rsidRPr="002F7857">
        <w:rPr>
          <w:rStyle w:val="Emphasis"/>
        </w:rPr>
        <w:t>over</w:t>
      </w:r>
      <w:r w:rsidRPr="002F7857">
        <w:rPr>
          <w:rStyle w:val="StyleUnderline"/>
        </w:rPr>
        <w:t xml:space="preserve"> the </w:t>
      </w:r>
      <w:r w:rsidRPr="002F7857">
        <w:rPr>
          <w:rStyle w:val="Emphasis"/>
        </w:rPr>
        <w:t>next four years.</w:t>
      </w:r>
      <w:r w:rsidRPr="002F7857">
        <w:rPr>
          <w:sz w:val="16"/>
        </w:rPr>
        <w:t xml:space="preserve"> </w:t>
      </w:r>
    </w:p>
    <w:p w14:paraId="7D1D6084" w14:textId="77777777" w:rsidR="00FF1F1F" w:rsidRPr="002F7857" w:rsidRDefault="00FF1F1F" w:rsidP="00FF1F1F">
      <w:pPr>
        <w:rPr>
          <w:sz w:val="16"/>
        </w:rPr>
      </w:pPr>
      <w:r w:rsidRPr="002F7857">
        <w:rPr>
          <w:sz w:val="16"/>
        </w:rPr>
        <w:t xml:space="preserve">The party of the president tends to lose congressional seats between presidential elections. Indeed, every House flip since 1955 has occurred during the midterm elections, data shows. </w:t>
      </w:r>
    </w:p>
    <w:p w14:paraId="6B0CB39E" w14:textId="77777777" w:rsidR="00FF1F1F" w:rsidRPr="002F7857" w:rsidRDefault="00FF1F1F" w:rsidP="00FF1F1F">
      <w:pPr>
        <w:rPr>
          <w:sz w:val="16"/>
        </w:rPr>
      </w:pPr>
      <w:r w:rsidRPr="002F7857">
        <w:rPr>
          <w:sz w:val="16"/>
        </w:rPr>
        <w:t>“</w:t>
      </w:r>
      <w:r w:rsidRPr="002F7857">
        <w:rPr>
          <w:rStyle w:val="StyleUnderline"/>
        </w:rPr>
        <w:t xml:space="preserve">If history is any guide, the </w:t>
      </w:r>
      <w:r w:rsidRPr="00073C2E">
        <w:rPr>
          <w:rStyle w:val="StyleUnderline"/>
          <w:highlight w:val="cyan"/>
        </w:rPr>
        <w:t>Democrats</w:t>
      </w:r>
      <w:r w:rsidRPr="002F7857">
        <w:rPr>
          <w:rStyle w:val="StyleUnderline"/>
        </w:rPr>
        <w:t xml:space="preserve"> </w:t>
      </w:r>
      <w:r w:rsidRPr="00073C2E">
        <w:rPr>
          <w:rStyle w:val="StyleUnderline"/>
          <w:highlight w:val="cyan"/>
        </w:rPr>
        <w:t>will have an advantage in</w:t>
      </w:r>
      <w:r w:rsidRPr="002F7857">
        <w:rPr>
          <w:rStyle w:val="StyleUnderline"/>
        </w:rPr>
        <w:t xml:space="preserve"> House elections in</w:t>
      </w:r>
      <w:r w:rsidRPr="002F7857">
        <w:rPr>
          <w:sz w:val="16"/>
        </w:rPr>
        <w:t xml:space="preserve"> </w:t>
      </w:r>
      <w:r w:rsidRPr="00073C2E">
        <w:rPr>
          <w:rStyle w:val="Emphasis"/>
          <w:highlight w:val="cyan"/>
        </w:rPr>
        <w:t>2026</w:t>
      </w:r>
      <w:r w:rsidRPr="002F7857">
        <w:rPr>
          <w:sz w:val="16"/>
        </w:rPr>
        <w:t xml:space="preserve"> — </w:t>
      </w:r>
      <w:r w:rsidRPr="00073C2E">
        <w:rPr>
          <w:rStyle w:val="StyleUnderline"/>
          <w:highlight w:val="cyan"/>
        </w:rPr>
        <w:t>and</w:t>
      </w:r>
      <w:r w:rsidRPr="002F7857">
        <w:rPr>
          <w:rStyle w:val="StyleUnderline"/>
        </w:rPr>
        <w:t>, given how razor-thin the Republican majority is</w:t>
      </w:r>
      <w:r w:rsidRPr="002F7857">
        <w:rPr>
          <w:sz w:val="16"/>
        </w:rPr>
        <w:t xml:space="preserve">, </w:t>
      </w:r>
      <w:r w:rsidRPr="002F7857">
        <w:rPr>
          <w:rStyle w:val="StyleUnderline"/>
        </w:rPr>
        <w:t>there is a good chance</w:t>
      </w:r>
      <w:r w:rsidRPr="002F7857">
        <w:rPr>
          <w:sz w:val="16"/>
        </w:rPr>
        <w:t xml:space="preserve"> that the </w:t>
      </w:r>
      <w:r w:rsidRPr="002F7857">
        <w:rPr>
          <w:rStyle w:val="Emphasis"/>
        </w:rPr>
        <w:t>Democrats</w:t>
      </w:r>
      <w:r w:rsidRPr="002F7857">
        <w:rPr>
          <w:sz w:val="16"/>
        </w:rPr>
        <w:t xml:space="preserve"> </w:t>
      </w:r>
      <w:r w:rsidRPr="00073C2E">
        <w:rPr>
          <w:rStyle w:val="StyleUnderline"/>
          <w:highlight w:val="cyan"/>
        </w:rPr>
        <w:t xml:space="preserve">can flip the </w:t>
      </w:r>
      <w:r w:rsidRPr="00073C2E">
        <w:rPr>
          <w:rStyle w:val="Emphasis"/>
          <w:highlight w:val="cyan"/>
        </w:rPr>
        <w:t>House</w:t>
      </w:r>
      <w:r w:rsidRPr="002F7857">
        <w:rPr>
          <w:rStyle w:val="StyleUnderline"/>
        </w:rPr>
        <w:t xml:space="preserve"> in the </w:t>
      </w:r>
      <w:r w:rsidRPr="002F7857">
        <w:rPr>
          <w:rStyle w:val="Emphasis"/>
        </w:rPr>
        <w:t>midterm elections</w:t>
      </w:r>
      <w:r w:rsidRPr="002F7857">
        <w:rPr>
          <w:sz w:val="16"/>
        </w:rPr>
        <w:t>,” Panagopoulos says. “But that is not a guarantee.”</w:t>
      </w:r>
    </w:p>
    <w:p w14:paraId="6153A46A" w14:textId="77777777" w:rsidR="00FF1F1F" w:rsidRDefault="00FF1F1F" w:rsidP="00FF1F1F">
      <w:pPr>
        <w:rPr>
          <w:rStyle w:val="Emphasis"/>
        </w:rPr>
      </w:pPr>
      <w:r w:rsidRPr="002F7857">
        <w:rPr>
          <w:sz w:val="16"/>
        </w:rPr>
        <w:t>In the 22 midterm elections from 1934 to 2018, the incumbent’s party lost 28 House seats and four Senate seats on average, data shows</w:t>
      </w:r>
      <w:r w:rsidRPr="002F7857">
        <w:rPr>
          <w:rStyle w:val="StyleUnderline"/>
        </w:rPr>
        <w:t xml:space="preserve">. </w:t>
      </w:r>
      <w:r w:rsidRPr="00073C2E">
        <w:rPr>
          <w:rStyle w:val="StyleUnderline"/>
          <w:highlight w:val="cyan"/>
        </w:rPr>
        <w:t>Should</w:t>
      </w:r>
      <w:r w:rsidRPr="002F7857">
        <w:rPr>
          <w:rStyle w:val="StyleUnderline"/>
        </w:rPr>
        <w:t xml:space="preserve"> the </w:t>
      </w:r>
      <w:r w:rsidRPr="00073C2E">
        <w:rPr>
          <w:rStyle w:val="StyleUnderline"/>
          <w:highlight w:val="cyan"/>
        </w:rPr>
        <w:t xml:space="preserve">Democrats perform </w:t>
      </w:r>
      <w:r w:rsidRPr="00073C2E">
        <w:rPr>
          <w:rStyle w:val="Emphasis"/>
          <w:highlight w:val="cyan"/>
        </w:rPr>
        <w:t>well</w:t>
      </w:r>
      <w:r w:rsidRPr="002F7857">
        <w:rPr>
          <w:rStyle w:val="Emphasis"/>
        </w:rPr>
        <w:t xml:space="preserve"> in the midterms</w:t>
      </w:r>
      <w:r w:rsidRPr="002F7857">
        <w:rPr>
          <w:rStyle w:val="StyleUnderline"/>
        </w:rPr>
        <w:t xml:space="preserve">, </w:t>
      </w:r>
      <w:r w:rsidRPr="00073C2E">
        <w:rPr>
          <w:rStyle w:val="StyleUnderline"/>
          <w:highlight w:val="cyan"/>
        </w:rPr>
        <w:t>it will help them</w:t>
      </w:r>
      <w:r w:rsidRPr="002F7857">
        <w:rPr>
          <w:rStyle w:val="StyleUnderline"/>
        </w:rPr>
        <w:t xml:space="preserve"> </w:t>
      </w:r>
      <w:r w:rsidRPr="00073C2E">
        <w:rPr>
          <w:rStyle w:val="Emphasis"/>
          <w:highlight w:val="cyan"/>
        </w:rPr>
        <w:t>build</w:t>
      </w:r>
      <w:r w:rsidRPr="002F7857">
        <w:rPr>
          <w:rStyle w:val="Emphasis"/>
        </w:rPr>
        <w:t xml:space="preserve"> back</w:t>
      </w:r>
      <w:r w:rsidRPr="002F7857">
        <w:rPr>
          <w:rStyle w:val="StyleUnderline"/>
        </w:rPr>
        <w:t xml:space="preserve"> </w:t>
      </w:r>
      <w:r w:rsidRPr="00073C2E">
        <w:rPr>
          <w:rStyle w:val="StyleUnderline"/>
          <w:highlight w:val="cyan"/>
        </w:rPr>
        <w:t xml:space="preserve">a </w:t>
      </w:r>
      <w:r w:rsidRPr="00073C2E">
        <w:rPr>
          <w:rStyle w:val="Emphasis"/>
          <w:highlight w:val="cyan"/>
        </w:rPr>
        <w:t>coalition</w:t>
      </w:r>
      <w:r w:rsidRPr="00073C2E">
        <w:rPr>
          <w:rStyle w:val="StyleUnderline"/>
          <w:highlight w:val="cyan"/>
        </w:rPr>
        <w:t xml:space="preserve"> capable of </w:t>
      </w:r>
      <w:r w:rsidRPr="00073C2E">
        <w:rPr>
          <w:rStyle w:val="Emphasis"/>
          <w:highlight w:val="cyan"/>
        </w:rPr>
        <w:t>challenging</w:t>
      </w:r>
      <w:r w:rsidRPr="002F7857">
        <w:rPr>
          <w:rStyle w:val="StyleUnderline"/>
        </w:rPr>
        <w:t xml:space="preserve"> the </w:t>
      </w:r>
      <w:r w:rsidRPr="00073C2E">
        <w:rPr>
          <w:rStyle w:val="Emphasis"/>
          <w:highlight w:val="cyan"/>
        </w:rPr>
        <w:t>Republicans in 2028.</w:t>
      </w:r>
    </w:p>
    <w:p w14:paraId="60D765A0" w14:textId="77777777" w:rsidR="00FF1F1F" w:rsidRPr="002F7857" w:rsidRDefault="00FF1F1F" w:rsidP="00FF1F1F">
      <w:pPr>
        <w:rPr>
          <w:sz w:val="16"/>
        </w:rPr>
      </w:pPr>
      <w:r w:rsidRPr="002F7857">
        <w:rPr>
          <w:sz w:val="16"/>
        </w:rPr>
        <w:t xml:space="preserve">Even if the Democrats manage to take back some congressional seats, experts maintain that a center-left politics with concessions to the right will likely set the tone. </w:t>
      </w:r>
    </w:p>
    <w:p w14:paraId="42629347" w14:textId="77777777" w:rsidR="00FF1F1F" w:rsidRPr="002F7857" w:rsidRDefault="00FF1F1F" w:rsidP="00FF1F1F">
      <w:pPr>
        <w:rPr>
          <w:sz w:val="16"/>
        </w:rPr>
      </w:pPr>
      <w:r w:rsidRPr="002F7857">
        <w:rPr>
          <w:sz w:val="16"/>
        </w:rPr>
        <w:t>“I doubt the coming months or years will allow the progressives to shine,” Johnson says. “I think the centrists in the party will work hard to maintain control and moderate the party message.”</w:t>
      </w:r>
    </w:p>
    <w:p w14:paraId="5AB8D0B3" w14:textId="77777777" w:rsidR="00FF1F1F" w:rsidRPr="002F7857" w:rsidRDefault="00FF1F1F" w:rsidP="00FF1F1F">
      <w:pPr>
        <w:rPr>
          <w:sz w:val="16"/>
        </w:rPr>
      </w:pPr>
      <w:r w:rsidRPr="002F7857">
        <w:rPr>
          <w:rStyle w:val="StyleUnderline"/>
        </w:rPr>
        <w:t>The story of the 2024 election</w:t>
      </w:r>
      <w:r w:rsidRPr="002F7857">
        <w:rPr>
          <w:sz w:val="16"/>
        </w:rPr>
        <w:t xml:space="preserve">, Panagopoulos says, </w:t>
      </w:r>
      <w:r w:rsidRPr="002F7857">
        <w:rPr>
          <w:rStyle w:val="StyleUnderline"/>
        </w:rPr>
        <w:t>was voters’ frustration with</w:t>
      </w:r>
      <w:r w:rsidRPr="002F7857">
        <w:rPr>
          <w:sz w:val="16"/>
        </w:rPr>
        <w:t xml:space="preserve"> </w:t>
      </w:r>
      <w:r w:rsidRPr="002F7857">
        <w:rPr>
          <w:rStyle w:val="StyleUnderline"/>
        </w:rPr>
        <w:t>persistent inflation</w:t>
      </w:r>
      <w:r w:rsidRPr="002F7857">
        <w:rPr>
          <w:sz w:val="16"/>
        </w:rPr>
        <w:t xml:space="preserve"> and higher prices during the Biden years — </w:t>
      </w:r>
      <w:r w:rsidRPr="002F7857">
        <w:rPr>
          <w:rStyle w:val="StyleUnderline"/>
        </w:rPr>
        <w:t xml:space="preserve">a fact compounded by slowdown in </w:t>
      </w:r>
      <w:r w:rsidRPr="002F7857">
        <w:rPr>
          <w:rStyle w:val="Emphasis"/>
        </w:rPr>
        <w:t>wage growth</w:t>
      </w:r>
      <w:r w:rsidRPr="002F7857">
        <w:rPr>
          <w:rStyle w:val="StyleUnderline"/>
        </w:rPr>
        <w:t xml:space="preserve"> in </w:t>
      </w:r>
      <w:r w:rsidRPr="002F7857">
        <w:rPr>
          <w:rStyle w:val="Emphasis"/>
        </w:rPr>
        <w:t>certain sectors</w:t>
      </w:r>
      <w:r w:rsidRPr="002F7857">
        <w:rPr>
          <w:sz w:val="16"/>
        </w:rPr>
        <w:t xml:space="preserve">. Exit polling data showed that roughly 75% of voters reported that inflation had caused “moderate or severe hardship” during that year. </w:t>
      </w:r>
    </w:p>
    <w:p w14:paraId="7F2B4EEC" w14:textId="77777777" w:rsidR="00FF1F1F" w:rsidRPr="002F7857" w:rsidRDefault="00FF1F1F" w:rsidP="00FF1F1F">
      <w:pPr>
        <w:rPr>
          <w:sz w:val="16"/>
        </w:rPr>
      </w:pPr>
      <w:r w:rsidRPr="002F7857">
        <w:rPr>
          <w:sz w:val="16"/>
        </w:rPr>
        <w:t xml:space="preserve">Panagopoulos says if there is one thing the Democrats can learn from President Donald Trump, it was the fact that he “relentlessly” engaged while out of office. </w:t>
      </w:r>
    </w:p>
    <w:p w14:paraId="3B7FA327" w14:textId="77777777" w:rsidR="00FF1F1F" w:rsidRPr="002F7857" w:rsidRDefault="00FF1F1F" w:rsidP="00FF1F1F">
      <w:pPr>
        <w:rPr>
          <w:sz w:val="16"/>
        </w:rPr>
      </w:pPr>
      <w:r w:rsidRPr="002F7857">
        <w:rPr>
          <w:sz w:val="16"/>
        </w:rPr>
        <w:t xml:space="preserve">“Trump spent the past four years blasting Biden and Democrats, particularly on the economy,” he says. </w:t>
      </w:r>
    </w:p>
    <w:p w14:paraId="2AA2ECE8" w14:textId="77777777" w:rsidR="00FF1F1F" w:rsidRPr="002F7857" w:rsidRDefault="00FF1F1F" w:rsidP="00FF1F1F">
      <w:r w:rsidRPr="002F7857">
        <w:rPr>
          <w:sz w:val="16"/>
        </w:rPr>
        <w:t>“</w:t>
      </w:r>
      <w:r w:rsidRPr="002F7857">
        <w:rPr>
          <w:rStyle w:val="Emphasis"/>
        </w:rPr>
        <w:t>Democrats</w:t>
      </w:r>
      <w:r w:rsidRPr="002F7857">
        <w:rPr>
          <w:rStyle w:val="StyleUnderline"/>
        </w:rPr>
        <w:t xml:space="preserve"> could take a page from that </w:t>
      </w:r>
      <w:r w:rsidRPr="002F7857">
        <w:rPr>
          <w:rStyle w:val="Emphasis"/>
        </w:rPr>
        <w:t>playbook</w:t>
      </w:r>
      <w:r w:rsidRPr="002F7857">
        <w:rPr>
          <w:rStyle w:val="StyleUnderline"/>
        </w:rPr>
        <w:t xml:space="preserve"> right now and not wait until the </w:t>
      </w:r>
      <w:r w:rsidRPr="002F7857">
        <w:rPr>
          <w:rStyle w:val="Emphasis"/>
        </w:rPr>
        <w:t>election is closer</w:t>
      </w:r>
      <w:r w:rsidRPr="002F7857">
        <w:rPr>
          <w:rStyle w:val="StyleUnderline"/>
        </w:rPr>
        <w:t xml:space="preserve"> to make their case to voters</w:t>
      </w:r>
      <w:r w:rsidRPr="002F7857">
        <w:rPr>
          <w:sz w:val="16"/>
        </w:rPr>
        <w:t>,” he says.</w:t>
      </w:r>
    </w:p>
    <w:p w14:paraId="47673CAC" w14:textId="77777777" w:rsidR="00FF1F1F" w:rsidRPr="002F7857" w:rsidRDefault="00FF1F1F" w:rsidP="00FF1F1F"/>
    <w:p w14:paraId="08B97341" w14:textId="77777777" w:rsidR="00FF1F1F" w:rsidRDefault="00FF1F1F" w:rsidP="00FF1F1F">
      <w:pPr>
        <w:pStyle w:val="Heading3"/>
      </w:pPr>
      <w:r>
        <w:t>Uniqueness---AT: Too early---2NC</w:t>
      </w:r>
    </w:p>
    <w:p w14:paraId="4D872BA7" w14:textId="77777777" w:rsidR="00FF1F1F" w:rsidRDefault="00FF1F1F" w:rsidP="00FF1F1F">
      <w:pPr>
        <w:pStyle w:val="Heading4"/>
      </w:pPr>
      <w:r>
        <w:t>It’s not too early---Dems have the lead but it’s close</w:t>
      </w:r>
    </w:p>
    <w:p w14:paraId="55A2887D" w14:textId="77777777" w:rsidR="00FF1F1F" w:rsidRPr="00851200" w:rsidRDefault="00FF1F1F" w:rsidP="00FF1F1F">
      <w:r>
        <w:t xml:space="preserve">Nathan L. </w:t>
      </w:r>
      <w:r w:rsidRPr="00851200">
        <w:rPr>
          <w:rStyle w:val="Style13ptBold"/>
        </w:rPr>
        <w:t>Gonzales, 25</w:t>
      </w:r>
      <w:r>
        <w:t xml:space="preserve">. Elections Analyst @ Roll Call. Editor &amp; Publisher @ Inside Elections LLC.  Previously Political Analyst and On-air contributor at CNN and CNNI. MA Political Management @ The George Washington University. “Initial 2026 House race ratings show more Republicans in Toss-up seats.” Roll Call. 3-10-2025. </w:t>
      </w:r>
      <w:r w:rsidRPr="00851200">
        <w:t>https://rollcall.com/2025/03/10/house-midterm-elections-race-ratings/</w:t>
      </w:r>
    </w:p>
    <w:p w14:paraId="575B045E" w14:textId="77777777" w:rsidR="00FF1F1F" w:rsidRPr="008E1859" w:rsidRDefault="00FF1F1F" w:rsidP="00FF1F1F">
      <w:pPr>
        <w:rPr>
          <w:sz w:val="16"/>
        </w:rPr>
      </w:pPr>
      <w:r w:rsidRPr="008E1859">
        <w:rPr>
          <w:sz w:val="16"/>
        </w:rPr>
        <w:t xml:space="preserve">ANALYSIS — </w:t>
      </w:r>
      <w:r w:rsidRPr="00A34E86">
        <w:rPr>
          <w:rStyle w:val="StyleUnderline"/>
        </w:rPr>
        <w:t>Even though</w:t>
      </w:r>
      <w:r w:rsidRPr="008E1859">
        <w:rPr>
          <w:sz w:val="16"/>
        </w:rPr>
        <w:t xml:space="preserve"> the </w:t>
      </w:r>
      <w:r w:rsidRPr="00A34E86">
        <w:rPr>
          <w:rStyle w:val="StyleUnderline"/>
        </w:rPr>
        <w:t>midterms are</w:t>
      </w:r>
      <w:r w:rsidRPr="008E1859">
        <w:rPr>
          <w:sz w:val="16"/>
        </w:rPr>
        <w:t xml:space="preserve"> 20 </w:t>
      </w:r>
      <w:r w:rsidRPr="00A34E86">
        <w:rPr>
          <w:rStyle w:val="StyleUnderline"/>
        </w:rPr>
        <w:t>months away</w:t>
      </w:r>
      <w:r w:rsidRPr="008E1859">
        <w:rPr>
          <w:sz w:val="16"/>
        </w:rPr>
        <w:t xml:space="preserve">, </w:t>
      </w:r>
      <w:r w:rsidRPr="00D43D4F">
        <w:rPr>
          <w:rStyle w:val="Emphasis"/>
          <w:sz w:val="28"/>
          <w:szCs w:val="28"/>
          <w:highlight w:val="cyan"/>
        </w:rPr>
        <w:t>it’s not too early to project</w:t>
      </w:r>
      <w:r w:rsidRPr="008E1859">
        <w:rPr>
          <w:sz w:val="16"/>
        </w:rPr>
        <w:t xml:space="preserve"> that </w:t>
      </w:r>
      <w:r w:rsidRPr="008E1859">
        <w:rPr>
          <w:rStyle w:val="Emphasis"/>
          <w:highlight w:val="cyan"/>
        </w:rPr>
        <w:t>the headliner</w:t>
      </w:r>
      <w:r w:rsidRPr="008E1859">
        <w:rPr>
          <w:sz w:val="16"/>
        </w:rPr>
        <w:t xml:space="preserve"> of the 2026 elections </w:t>
      </w:r>
      <w:r w:rsidRPr="008E1859">
        <w:rPr>
          <w:rStyle w:val="Emphasis"/>
          <w:highlight w:val="cyan"/>
        </w:rPr>
        <w:t>will be</w:t>
      </w:r>
      <w:r w:rsidRPr="008E1859">
        <w:rPr>
          <w:sz w:val="16"/>
        </w:rPr>
        <w:t xml:space="preserve"> </w:t>
      </w:r>
      <w:r w:rsidRPr="00A34E86">
        <w:rPr>
          <w:rStyle w:val="Emphasis"/>
        </w:rPr>
        <w:t xml:space="preserve">the fight for </w:t>
      </w:r>
      <w:r w:rsidRPr="008E1859">
        <w:rPr>
          <w:rStyle w:val="Emphasis"/>
          <w:highlight w:val="cyan"/>
        </w:rPr>
        <w:t>the House</w:t>
      </w:r>
      <w:r w:rsidRPr="008E1859">
        <w:rPr>
          <w:sz w:val="16"/>
        </w:rPr>
        <w:t xml:space="preserve"> </w:t>
      </w:r>
      <w:r w:rsidRPr="00A34E86">
        <w:rPr>
          <w:rStyle w:val="StyleUnderline"/>
        </w:rPr>
        <w:t>majority</w:t>
      </w:r>
      <w:r w:rsidRPr="008E1859">
        <w:rPr>
          <w:sz w:val="16"/>
        </w:rPr>
        <w:t>.</w:t>
      </w:r>
    </w:p>
    <w:p w14:paraId="59C365A2" w14:textId="77777777" w:rsidR="00FF1F1F" w:rsidRPr="008E1859" w:rsidRDefault="00FF1F1F" w:rsidP="00FF1F1F">
      <w:pPr>
        <w:rPr>
          <w:sz w:val="16"/>
        </w:rPr>
      </w:pPr>
      <w:r w:rsidRPr="00A34E86">
        <w:rPr>
          <w:rStyle w:val="StyleUnderline"/>
        </w:rPr>
        <w:t>Republicans’</w:t>
      </w:r>
      <w:r w:rsidRPr="008E1859">
        <w:rPr>
          <w:sz w:val="16"/>
        </w:rPr>
        <w:t xml:space="preserve"> </w:t>
      </w:r>
      <w:r w:rsidRPr="00A34E86">
        <w:rPr>
          <w:rStyle w:val="StyleUnderline"/>
        </w:rPr>
        <w:t>three-seat Senate majority</w:t>
      </w:r>
      <w:r w:rsidRPr="008E1859">
        <w:rPr>
          <w:sz w:val="16"/>
        </w:rPr>
        <w:t xml:space="preserve"> </w:t>
      </w:r>
      <w:r w:rsidRPr="00A34E86">
        <w:rPr>
          <w:rStyle w:val="StyleUnderline"/>
        </w:rPr>
        <w:t>and</w:t>
      </w:r>
      <w:r w:rsidRPr="008E1859">
        <w:rPr>
          <w:sz w:val="16"/>
        </w:rPr>
        <w:t xml:space="preserve"> </w:t>
      </w:r>
      <w:r w:rsidRPr="00A34E86">
        <w:rPr>
          <w:rStyle w:val="StyleUnderline"/>
        </w:rPr>
        <w:t>a</w:t>
      </w:r>
      <w:r w:rsidRPr="008E1859">
        <w:rPr>
          <w:sz w:val="16"/>
        </w:rPr>
        <w:t xml:space="preserve"> </w:t>
      </w:r>
      <w:r w:rsidRPr="00A34E86">
        <w:rPr>
          <w:rStyle w:val="StyleUnderline"/>
        </w:rPr>
        <w:t>dearth of competitive races</w:t>
      </w:r>
      <w:r w:rsidRPr="008E1859">
        <w:rPr>
          <w:sz w:val="16"/>
        </w:rPr>
        <w:t xml:space="preserve"> </w:t>
      </w:r>
      <w:r w:rsidRPr="00A34E86">
        <w:rPr>
          <w:rStyle w:val="StyleUnderline"/>
        </w:rPr>
        <w:t>puts</w:t>
      </w:r>
      <w:r w:rsidRPr="008E1859">
        <w:rPr>
          <w:sz w:val="16"/>
        </w:rPr>
        <w:t xml:space="preserve"> next year’s battle for </w:t>
      </w:r>
      <w:r w:rsidRPr="00A34E86">
        <w:rPr>
          <w:rStyle w:val="StyleUnderline"/>
        </w:rPr>
        <w:t>the Senate</w:t>
      </w:r>
      <w:r w:rsidRPr="008E1859">
        <w:rPr>
          <w:sz w:val="16"/>
        </w:rPr>
        <w:t xml:space="preserve"> </w:t>
      </w:r>
      <w:r w:rsidRPr="00A34E86">
        <w:rPr>
          <w:rStyle w:val="StyleUnderline"/>
        </w:rPr>
        <w:t>on a side stage</w:t>
      </w:r>
      <w:r w:rsidRPr="008E1859">
        <w:rPr>
          <w:sz w:val="16"/>
        </w:rPr>
        <w:t xml:space="preserve"> compared with the House elections. </w:t>
      </w:r>
      <w:r w:rsidRPr="00A34E86">
        <w:rPr>
          <w:rStyle w:val="StyleUnderline"/>
        </w:rPr>
        <w:t>After gaining a seat</w:t>
      </w:r>
      <w:r w:rsidRPr="008E1859">
        <w:rPr>
          <w:sz w:val="16"/>
        </w:rPr>
        <w:t xml:space="preserve"> in 2024, </w:t>
      </w:r>
      <w:r w:rsidRPr="00A34E86">
        <w:rPr>
          <w:rStyle w:val="Emphasis"/>
        </w:rPr>
        <w:t xml:space="preserve">House </w:t>
      </w:r>
      <w:r w:rsidRPr="008E1859">
        <w:rPr>
          <w:rStyle w:val="Emphasis"/>
          <w:highlight w:val="cyan"/>
        </w:rPr>
        <w:t>Democrats</w:t>
      </w:r>
      <w:r w:rsidRPr="008E1859">
        <w:rPr>
          <w:sz w:val="16"/>
        </w:rPr>
        <w:t xml:space="preserve"> </w:t>
      </w:r>
      <w:r w:rsidRPr="008E1859">
        <w:rPr>
          <w:rStyle w:val="Emphasis"/>
          <w:highlight w:val="cyan"/>
        </w:rPr>
        <w:t>need</w:t>
      </w:r>
      <w:r w:rsidRPr="008E1859">
        <w:rPr>
          <w:sz w:val="16"/>
        </w:rPr>
        <w:t xml:space="preserve"> </w:t>
      </w:r>
      <w:r w:rsidRPr="008E1859">
        <w:rPr>
          <w:rStyle w:val="StyleUnderline"/>
          <w:highlight w:val="cyan"/>
        </w:rPr>
        <w:t>to gain</w:t>
      </w:r>
      <w:r w:rsidRPr="008E1859">
        <w:rPr>
          <w:sz w:val="16"/>
          <w:highlight w:val="cyan"/>
        </w:rPr>
        <w:t xml:space="preserve"> </w:t>
      </w:r>
      <w:r w:rsidRPr="008E1859">
        <w:rPr>
          <w:rStyle w:val="Emphasis"/>
          <w:highlight w:val="cyan"/>
        </w:rPr>
        <w:t>just three seats</w:t>
      </w:r>
      <w:r w:rsidRPr="008E1859">
        <w:rPr>
          <w:sz w:val="16"/>
        </w:rPr>
        <w:t xml:space="preserve"> </w:t>
      </w:r>
      <w:r w:rsidRPr="00A34E86">
        <w:rPr>
          <w:rStyle w:val="StyleUnderline"/>
        </w:rPr>
        <w:t>to claim the majority</w:t>
      </w:r>
      <w:r w:rsidRPr="008E1859">
        <w:rPr>
          <w:sz w:val="16"/>
        </w:rPr>
        <w:t xml:space="preserve"> next year. </w:t>
      </w:r>
    </w:p>
    <w:p w14:paraId="381EEFBD" w14:textId="77777777" w:rsidR="00FF1F1F" w:rsidRPr="008E1859" w:rsidRDefault="00FF1F1F" w:rsidP="00FF1F1F">
      <w:pPr>
        <w:rPr>
          <w:sz w:val="16"/>
        </w:rPr>
      </w:pPr>
      <w:r w:rsidRPr="00863AD7">
        <w:rPr>
          <w:rStyle w:val="StyleUnderline"/>
        </w:rPr>
        <w:t>According</w:t>
      </w:r>
      <w:r w:rsidRPr="008E1859">
        <w:rPr>
          <w:sz w:val="16"/>
        </w:rPr>
        <w:t xml:space="preserve"> to </w:t>
      </w:r>
      <w:r w:rsidRPr="00863AD7">
        <w:rPr>
          <w:rStyle w:val="StyleUnderline"/>
        </w:rPr>
        <w:t>Inside Elections’</w:t>
      </w:r>
      <w:r w:rsidRPr="008E1859">
        <w:rPr>
          <w:sz w:val="16"/>
        </w:rPr>
        <w:t xml:space="preserve"> </w:t>
      </w:r>
      <w:r w:rsidRPr="00863AD7">
        <w:rPr>
          <w:rStyle w:val="StyleUnderline"/>
        </w:rPr>
        <w:t>initial</w:t>
      </w:r>
      <w:r w:rsidRPr="008E1859">
        <w:rPr>
          <w:sz w:val="16"/>
        </w:rPr>
        <w:t xml:space="preserve"> individual House race ratings of the 2026 cycle, </w:t>
      </w:r>
      <w:r w:rsidRPr="008E1859">
        <w:rPr>
          <w:rStyle w:val="StyleUnderline"/>
        </w:rPr>
        <w:t xml:space="preserve">the </w:t>
      </w:r>
      <w:r w:rsidRPr="008E1859">
        <w:rPr>
          <w:rStyle w:val="StyleUnderline"/>
          <w:highlight w:val="cyan"/>
        </w:rPr>
        <w:t>fight for the majority</w:t>
      </w:r>
      <w:r w:rsidRPr="008E1859">
        <w:rPr>
          <w:rStyle w:val="StyleUnderline"/>
        </w:rPr>
        <w:t xml:space="preserve"> </w:t>
      </w:r>
      <w:r w:rsidRPr="008E1859">
        <w:rPr>
          <w:rStyle w:val="StyleUnderline"/>
          <w:highlight w:val="cyan"/>
        </w:rPr>
        <w:t>looks</w:t>
      </w:r>
      <w:r w:rsidRPr="008E1859">
        <w:rPr>
          <w:sz w:val="16"/>
        </w:rPr>
        <w:t xml:space="preserve"> to be a </w:t>
      </w:r>
      <w:r w:rsidRPr="008E1859">
        <w:rPr>
          <w:rStyle w:val="StyleUnderline"/>
          <w:highlight w:val="cyan"/>
        </w:rPr>
        <w:t>close</w:t>
      </w:r>
      <w:r w:rsidRPr="008E1859">
        <w:rPr>
          <w:sz w:val="16"/>
        </w:rPr>
        <w:t xml:space="preserve">, district-by-district battle. But cycles, particularly </w:t>
      </w:r>
      <w:r w:rsidRPr="008E1859">
        <w:rPr>
          <w:rStyle w:val="StyleUnderline"/>
        </w:rPr>
        <w:t>midterms</w:t>
      </w:r>
      <w:r w:rsidRPr="008E1859">
        <w:rPr>
          <w:sz w:val="16"/>
        </w:rPr>
        <w:t xml:space="preserve">, </w:t>
      </w:r>
      <w:r w:rsidRPr="008E1859">
        <w:rPr>
          <w:rStyle w:val="StyleUnderline"/>
        </w:rPr>
        <w:t>can evolve</w:t>
      </w:r>
      <w:r w:rsidRPr="008E1859">
        <w:rPr>
          <w:sz w:val="16"/>
        </w:rPr>
        <w:t xml:space="preserve"> </w:t>
      </w:r>
      <w:r w:rsidRPr="008E1859">
        <w:rPr>
          <w:rStyle w:val="StyleUnderline"/>
        </w:rPr>
        <w:t>and</w:t>
      </w:r>
      <w:r w:rsidRPr="008E1859">
        <w:rPr>
          <w:sz w:val="16"/>
        </w:rPr>
        <w:t xml:space="preserve"> sometimes </w:t>
      </w:r>
      <w:r w:rsidRPr="008E1859">
        <w:rPr>
          <w:rStyle w:val="StyleUnderline"/>
        </w:rPr>
        <w:t>even change</w:t>
      </w:r>
      <w:r w:rsidRPr="008E1859">
        <w:rPr>
          <w:sz w:val="16"/>
        </w:rPr>
        <w:t xml:space="preserve"> dramatically.</w:t>
      </w:r>
    </w:p>
    <w:p w14:paraId="15DFF11E" w14:textId="77777777" w:rsidR="00FF1F1F" w:rsidRPr="008E1859" w:rsidRDefault="00FF1F1F" w:rsidP="00FF1F1F">
      <w:pPr>
        <w:rPr>
          <w:sz w:val="16"/>
        </w:rPr>
      </w:pPr>
      <w:r w:rsidRPr="008E1859">
        <w:rPr>
          <w:sz w:val="16"/>
        </w:rPr>
        <w:t>The initial 2026 House battleground consists of 64 seats rated as either Toss-up (10 races), Tilt (13), Lean (22) or Likely (19), with two or three races in Ohio currently outstanding over a pending new congressional map.</w:t>
      </w:r>
    </w:p>
    <w:p w14:paraId="4B31BC01" w14:textId="77777777" w:rsidR="00FF1F1F" w:rsidRPr="008E1859" w:rsidRDefault="00FF1F1F" w:rsidP="00FF1F1F">
      <w:pPr>
        <w:rPr>
          <w:sz w:val="16"/>
        </w:rPr>
      </w:pPr>
      <w:r w:rsidRPr="008E1859">
        <w:rPr>
          <w:rStyle w:val="StyleUnderline"/>
          <w:highlight w:val="cyan"/>
        </w:rPr>
        <w:t>The</w:t>
      </w:r>
      <w:r w:rsidRPr="008E1859">
        <w:rPr>
          <w:sz w:val="16"/>
        </w:rPr>
        <w:t xml:space="preserve"> initial </w:t>
      </w:r>
      <w:r w:rsidRPr="008E1859">
        <w:rPr>
          <w:rStyle w:val="Emphasis"/>
          <w:highlight w:val="cyan"/>
        </w:rPr>
        <w:t>playing field</w:t>
      </w:r>
      <w:r w:rsidRPr="008E1859">
        <w:rPr>
          <w:sz w:val="16"/>
        </w:rPr>
        <w:t xml:space="preserve"> </w:t>
      </w:r>
      <w:r w:rsidRPr="008E1859">
        <w:rPr>
          <w:rStyle w:val="StyleUnderline"/>
          <w:highlight w:val="cyan"/>
        </w:rPr>
        <w:t>is</w:t>
      </w:r>
      <w:r w:rsidRPr="008E1859">
        <w:rPr>
          <w:rStyle w:val="StyleUnderline"/>
        </w:rPr>
        <w:t xml:space="preserve"> disproportionately</w:t>
      </w:r>
      <w:r w:rsidRPr="008E1859">
        <w:rPr>
          <w:sz w:val="16"/>
        </w:rPr>
        <w:t xml:space="preserve"> </w:t>
      </w:r>
      <w:r w:rsidRPr="008E1859">
        <w:rPr>
          <w:rStyle w:val="Emphasis"/>
          <w:highlight w:val="cyan"/>
        </w:rPr>
        <w:t>Democratic turf</w:t>
      </w:r>
      <w:r w:rsidRPr="008E1859">
        <w:rPr>
          <w:sz w:val="16"/>
        </w:rPr>
        <w:t xml:space="preserve">, with the party </w:t>
      </w:r>
      <w:r w:rsidRPr="008E1859">
        <w:rPr>
          <w:rStyle w:val="StyleUnderline"/>
        </w:rPr>
        <w:t>defending 34 vulnerable seats</w:t>
      </w:r>
      <w:r w:rsidRPr="008E1859">
        <w:rPr>
          <w:sz w:val="16"/>
        </w:rPr>
        <w:t xml:space="preserve"> </w:t>
      </w:r>
      <w:r w:rsidRPr="008E1859">
        <w:rPr>
          <w:rStyle w:val="StyleUnderline"/>
        </w:rPr>
        <w:t>compared with 30 currently in GOP hands</w:t>
      </w:r>
      <w:r w:rsidRPr="008E1859">
        <w:rPr>
          <w:sz w:val="16"/>
        </w:rPr>
        <w:t xml:space="preserve">. That makeup aligns with the high correlation between presidential results and House outcomes and the fact that there are 13 Democrats who represent districts where President Donald Trump finished ahead of Kamala Harris and just three Republicans who represent districts where Harris beat Trump. </w:t>
      </w:r>
    </w:p>
    <w:p w14:paraId="4E063D5E" w14:textId="77777777" w:rsidR="00FF1F1F" w:rsidRPr="008E1859" w:rsidRDefault="00FF1F1F" w:rsidP="00FF1F1F">
      <w:pPr>
        <w:rPr>
          <w:sz w:val="16"/>
        </w:rPr>
      </w:pPr>
      <w:r w:rsidRPr="00D43D4F">
        <w:rPr>
          <w:rStyle w:val="Emphasis"/>
          <w:highlight w:val="cyan"/>
        </w:rPr>
        <w:t>But</w:t>
      </w:r>
      <w:r w:rsidRPr="00D43D4F">
        <w:rPr>
          <w:rStyle w:val="StyleUnderline"/>
          <w:highlight w:val="cyan"/>
        </w:rPr>
        <w:t xml:space="preserve"> </w:t>
      </w:r>
      <w:r w:rsidRPr="00D43D4F">
        <w:rPr>
          <w:rStyle w:val="Emphasis"/>
          <w:sz w:val="28"/>
          <w:szCs w:val="28"/>
          <w:highlight w:val="cyan"/>
        </w:rPr>
        <w:t>Republicans are defending</w:t>
      </w:r>
      <w:r w:rsidRPr="008E1859">
        <w:rPr>
          <w:sz w:val="16"/>
        </w:rPr>
        <w:t xml:space="preserve"> </w:t>
      </w:r>
      <w:r w:rsidRPr="008E1859">
        <w:rPr>
          <w:rStyle w:val="StyleUnderline"/>
        </w:rPr>
        <w:t>a disproportionately</w:t>
      </w:r>
      <w:r w:rsidRPr="008E1859">
        <w:rPr>
          <w:sz w:val="16"/>
        </w:rPr>
        <w:t xml:space="preserve"> </w:t>
      </w:r>
      <w:r w:rsidRPr="008E1859">
        <w:rPr>
          <w:rStyle w:val="StyleUnderline"/>
        </w:rPr>
        <w:t>larger share of the</w:t>
      </w:r>
      <w:r w:rsidRPr="008E1859">
        <w:rPr>
          <w:sz w:val="16"/>
        </w:rPr>
        <w:t xml:space="preserve"> </w:t>
      </w:r>
      <w:r w:rsidRPr="00D43D4F">
        <w:rPr>
          <w:rStyle w:val="Emphasis"/>
          <w:sz w:val="28"/>
          <w:szCs w:val="28"/>
          <w:highlight w:val="cyan"/>
        </w:rPr>
        <w:t>Toss-up races</w:t>
      </w:r>
      <w:r w:rsidRPr="008E1859">
        <w:rPr>
          <w:sz w:val="16"/>
        </w:rPr>
        <w:t xml:space="preserve">. </w:t>
      </w:r>
      <w:r w:rsidRPr="008E1859">
        <w:rPr>
          <w:rStyle w:val="StyleUnderline"/>
        </w:rPr>
        <w:t>Seven</w:t>
      </w:r>
      <w:r w:rsidRPr="008E1859">
        <w:rPr>
          <w:sz w:val="16"/>
        </w:rPr>
        <w:t xml:space="preserve"> House </w:t>
      </w:r>
      <w:r w:rsidRPr="008E1859">
        <w:rPr>
          <w:rStyle w:val="StyleUnderline"/>
        </w:rPr>
        <w:t>Republicans are in races rated a Toss-up</w:t>
      </w:r>
      <w:r w:rsidRPr="008E1859">
        <w:rPr>
          <w:sz w:val="16"/>
        </w:rPr>
        <w:t xml:space="preserve">, including Reps. Juan Ciscomani (Arizona’s 6th District), Gabe Evans (Colorado’s 8th), Mariannette Miller-Meeks (Iowa’s 1st), Tom Barrett (Michigan’s 7th), Ryan Mackenzie (Pennsylvania’s 7th) and Jen Kiggans (Virginia’s 2nd). The contest for New York Rep. Mike Lawler’s 17th District is also rated a Toss-up, and the seat would be even more vulnerable for Republicans if he vacates it to run for governor. </w:t>
      </w:r>
    </w:p>
    <w:p w14:paraId="606D122B" w14:textId="77777777" w:rsidR="00FF1F1F" w:rsidRPr="008E1859" w:rsidRDefault="00FF1F1F" w:rsidP="00FF1F1F">
      <w:pPr>
        <w:rPr>
          <w:sz w:val="16"/>
        </w:rPr>
      </w:pPr>
      <w:r w:rsidRPr="008E1859">
        <w:rPr>
          <w:sz w:val="16"/>
        </w:rPr>
        <w:t>On the Democratic side, Reps. Adam Gray (California’s 13th District), Derek Tran (California’s 45th) and Don Davis (North Carolina’s 1st) also start in Toss-up races, but they might soon have company from colleagues in the Buckeye State.</w:t>
      </w:r>
    </w:p>
    <w:p w14:paraId="535EDF5A" w14:textId="77777777" w:rsidR="00FF1F1F" w:rsidRPr="008E1859" w:rsidRDefault="00FF1F1F" w:rsidP="00FF1F1F">
      <w:pPr>
        <w:rPr>
          <w:sz w:val="16"/>
        </w:rPr>
      </w:pPr>
      <w:r w:rsidRPr="008E1859">
        <w:rPr>
          <w:sz w:val="16"/>
        </w:rPr>
        <w:t xml:space="preserve">Ohio’s 15 districts are not included in the initial Inside Elections ratings because of redistricting anticipated this cycle. Democratic Reps. Marcy Kaptur (9th District) and Emilia Sykes (13th) will either be at some or significant risk, depending on the new lines. It’s also possible that Democratic Rep. Greg Landsman in the 1st District is vulnerable as well, but that’s less likely. </w:t>
      </w:r>
    </w:p>
    <w:p w14:paraId="79AB5077" w14:textId="77777777" w:rsidR="00FF1F1F" w:rsidRPr="008E1859" w:rsidRDefault="00FF1F1F" w:rsidP="00FF1F1F">
      <w:pPr>
        <w:rPr>
          <w:sz w:val="16"/>
        </w:rPr>
      </w:pPr>
      <w:r w:rsidRPr="008E1859">
        <w:rPr>
          <w:sz w:val="16"/>
        </w:rPr>
        <w:t xml:space="preserve">Kaptur won reelection last fall by less than a point, and Sykes did so by just more than 2 points, so it wouldn’t take a lot for state Republican mapmakers to make their races more difficult. But the political environment could be better for Democrats next year compared with 2024. At this stage, in a more neutral political environment, Democrats can’t afford to lose any of their own seats. </w:t>
      </w:r>
    </w:p>
    <w:p w14:paraId="3C3ADE17" w14:textId="77777777" w:rsidR="00FF1F1F" w:rsidRPr="008E1859" w:rsidRDefault="00FF1F1F" w:rsidP="00FF1F1F">
      <w:pPr>
        <w:rPr>
          <w:sz w:val="16"/>
        </w:rPr>
      </w:pPr>
      <w:r w:rsidRPr="008E1859">
        <w:rPr>
          <w:rStyle w:val="StyleUnderline"/>
        </w:rPr>
        <w:t>Under</w:t>
      </w:r>
      <w:r w:rsidRPr="008E1859">
        <w:rPr>
          <w:sz w:val="16"/>
        </w:rPr>
        <w:t xml:space="preserve"> the </w:t>
      </w:r>
      <w:r w:rsidRPr="008E1859">
        <w:rPr>
          <w:rStyle w:val="StyleUnderline"/>
        </w:rPr>
        <w:t>current conditions</w:t>
      </w:r>
      <w:r w:rsidRPr="008E1859">
        <w:rPr>
          <w:sz w:val="16"/>
        </w:rPr>
        <w:t xml:space="preserve">, </w:t>
      </w:r>
      <w:r w:rsidRPr="008E1859">
        <w:rPr>
          <w:rStyle w:val="Emphasis"/>
          <w:highlight w:val="cyan"/>
        </w:rPr>
        <w:t>the race</w:t>
      </w:r>
      <w:r w:rsidRPr="008E1859">
        <w:rPr>
          <w:sz w:val="16"/>
        </w:rPr>
        <w:t xml:space="preserve"> </w:t>
      </w:r>
      <w:r w:rsidRPr="008E1859">
        <w:rPr>
          <w:rStyle w:val="Emphasis"/>
          <w:highlight w:val="cyan"/>
        </w:rPr>
        <w:t>for the House majority</w:t>
      </w:r>
      <w:r w:rsidRPr="008E1859">
        <w:rPr>
          <w:sz w:val="16"/>
        </w:rPr>
        <w:t xml:space="preserve"> </w:t>
      </w:r>
      <w:r w:rsidRPr="008E1859">
        <w:rPr>
          <w:rStyle w:val="StyleUnderline"/>
          <w:highlight w:val="cyan"/>
        </w:rPr>
        <w:t>should be</w:t>
      </w:r>
      <w:r w:rsidRPr="008E1859">
        <w:rPr>
          <w:sz w:val="16"/>
          <w:highlight w:val="cyan"/>
        </w:rPr>
        <w:t xml:space="preserve"> </w:t>
      </w:r>
      <w:r w:rsidRPr="008E1859">
        <w:rPr>
          <w:rStyle w:val="Emphasis"/>
          <w:highlight w:val="cyan"/>
        </w:rPr>
        <w:t>very close</w:t>
      </w:r>
      <w:r w:rsidRPr="008E1859">
        <w:rPr>
          <w:sz w:val="16"/>
        </w:rPr>
        <w:t xml:space="preserve">. </w:t>
      </w:r>
      <w:r w:rsidRPr="008E1859">
        <w:rPr>
          <w:rStyle w:val="StyleUnderline"/>
        </w:rPr>
        <w:t>But</w:t>
      </w:r>
      <w:r w:rsidRPr="008E1859">
        <w:rPr>
          <w:sz w:val="16"/>
        </w:rPr>
        <w:t xml:space="preserve"> cycles have a way of evolving, and </w:t>
      </w:r>
      <w:r w:rsidRPr="008E1859">
        <w:rPr>
          <w:rStyle w:val="StyleUnderline"/>
        </w:rPr>
        <w:t>battlegrounds can shift</w:t>
      </w:r>
      <w:r w:rsidRPr="008E1859">
        <w:rPr>
          <w:sz w:val="16"/>
        </w:rPr>
        <w:t xml:space="preserve"> in size and makeup, particularly in midterms. </w:t>
      </w:r>
    </w:p>
    <w:p w14:paraId="3966F1BF" w14:textId="77777777" w:rsidR="00FF1F1F" w:rsidRPr="008E1859" w:rsidRDefault="00FF1F1F" w:rsidP="00FF1F1F">
      <w:pPr>
        <w:rPr>
          <w:sz w:val="16"/>
        </w:rPr>
      </w:pPr>
      <w:r w:rsidRPr="008E1859">
        <w:rPr>
          <w:sz w:val="16"/>
        </w:rPr>
        <w:t xml:space="preserve">For example, in February 2009, the initial House battleground consisted of 33 seats, including 10 held by Republicans and 23 held by Democrats. By the end of the 2010 cycle, the battleground had ballooned to 109 competitive seats, including 100 held by Democrats. Republicans gained 63 seats that cycle in response to President Barack Obama’s first years in office and perceived Democratic overreach with the Affordable Care Act. </w:t>
      </w:r>
    </w:p>
    <w:p w14:paraId="3D54FA9D" w14:textId="77777777" w:rsidR="00FF1F1F" w:rsidRPr="008E1859" w:rsidRDefault="00FF1F1F" w:rsidP="00FF1F1F">
      <w:pPr>
        <w:rPr>
          <w:sz w:val="16"/>
        </w:rPr>
      </w:pPr>
      <w:r w:rsidRPr="008E1859">
        <w:rPr>
          <w:rStyle w:val="Emphasis"/>
          <w:highlight w:val="cyan"/>
        </w:rPr>
        <w:t>In</w:t>
      </w:r>
      <w:r w:rsidRPr="008E1859">
        <w:rPr>
          <w:sz w:val="16"/>
        </w:rPr>
        <w:t xml:space="preserve"> February </w:t>
      </w:r>
      <w:r w:rsidRPr="008E1859">
        <w:rPr>
          <w:rStyle w:val="Emphasis"/>
          <w:highlight w:val="cyan"/>
        </w:rPr>
        <w:t>2017</w:t>
      </w:r>
      <w:r w:rsidRPr="008E1859">
        <w:rPr>
          <w:sz w:val="16"/>
        </w:rPr>
        <w:t xml:space="preserve">, </w:t>
      </w:r>
      <w:r w:rsidRPr="008E1859">
        <w:rPr>
          <w:rStyle w:val="StyleUnderline"/>
        </w:rPr>
        <w:t>at the beginning of Trump’s first midterm</w:t>
      </w:r>
      <w:r w:rsidRPr="008E1859">
        <w:rPr>
          <w:sz w:val="16"/>
        </w:rPr>
        <w:t xml:space="preserve"> election cycle, </w:t>
      </w:r>
      <w:r w:rsidRPr="008E1859">
        <w:rPr>
          <w:rStyle w:val="StyleUnderline"/>
        </w:rPr>
        <w:t>the</w:t>
      </w:r>
      <w:r w:rsidRPr="008E1859">
        <w:rPr>
          <w:sz w:val="16"/>
        </w:rPr>
        <w:t xml:space="preserve"> House </w:t>
      </w:r>
      <w:r w:rsidRPr="008E1859">
        <w:rPr>
          <w:rStyle w:val="StyleUnderline"/>
        </w:rPr>
        <w:t>battlefield consisted of 43 seats</w:t>
      </w:r>
      <w:r w:rsidRPr="008E1859">
        <w:rPr>
          <w:sz w:val="16"/>
        </w:rPr>
        <w:t xml:space="preserve"> — </w:t>
      </w:r>
      <w:r w:rsidRPr="008E1859">
        <w:rPr>
          <w:rStyle w:val="StyleUnderline"/>
        </w:rPr>
        <w:t>28 held by Republicans</w:t>
      </w:r>
      <w:r w:rsidRPr="008E1859">
        <w:rPr>
          <w:sz w:val="16"/>
        </w:rPr>
        <w:t xml:space="preserve"> and 15 by Democrats. But </w:t>
      </w:r>
      <w:r w:rsidRPr="008E1859">
        <w:rPr>
          <w:rStyle w:val="StyleUnderline"/>
        </w:rPr>
        <w:t>by the end</w:t>
      </w:r>
      <w:r w:rsidRPr="008E1859">
        <w:rPr>
          <w:sz w:val="16"/>
        </w:rPr>
        <w:t xml:space="preserve"> of the 2018 cycle, </w:t>
      </w:r>
      <w:r w:rsidRPr="008E1859">
        <w:rPr>
          <w:rStyle w:val="StyleUnderline"/>
        </w:rPr>
        <w:t>the number of competitive seats had doubled</w:t>
      </w:r>
      <w:r w:rsidRPr="008E1859">
        <w:rPr>
          <w:sz w:val="16"/>
        </w:rPr>
        <w:t xml:space="preserve"> to 89 seats. </w:t>
      </w:r>
      <w:r w:rsidRPr="008E1859">
        <w:rPr>
          <w:rStyle w:val="Emphasis"/>
          <w:highlight w:val="cyan"/>
        </w:rPr>
        <w:t>Republicans</w:t>
      </w:r>
      <w:r w:rsidRPr="008E1859">
        <w:rPr>
          <w:sz w:val="16"/>
        </w:rPr>
        <w:t xml:space="preserve"> were </w:t>
      </w:r>
      <w:r w:rsidRPr="008E1859">
        <w:rPr>
          <w:rStyle w:val="Emphasis"/>
          <w:highlight w:val="cyan"/>
        </w:rPr>
        <w:t>dramatically on the defensive</w:t>
      </w:r>
      <w:r w:rsidRPr="008E1859">
        <w:rPr>
          <w:sz w:val="16"/>
        </w:rPr>
        <w:t xml:space="preserve">, </w:t>
      </w:r>
      <w:r w:rsidRPr="008E1859">
        <w:rPr>
          <w:rStyle w:val="StyleUnderline"/>
        </w:rPr>
        <w:t>with 81 vulnerable seats</w:t>
      </w:r>
      <w:r w:rsidRPr="008E1859">
        <w:rPr>
          <w:sz w:val="16"/>
        </w:rPr>
        <w:t xml:space="preserve"> compared with Democrats’ eight, </w:t>
      </w:r>
      <w:r w:rsidRPr="008E1859">
        <w:rPr>
          <w:rStyle w:val="StyleUnderline"/>
          <w:highlight w:val="cyan"/>
        </w:rPr>
        <w:t>and</w:t>
      </w:r>
      <w:r w:rsidRPr="008E1859">
        <w:rPr>
          <w:rStyle w:val="StyleUnderline"/>
        </w:rPr>
        <w:t xml:space="preserve"> </w:t>
      </w:r>
      <w:r w:rsidRPr="008E1859">
        <w:rPr>
          <w:rStyle w:val="Emphasis"/>
          <w:highlight w:val="cyan"/>
        </w:rPr>
        <w:t>Democrats</w:t>
      </w:r>
      <w:r w:rsidRPr="008E1859">
        <w:rPr>
          <w:rStyle w:val="StyleUnderline"/>
          <w:highlight w:val="cyan"/>
        </w:rPr>
        <w:t xml:space="preserve"> </w:t>
      </w:r>
      <w:r w:rsidRPr="008E1859">
        <w:rPr>
          <w:rStyle w:val="Emphasis"/>
          <w:highlight w:val="cyan"/>
        </w:rPr>
        <w:t>gained</w:t>
      </w:r>
      <w:r w:rsidRPr="008E1859">
        <w:rPr>
          <w:rStyle w:val="StyleUnderline"/>
        </w:rPr>
        <w:t xml:space="preserve"> a net of </w:t>
      </w:r>
      <w:r w:rsidRPr="008E1859">
        <w:rPr>
          <w:rStyle w:val="Emphasis"/>
          <w:highlight w:val="cyan"/>
        </w:rPr>
        <w:t>41</w:t>
      </w:r>
      <w:r w:rsidRPr="008E1859">
        <w:rPr>
          <w:rStyle w:val="StyleUnderline"/>
        </w:rPr>
        <w:t xml:space="preserve"> seats</w:t>
      </w:r>
      <w:r w:rsidRPr="008E1859">
        <w:rPr>
          <w:sz w:val="16"/>
        </w:rPr>
        <w:t xml:space="preserve"> that cycle </w:t>
      </w:r>
      <w:r w:rsidRPr="008E1859">
        <w:rPr>
          <w:rStyle w:val="Emphasis"/>
          <w:highlight w:val="cyan"/>
        </w:rPr>
        <w:t>to flip the chamber</w:t>
      </w:r>
      <w:r w:rsidRPr="008E1859">
        <w:rPr>
          <w:sz w:val="16"/>
        </w:rPr>
        <w:t xml:space="preserve">. </w:t>
      </w:r>
    </w:p>
    <w:p w14:paraId="001F24CB" w14:textId="77777777" w:rsidR="00FF1F1F" w:rsidRPr="008E1859" w:rsidRDefault="00FF1F1F" w:rsidP="00FF1F1F">
      <w:pPr>
        <w:rPr>
          <w:sz w:val="16"/>
        </w:rPr>
      </w:pPr>
      <w:r w:rsidRPr="008E1859">
        <w:rPr>
          <w:rStyle w:val="Emphasis"/>
          <w:highlight w:val="cyan"/>
        </w:rPr>
        <w:t>With Trump</w:t>
      </w:r>
      <w:r w:rsidRPr="008E1859">
        <w:rPr>
          <w:rStyle w:val="StyleUnderline"/>
        </w:rPr>
        <w:t>’s aggressive first few weeks</w:t>
      </w:r>
      <w:r w:rsidRPr="008E1859">
        <w:rPr>
          <w:sz w:val="16"/>
        </w:rPr>
        <w:t xml:space="preserve"> in office, </w:t>
      </w:r>
      <w:r w:rsidRPr="00D43D4F">
        <w:rPr>
          <w:rStyle w:val="Emphasis"/>
          <w:sz w:val="28"/>
          <w:szCs w:val="28"/>
          <w:highlight w:val="cyan"/>
        </w:rPr>
        <w:t>history may repeat itself</w:t>
      </w:r>
      <w:r w:rsidRPr="008E1859">
        <w:rPr>
          <w:sz w:val="16"/>
          <w:highlight w:val="cyan"/>
        </w:rPr>
        <w:t>.</w:t>
      </w:r>
      <w:r w:rsidRPr="008E1859">
        <w:rPr>
          <w:sz w:val="16"/>
        </w:rPr>
        <w:t xml:space="preserve"> </w:t>
      </w:r>
    </w:p>
    <w:p w14:paraId="45D3255C" w14:textId="77777777" w:rsidR="00FF1F1F" w:rsidRPr="008E1859" w:rsidRDefault="00FF1F1F" w:rsidP="00FF1F1F">
      <w:pPr>
        <w:rPr>
          <w:sz w:val="16"/>
        </w:rPr>
      </w:pPr>
      <w:r w:rsidRPr="008E1859">
        <w:rPr>
          <w:rStyle w:val="StyleUnderline"/>
          <w:highlight w:val="cyan"/>
        </w:rPr>
        <w:t>Typically</w:t>
      </w:r>
      <w:r w:rsidRPr="008E1859">
        <w:rPr>
          <w:sz w:val="16"/>
          <w:highlight w:val="cyan"/>
        </w:rPr>
        <w:t xml:space="preserve">, </w:t>
      </w:r>
      <w:r w:rsidRPr="008E1859">
        <w:rPr>
          <w:rStyle w:val="StyleUnderline"/>
          <w:highlight w:val="cyan"/>
        </w:rPr>
        <w:t>midterm</w:t>
      </w:r>
      <w:r w:rsidRPr="008E1859">
        <w:rPr>
          <w:sz w:val="16"/>
        </w:rPr>
        <w:t xml:space="preserve"> </w:t>
      </w:r>
      <w:r w:rsidRPr="008E1859">
        <w:rPr>
          <w:rStyle w:val="StyleUnderline"/>
        </w:rPr>
        <w:t>elections</w:t>
      </w:r>
      <w:r w:rsidRPr="008E1859">
        <w:rPr>
          <w:sz w:val="16"/>
        </w:rPr>
        <w:t xml:space="preserve"> </w:t>
      </w:r>
      <w:r w:rsidRPr="008E1859">
        <w:rPr>
          <w:rStyle w:val="StyleUnderline"/>
          <w:highlight w:val="cyan"/>
        </w:rPr>
        <w:t>go poorly for the president</w:t>
      </w:r>
      <w:r w:rsidRPr="008E1859">
        <w:rPr>
          <w:rStyle w:val="StyleUnderline"/>
        </w:rPr>
        <w:t>’s party</w:t>
      </w:r>
      <w:r w:rsidRPr="008E1859">
        <w:rPr>
          <w:sz w:val="16"/>
        </w:rPr>
        <w:t xml:space="preserve">, particularly in the House. Winning parties in presidential election years prematurely declare a mandate and overreach, and voters respond by sending more members of the “out” party to Washington as a check and balance. </w:t>
      </w:r>
    </w:p>
    <w:p w14:paraId="504D1B4E" w14:textId="77777777" w:rsidR="00FF1F1F" w:rsidRPr="008E1859" w:rsidRDefault="00FF1F1F" w:rsidP="00FF1F1F">
      <w:pPr>
        <w:rPr>
          <w:sz w:val="16"/>
        </w:rPr>
      </w:pPr>
      <w:r w:rsidRPr="008E1859">
        <w:rPr>
          <w:rStyle w:val="StyleUnderline"/>
          <w:highlight w:val="cyan"/>
        </w:rPr>
        <w:t>Support</w:t>
      </w:r>
      <w:r w:rsidRPr="008E1859">
        <w:rPr>
          <w:rStyle w:val="StyleUnderline"/>
        </w:rPr>
        <w:t xml:space="preserve"> for Trump’s policies</w:t>
      </w:r>
      <w:r w:rsidRPr="008E1859">
        <w:rPr>
          <w:sz w:val="16"/>
        </w:rPr>
        <w:t xml:space="preserve"> on government efficiency, tariffs and foreign policy </w:t>
      </w:r>
      <w:r w:rsidRPr="008E1859">
        <w:rPr>
          <w:rStyle w:val="StyleUnderline"/>
          <w:highlight w:val="cyan"/>
        </w:rPr>
        <w:t>will wane</w:t>
      </w:r>
      <w:r w:rsidRPr="008E1859">
        <w:rPr>
          <w:rStyle w:val="StyleUnderline"/>
        </w:rPr>
        <w:t xml:space="preserve"> if his actions start to hurt people’s everyday lives</w:t>
      </w:r>
      <w:r w:rsidRPr="008E1859">
        <w:rPr>
          <w:sz w:val="16"/>
        </w:rPr>
        <w:t xml:space="preserve">. </w:t>
      </w:r>
      <w:r w:rsidRPr="008E1859">
        <w:rPr>
          <w:rStyle w:val="StyleUnderline"/>
          <w:highlight w:val="cyan"/>
        </w:rPr>
        <w:t>Economic decline</w:t>
      </w:r>
      <w:r w:rsidRPr="008E1859">
        <w:rPr>
          <w:sz w:val="16"/>
        </w:rPr>
        <w:t xml:space="preserve"> or instability </w:t>
      </w:r>
      <w:r w:rsidRPr="008E1859">
        <w:rPr>
          <w:rStyle w:val="StyleUnderline"/>
        </w:rPr>
        <w:t>and questions</w:t>
      </w:r>
      <w:r w:rsidRPr="008E1859">
        <w:rPr>
          <w:sz w:val="16"/>
        </w:rPr>
        <w:t xml:space="preserve"> </w:t>
      </w:r>
      <w:r w:rsidRPr="008E1859">
        <w:rPr>
          <w:rStyle w:val="StyleUnderline"/>
        </w:rPr>
        <w:t>about national security</w:t>
      </w:r>
      <w:r w:rsidRPr="008E1859">
        <w:rPr>
          <w:sz w:val="16"/>
        </w:rPr>
        <w:t xml:space="preserve"> would likely </w:t>
      </w:r>
      <w:r w:rsidRPr="008E1859">
        <w:rPr>
          <w:rStyle w:val="StyleUnderline"/>
        </w:rPr>
        <w:t>excite Democratic voters</w:t>
      </w:r>
      <w:r w:rsidRPr="008E1859">
        <w:rPr>
          <w:sz w:val="16"/>
        </w:rPr>
        <w:t xml:space="preserve">, </w:t>
      </w:r>
      <w:r w:rsidRPr="008E1859">
        <w:rPr>
          <w:rStyle w:val="StyleUnderline"/>
        </w:rPr>
        <w:t>turn off independents</w:t>
      </w:r>
      <w:r w:rsidRPr="008E1859">
        <w:rPr>
          <w:sz w:val="16"/>
        </w:rPr>
        <w:t xml:space="preserve"> and </w:t>
      </w:r>
      <w:r w:rsidRPr="008E1859">
        <w:rPr>
          <w:rStyle w:val="StyleUnderline"/>
          <w:highlight w:val="cyan"/>
        </w:rPr>
        <w:t>temper GOP enthusiasm</w:t>
      </w:r>
      <w:r w:rsidRPr="008E1859">
        <w:rPr>
          <w:sz w:val="16"/>
        </w:rPr>
        <w:t xml:space="preserve">. </w:t>
      </w:r>
      <w:r w:rsidRPr="008E1859">
        <w:rPr>
          <w:rStyle w:val="Emphasis"/>
          <w:highlight w:val="cyan"/>
        </w:rPr>
        <w:t>Republicans</w:t>
      </w:r>
      <w:r w:rsidRPr="008E1859">
        <w:rPr>
          <w:sz w:val="16"/>
        </w:rPr>
        <w:t xml:space="preserve"> already </w:t>
      </w:r>
      <w:r w:rsidRPr="008E1859">
        <w:rPr>
          <w:rStyle w:val="Emphasis"/>
          <w:highlight w:val="cyan"/>
        </w:rPr>
        <w:t>have the challenge</w:t>
      </w:r>
      <w:r w:rsidRPr="008E1859">
        <w:rPr>
          <w:sz w:val="16"/>
        </w:rPr>
        <w:t xml:space="preserve"> next year </w:t>
      </w:r>
      <w:r w:rsidRPr="008E1859">
        <w:rPr>
          <w:rStyle w:val="Emphasis"/>
          <w:highlight w:val="cyan"/>
        </w:rPr>
        <w:t>of turning out</w:t>
      </w:r>
      <w:r w:rsidRPr="008E1859">
        <w:rPr>
          <w:sz w:val="16"/>
        </w:rPr>
        <w:t xml:space="preserve"> Trump </w:t>
      </w:r>
      <w:r w:rsidRPr="008E1859">
        <w:rPr>
          <w:rStyle w:val="Emphasis"/>
          <w:highlight w:val="cyan"/>
        </w:rPr>
        <w:t>voters</w:t>
      </w:r>
      <w:r w:rsidRPr="008E1859">
        <w:rPr>
          <w:sz w:val="16"/>
        </w:rPr>
        <w:t xml:space="preserve"> </w:t>
      </w:r>
      <w:r w:rsidRPr="008E1859">
        <w:rPr>
          <w:rStyle w:val="StyleUnderline"/>
        </w:rPr>
        <w:t>when Trump isn’t on the ballot</w:t>
      </w:r>
      <w:r w:rsidRPr="008E1859">
        <w:rPr>
          <w:sz w:val="16"/>
        </w:rPr>
        <w:t xml:space="preserve">. </w:t>
      </w:r>
    </w:p>
    <w:p w14:paraId="391D623E" w14:textId="77777777" w:rsidR="00FF1F1F" w:rsidRPr="008E1859" w:rsidRDefault="00FF1F1F" w:rsidP="00FF1F1F">
      <w:pPr>
        <w:rPr>
          <w:sz w:val="16"/>
        </w:rPr>
      </w:pPr>
      <w:r w:rsidRPr="008E1859">
        <w:rPr>
          <w:rStyle w:val="StyleUnderline"/>
        </w:rPr>
        <w:t>GOP lawmakers are currently confident</w:t>
      </w:r>
      <w:r w:rsidRPr="008E1859">
        <w:rPr>
          <w:sz w:val="16"/>
        </w:rPr>
        <w:t xml:space="preserve"> they are acting well within a mandate voters gave their party in 2024, </w:t>
      </w:r>
      <w:r w:rsidRPr="008E1859">
        <w:rPr>
          <w:rStyle w:val="StyleUnderline"/>
        </w:rPr>
        <w:t>but there could be increased tensions</w:t>
      </w:r>
      <w:r w:rsidRPr="008E1859">
        <w:rPr>
          <w:sz w:val="16"/>
        </w:rPr>
        <w:t xml:space="preserve"> between Trump and Republicans on Capitol Hill later in the cycle. </w:t>
      </w:r>
      <w:r w:rsidRPr="00D43D4F">
        <w:rPr>
          <w:rStyle w:val="Emphasis"/>
          <w:sz w:val="28"/>
          <w:szCs w:val="28"/>
          <w:highlight w:val="cyan"/>
        </w:rPr>
        <w:t>House Republicans</w:t>
      </w:r>
      <w:r w:rsidRPr="008E1859">
        <w:rPr>
          <w:sz w:val="16"/>
        </w:rPr>
        <w:t xml:space="preserve"> </w:t>
      </w:r>
      <w:r w:rsidRPr="008E1859">
        <w:rPr>
          <w:rStyle w:val="StyleUnderline"/>
        </w:rPr>
        <w:t>are poised to</w:t>
      </w:r>
      <w:r w:rsidRPr="008E1859">
        <w:rPr>
          <w:sz w:val="16"/>
        </w:rPr>
        <w:t xml:space="preserve"> </w:t>
      </w:r>
      <w:r w:rsidRPr="00D43D4F">
        <w:rPr>
          <w:rStyle w:val="Emphasis"/>
          <w:sz w:val="28"/>
          <w:szCs w:val="28"/>
          <w:highlight w:val="cyan"/>
        </w:rPr>
        <w:t>take the brunt of voter dissatisfaction</w:t>
      </w:r>
      <w:r w:rsidRPr="008E1859">
        <w:rPr>
          <w:sz w:val="16"/>
        </w:rPr>
        <w:t xml:space="preserve"> if </w:t>
      </w:r>
      <w:r w:rsidRPr="008E1859">
        <w:rPr>
          <w:rStyle w:val="StyleUnderline"/>
        </w:rPr>
        <w:t>the president’s policies don’t go well</w:t>
      </w:r>
      <w:r w:rsidRPr="008E1859">
        <w:rPr>
          <w:sz w:val="16"/>
        </w:rPr>
        <w:t xml:space="preserve">, because Trump doesn’t have to face voters in 2026. </w:t>
      </w:r>
    </w:p>
    <w:p w14:paraId="374EB55F" w14:textId="77777777" w:rsidR="00FF1F1F" w:rsidRDefault="00FF1F1F" w:rsidP="00FF1F1F"/>
    <w:p w14:paraId="6190D6F9" w14:textId="77777777" w:rsidR="00FF1F1F" w:rsidRPr="00710787" w:rsidRDefault="00FF1F1F" w:rsidP="00FF1F1F">
      <w:pPr>
        <w:pStyle w:val="Heading4"/>
      </w:pPr>
      <w:r>
        <w:t xml:space="preserve">Voters and donors are </w:t>
      </w:r>
      <w:r>
        <w:rPr>
          <w:u w:val="single"/>
        </w:rPr>
        <w:t>already</w:t>
      </w:r>
      <w:r>
        <w:t xml:space="preserve"> making up their minds. </w:t>
      </w:r>
    </w:p>
    <w:p w14:paraId="0C940A04" w14:textId="77777777" w:rsidR="00FF1F1F" w:rsidRDefault="00FF1F1F" w:rsidP="00FF1F1F">
      <w:r w:rsidRPr="00710787">
        <w:t xml:space="preserve">Chris </w:t>
      </w:r>
      <w:r w:rsidRPr="00710787">
        <w:rPr>
          <w:rStyle w:val="Style13ptBold"/>
        </w:rPr>
        <w:t>Brennan 25</w:t>
      </w:r>
      <w:r w:rsidRPr="00710787">
        <w:t xml:space="preserve">. </w:t>
      </w:r>
      <w:r>
        <w:t xml:space="preserve">National Columnist for USA Today. </w:t>
      </w:r>
      <w:r w:rsidRPr="00710787">
        <w:t xml:space="preserve">"Midterms aren't as far away as you think. The fight has already started.." USA TODAY. </w:t>
      </w:r>
      <w:r>
        <w:t>4-11-2025</w:t>
      </w:r>
      <w:r w:rsidRPr="00710787">
        <w:t>. https://www.usatoday.com/story/opinion/columnist/2025/04/11/democrats-congress-midterms-2026-election/83014650007/</w:t>
      </w:r>
    </w:p>
    <w:p w14:paraId="26510316" w14:textId="77777777" w:rsidR="00FF1F1F" w:rsidRPr="00710787" w:rsidRDefault="00FF1F1F" w:rsidP="00FF1F1F">
      <w:pPr>
        <w:rPr>
          <w:sz w:val="16"/>
        </w:rPr>
      </w:pPr>
      <w:r w:rsidRPr="0041504C">
        <w:rPr>
          <w:rStyle w:val="Emphasis"/>
          <w:highlight w:val="cyan"/>
        </w:rPr>
        <w:t>Trump</w:t>
      </w:r>
      <w:r w:rsidRPr="00710787">
        <w:rPr>
          <w:sz w:val="16"/>
        </w:rPr>
        <w:t xml:space="preserve"> </w:t>
      </w:r>
      <w:r w:rsidRPr="0041504C">
        <w:rPr>
          <w:rStyle w:val="StyleUnderline"/>
          <w:highlight w:val="cyan"/>
        </w:rPr>
        <w:t>is</w:t>
      </w:r>
      <w:r w:rsidRPr="00710787">
        <w:rPr>
          <w:rStyle w:val="StyleUnderline"/>
        </w:rPr>
        <w:t xml:space="preserve"> already </w:t>
      </w:r>
      <w:r w:rsidRPr="0041504C">
        <w:rPr>
          <w:rStyle w:val="Emphasis"/>
          <w:highlight w:val="cyan"/>
        </w:rPr>
        <w:t>promising big</w:t>
      </w:r>
      <w:r w:rsidRPr="00710787">
        <w:rPr>
          <w:rStyle w:val="Emphasis"/>
        </w:rPr>
        <w:t xml:space="preserve"> midterm </w:t>
      </w:r>
      <w:r w:rsidRPr="0041504C">
        <w:rPr>
          <w:rStyle w:val="Emphasis"/>
          <w:highlight w:val="cyan"/>
        </w:rPr>
        <w:t>wins</w:t>
      </w:r>
      <w:r w:rsidRPr="00710787">
        <w:rPr>
          <w:sz w:val="16"/>
        </w:rPr>
        <w:t>. Not so fast.</w:t>
      </w:r>
    </w:p>
    <w:p w14:paraId="0CF02F59" w14:textId="77777777" w:rsidR="00FF1F1F" w:rsidRPr="00710787" w:rsidRDefault="00FF1F1F" w:rsidP="00FF1F1F">
      <w:pPr>
        <w:rPr>
          <w:sz w:val="16"/>
        </w:rPr>
      </w:pPr>
      <w:r w:rsidRPr="00710787">
        <w:rPr>
          <w:sz w:val="16"/>
        </w:rPr>
        <w:t xml:space="preserve">Chris Pack, a longtime Republican political consultant and spokesperson for Defending America, told me the super PAC was set up in 2023 to help Fitzpatrick fend off a primary challenger from the right. I asked him if it felt like </w:t>
      </w:r>
      <w:r w:rsidRPr="00710787">
        <w:rPr>
          <w:rStyle w:val="StyleUnderline"/>
        </w:rPr>
        <w:t xml:space="preserve">the </w:t>
      </w:r>
      <w:r w:rsidRPr="0041504C">
        <w:rPr>
          <w:rStyle w:val="StyleUnderline"/>
          <w:highlight w:val="cyan"/>
        </w:rPr>
        <w:t>midterms</w:t>
      </w:r>
      <w:r w:rsidRPr="00710787">
        <w:rPr>
          <w:sz w:val="16"/>
        </w:rPr>
        <w:t xml:space="preserve"> </w:t>
      </w:r>
      <w:r w:rsidRPr="00710787">
        <w:rPr>
          <w:rStyle w:val="StyleUnderline"/>
        </w:rPr>
        <w:t>were</w:t>
      </w:r>
      <w:r w:rsidRPr="00710787">
        <w:rPr>
          <w:sz w:val="16"/>
        </w:rPr>
        <w:t xml:space="preserve"> </w:t>
      </w:r>
      <w:r w:rsidRPr="0041504C">
        <w:rPr>
          <w:rStyle w:val="Emphasis"/>
          <w:highlight w:val="cyan"/>
        </w:rPr>
        <w:t>off to an early start</w:t>
      </w:r>
      <w:r w:rsidRPr="00710787">
        <w:rPr>
          <w:sz w:val="16"/>
        </w:rPr>
        <w:t>. He agreed.</w:t>
      </w:r>
    </w:p>
    <w:p w14:paraId="75552054" w14:textId="77777777" w:rsidR="00FF1F1F" w:rsidRDefault="00FF1F1F" w:rsidP="00FF1F1F">
      <w:pPr>
        <w:rPr>
          <w:rStyle w:val="StyleUnderline"/>
        </w:rPr>
      </w:pPr>
      <w:r w:rsidRPr="00710787">
        <w:rPr>
          <w:sz w:val="16"/>
        </w:rPr>
        <w:t>"</w:t>
      </w:r>
      <w:r w:rsidRPr="00710787">
        <w:rPr>
          <w:rStyle w:val="StyleUnderline"/>
        </w:rPr>
        <w:t xml:space="preserve">It's </w:t>
      </w:r>
      <w:r w:rsidRPr="00710787">
        <w:rPr>
          <w:rStyle w:val="Emphasis"/>
        </w:rPr>
        <w:t>definitely</w:t>
      </w:r>
      <w:r w:rsidRPr="00710787">
        <w:rPr>
          <w:rStyle w:val="StyleUnderline"/>
        </w:rPr>
        <w:t xml:space="preserve"> become a </w:t>
      </w:r>
      <w:r w:rsidRPr="00710787">
        <w:rPr>
          <w:rStyle w:val="Emphasis"/>
        </w:rPr>
        <w:t>full-contact sport</w:t>
      </w:r>
      <w:r w:rsidRPr="00710787">
        <w:rPr>
          <w:sz w:val="16"/>
        </w:rPr>
        <w:t>," Pack told me. "</w:t>
      </w:r>
      <w:r w:rsidRPr="00710787">
        <w:rPr>
          <w:rStyle w:val="StyleUnderline"/>
        </w:rPr>
        <w:t xml:space="preserve">And it seems </w:t>
      </w:r>
      <w:r w:rsidRPr="0041504C">
        <w:rPr>
          <w:rStyle w:val="Emphasis"/>
          <w:highlight w:val="cyan"/>
        </w:rPr>
        <w:t>there's no</w:t>
      </w:r>
      <w:r w:rsidRPr="00710787">
        <w:rPr>
          <w:rStyle w:val="StyleUnderline"/>
        </w:rPr>
        <w:t xml:space="preserve"> </w:t>
      </w:r>
      <w:r w:rsidRPr="0041504C">
        <w:rPr>
          <w:rStyle w:val="Emphasis"/>
          <w:highlight w:val="cyan"/>
        </w:rPr>
        <w:t>longer</w:t>
      </w:r>
      <w:r w:rsidRPr="0041504C">
        <w:rPr>
          <w:rStyle w:val="StyleUnderline"/>
          <w:highlight w:val="cyan"/>
        </w:rPr>
        <w:t xml:space="preserve"> an </w:t>
      </w:r>
      <w:r w:rsidRPr="0041504C">
        <w:rPr>
          <w:rStyle w:val="Emphasis"/>
          <w:highlight w:val="cyan"/>
        </w:rPr>
        <w:t>off-season</w:t>
      </w:r>
      <w:r w:rsidRPr="00710787">
        <w:rPr>
          <w:rStyle w:val="StyleUnderline"/>
        </w:rPr>
        <w:t>."</w:t>
      </w:r>
    </w:p>
    <w:p w14:paraId="5DC61CCB" w14:textId="77777777" w:rsidR="00FF1F1F" w:rsidRDefault="00FF1F1F" w:rsidP="00FF1F1F">
      <w:pPr>
        <w:rPr>
          <w:rStyle w:val="StyleUnderline"/>
        </w:rPr>
      </w:pPr>
      <w:r w:rsidRPr="00710787">
        <w:rPr>
          <w:rStyle w:val="StyleUnderline"/>
        </w:rPr>
        <w:t xml:space="preserve">Kondik said </w:t>
      </w:r>
      <w:r w:rsidRPr="0041504C">
        <w:rPr>
          <w:rStyle w:val="Emphasis"/>
          <w:highlight w:val="cyan"/>
        </w:rPr>
        <w:t>money flooding</w:t>
      </w:r>
      <w:r w:rsidRPr="00710787">
        <w:rPr>
          <w:rStyle w:val="StyleUnderline"/>
        </w:rPr>
        <w:t xml:space="preserve"> </w:t>
      </w:r>
      <w:r w:rsidRPr="0041504C">
        <w:rPr>
          <w:rStyle w:val="StyleUnderline"/>
          <w:highlight w:val="cyan"/>
        </w:rPr>
        <w:t>into races</w:t>
      </w:r>
      <w:r w:rsidRPr="00710787">
        <w:rPr>
          <w:rStyle w:val="StyleUnderline"/>
        </w:rPr>
        <w:t xml:space="preserve"> </w:t>
      </w:r>
      <w:r w:rsidRPr="00710787">
        <w:rPr>
          <w:rStyle w:val="Emphasis"/>
        </w:rPr>
        <w:t xml:space="preserve">early </w:t>
      </w:r>
      <w:r w:rsidRPr="0041504C">
        <w:rPr>
          <w:rStyle w:val="Emphasis"/>
          <w:highlight w:val="cyan"/>
        </w:rPr>
        <w:t>accelerates</w:t>
      </w:r>
      <w:r w:rsidRPr="0041504C">
        <w:rPr>
          <w:rStyle w:val="StyleUnderline"/>
          <w:highlight w:val="cyan"/>
        </w:rPr>
        <w:t xml:space="preserve"> the </w:t>
      </w:r>
      <w:r w:rsidRPr="0041504C">
        <w:rPr>
          <w:rStyle w:val="Emphasis"/>
          <w:highlight w:val="cyan"/>
        </w:rPr>
        <w:t>cycle</w:t>
      </w:r>
      <w:r w:rsidRPr="00710787">
        <w:rPr>
          <w:rStyle w:val="StyleUnderline"/>
        </w:rPr>
        <w:t xml:space="preserve"> to where it </w:t>
      </w:r>
      <w:r w:rsidRPr="00710787">
        <w:rPr>
          <w:rStyle w:val="Emphasis"/>
        </w:rPr>
        <w:t>hardly starts</w:t>
      </w:r>
      <w:r w:rsidRPr="00710787">
        <w:rPr>
          <w:rStyle w:val="StyleUnderline"/>
        </w:rPr>
        <w:t xml:space="preserve"> or </w:t>
      </w:r>
      <w:r w:rsidRPr="00710787">
        <w:rPr>
          <w:rStyle w:val="Emphasis"/>
        </w:rPr>
        <w:t>stops</w:t>
      </w:r>
      <w:r w:rsidRPr="00710787">
        <w:rPr>
          <w:rStyle w:val="StyleUnderline"/>
        </w:rPr>
        <w:t>.</w:t>
      </w:r>
    </w:p>
    <w:p w14:paraId="144B6F57" w14:textId="77777777" w:rsidR="00FF1F1F" w:rsidRDefault="00FF1F1F" w:rsidP="00FF1F1F">
      <w:pPr>
        <w:rPr>
          <w:rStyle w:val="StyleUnderline"/>
        </w:rPr>
      </w:pPr>
      <w:r w:rsidRPr="00710787">
        <w:rPr>
          <w:sz w:val="16"/>
        </w:rPr>
        <w:t>"</w:t>
      </w:r>
      <w:r w:rsidRPr="00710787">
        <w:rPr>
          <w:rStyle w:val="StyleUnderline"/>
        </w:rPr>
        <w:t xml:space="preserve">There's so much money in the political system that </w:t>
      </w:r>
      <w:r w:rsidRPr="0041504C">
        <w:rPr>
          <w:rStyle w:val="StyleUnderline"/>
          <w:highlight w:val="cyan"/>
        </w:rPr>
        <w:t xml:space="preserve">it's </w:t>
      </w:r>
      <w:r w:rsidRPr="0041504C">
        <w:rPr>
          <w:rStyle w:val="Emphasis"/>
          <w:sz w:val="28"/>
          <w:szCs w:val="32"/>
          <w:highlight w:val="cyan"/>
        </w:rPr>
        <w:t>never too early</w:t>
      </w:r>
      <w:r w:rsidRPr="0041504C">
        <w:rPr>
          <w:rStyle w:val="StyleUnderline"/>
          <w:sz w:val="28"/>
          <w:szCs w:val="32"/>
          <w:highlight w:val="cyan"/>
        </w:rPr>
        <w:t xml:space="preserve"> </w:t>
      </w:r>
      <w:r w:rsidRPr="0041504C">
        <w:rPr>
          <w:rStyle w:val="StyleUnderline"/>
          <w:highlight w:val="cyan"/>
        </w:rPr>
        <w:t>to see</w:t>
      </w:r>
      <w:r w:rsidRPr="00710787">
        <w:rPr>
          <w:rStyle w:val="StyleUnderline"/>
        </w:rPr>
        <w:t xml:space="preserve"> </w:t>
      </w:r>
      <w:r w:rsidRPr="0041504C">
        <w:rPr>
          <w:rStyle w:val="StyleUnderline"/>
          <w:highlight w:val="cyan"/>
        </w:rPr>
        <w:t>attacks</w:t>
      </w:r>
      <w:r w:rsidRPr="00710787">
        <w:rPr>
          <w:sz w:val="16"/>
        </w:rPr>
        <w:t>," Kondik said. "</w:t>
      </w:r>
      <w:r w:rsidRPr="00710787">
        <w:rPr>
          <w:rStyle w:val="StyleUnderline"/>
        </w:rPr>
        <w:t xml:space="preserve">There really is </w:t>
      </w:r>
      <w:r w:rsidRPr="0041504C">
        <w:rPr>
          <w:rStyle w:val="Emphasis"/>
          <w:highlight w:val="cyan"/>
        </w:rPr>
        <w:t>effectively</w:t>
      </w:r>
      <w:r w:rsidRPr="0041504C">
        <w:rPr>
          <w:rStyle w:val="StyleUnderline"/>
          <w:highlight w:val="cyan"/>
        </w:rPr>
        <w:t xml:space="preserve"> a </w:t>
      </w:r>
      <w:r w:rsidRPr="0041504C">
        <w:rPr>
          <w:rStyle w:val="Emphasis"/>
          <w:highlight w:val="cyan"/>
        </w:rPr>
        <w:t>permanent campaign</w:t>
      </w:r>
      <w:r w:rsidRPr="00710787">
        <w:rPr>
          <w:rStyle w:val="StyleUnderline"/>
        </w:rPr>
        <w:t xml:space="preserve"> for the </w:t>
      </w:r>
      <w:r w:rsidRPr="00710787">
        <w:rPr>
          <w:rStyle w:val="Emphasis"/>
        </w:rPr>
        <w:t>House</w:t>
      </w:r>
      <w:r w:rsidRPr="00710787">
        <w:rPr>
          <w:rStyle w:val="StyleUnderline"/>
        </w:rPr>
        <w:t>."</w:t>
      </w:r>
    </w:p>
    <w:p w14:paraId="2CFB1D0C" w14:textId="77777777" w:rsidR="00FF1F1F" w:rsidRPr="00710787" w:rsidRDefault="00FF1F1F" w:rsidP="00FF1F1F">
      <w:pPr>
        <w:rPr>
          <w:rStyle w:val="StyleUnderline"/>
        </w:rPr>
      </w:pPr>
      <w:r w:rsidRPr="00710787">
        <w:rPr>
          <w:rStyle w:val="StyleUnderline"/>
        </w:rPr>
        <w:t xml:space="preserve">With the </w:t>
      </w:r>
      <w:r w:rsidRPr="00710787">
        <w:rPr>
          <w:rStyle w:val="Emphasis"/>
        </w:rPr>
        <w:t>cycle</w:t>
      </w:r>
      <w:r w:rsidRPr="00710787">
        <w:rPr>
          <w:rStyle w:val="StyleUnderline"/>
        </w:rPr>
        <w:t xml:space="preserve"> already </w:t>
      </w:r>
      <w:r w:rsidRPr="00710787">
        <w:rPr>
          <w:rStyle w:val="Emphasis"/>
        </w:rPr>
        <w:t>churning</w:t>
      </w:r>
      <w:r w:rsidRPr="00710787">
        <w:rPr>
          <w:sz w:val="16"/>
        </w:rPr>
        <w:t xml:space="preserve">, Fitzpatrick and other potentially </w:t>
      </w:r>
      <w:r w:rsidRPr="0041504C">
        <w:rPr>
          <w:rStyle w:val="StyleUnderline"/>
          <w:highlight w:val="cyan"/>
        </w:rPr>
        <w:t>vulnerable</w:t>
      </w:r>
      <w:r w:rsidRPr="00710787">
        <w:rPr>
          <w:sz w:val="16"/>
        </w:rPr>
        <w:t xml:space="preserve"> </w:t>
      </w:r>
      <w:r w:rsidRPr="0041504C">
        <w:rPr>
          <w:rStyle w:val="StyleUnderline"/>
          <w:highlight w:val="cyan"/>
        </w:rPr>
        <w:t>Republicans</w:t>
      </w:r>
      <w:r w:rsidRPr="00710787">
        <w:rPr>
          <w:rStyle w:val="StyleUnderline"/>
        </w:rPr>
        <w:t xml:space="preserve"> will </w:t>
      </w:r>
      <w:r w:rsidRPr="0041504C">
        <w:rPr>
          <w:rStyle w:val="StyleUnderline"/>
          <w:highlight w:val="cyan"/>
        </w:rPr>
        <w:t>face</w:t>
      </w:r>
      <w:r w:rsidRPr="00710787">
        <w:rPr>
          <w:sz w:val="16"/>
        </w:rPr>
        <w:t xml:space="preserve"> certain </w:t>
      </w:r>
      <w:r w:rsidRPr="0041504C">
        <w:rPr>
          <w:rStyle w:val="Emphasis"/>
          <w:highlight w:val="cyan"/>
        </w:rPr>
        <w:t>scrutiny</w:t>
      </w:r>
      <w:r w:rsidRPr="00710787">
        <w:rPr>
          <w:rStyle w:val="StyleUnderline"/>
        </w:rPr>
        <w:t xml:space="preserve"> </w:t>
      </w:r>
      <w:r w:rsidRPr="0041504C">
        <w:rPr>
          <w:rStyle w:val="StyleUnderline"/>
          <w:highlight w:val="cyan"/>
        </w:rPr>
        <w:t xml:space="preserve">from </w:t>
      </w:r>
      <w:r w:rsidRPr="0041504C">
        <w:rPr>
          <w:rStyle w:val="Emphasis"/>
          <w:highlight w:val="cyan"/>
        </w:rPr>
        <w:t>voters</w:t>
      </w:r>
      <w:r w:rsidRPr="00710787">
        <w:rPr>
          <w:sz w:val="16"/>
        </w:rPr>
        <w:t xml:space="preserve"> and special interests </w:t>
      </w:r>
      <w:r w:rsidRPr="00710787">
        <w:rPr>
          <w:rStyle w:val="StyleUnderline"/>
        </w:rPr>
        <w:t xml:space="preserve">looking to see how close to ‒ or distant from ‒ he is to a </w:t>
      </w:r>
      <w:r w:rsidRPr="00710787">
        <w:rPr>
          <w:rStyle w:val="Emphasis"/>
        </w:rPr>
        <w:t>controversial president</w:t>
      </w:r>
      <w:r w:rsidRPr="00710787">
        <w:rPr>
          <w:rStyle w:val="StyleUnderline"/>
        </w:rPr>
        <w:t xml:space="preserve"> who could serve as an effective </w:t>
      </w:r>
      <w:r w:rsidRPr="00710787">
        <w:rPr>
          <w:rStyle w:val="Emphasis"/>
        </w:rPr>
        <w:t>deadweight</w:t>
      </w:r>
      <w:r w:rsidRPr="00710787">
        <w:rPr>
          <w:rStyle w:val="StyleUnderline"/>
        </w:rPr>
        <w:t xml:space="preserve"> on his </w:t>
      </w:r>
      <w:r w:rsidRPr="00710787">
        <w:rPr>
          <w:rStyle w:val="Emphasis"/>
        </w:rPr>
        <w:t>campaign</w:t>
      </w:r>
      <w:r w:rsidRPr="00710787">
        <w:rPr>
          <w:rStyle w:val="StyleUnderline"/>
        </w:rPr>
        <w:t>.</w:t>
      </w:r>
    </w:p>
    <w:p w14:paraId="389610EE" w14:textId="77777777" w:rsidR="00FF1F1F" w:rsidRPr="00710787" w:rsidRDefault="00FF1F1F" w:rsidP="00FF1F1F">
      <w:pPr>
        <w:pStyle w:val="Heading4"/>
      </w:pPr>
      <w:r>
        <w:t xml:space="preserve">It’s </w:t>
      </w:r>
      <w:r>
        <w:rPr>
          <w:u w:val="single"/>
        </w:rPr>
        <w:t>always campaign season</w:t>
      </w:r>
      <w:r>
        <w:t xml:space="preserve">. </w:t>
      </w:r>
    </w:p>
    <w:p w14:paraId="70143D72" w14:textId="77777777" w:rsidR="00FF1F1F" w:rsidRPr="00710787" w:rsidRDefault="00FF1F1F" w:rsidP="00FF1F1F">
      <w:r w:rsidRPr="00710787">
        <w:t xml:space="preserve">Cami </w:t>
      </w:r>
      <w:r w:rsidRPr="00710787">
        <w:rPr>
          <w:rStyle w:val="Style13ptBold"/>
        </w:rPr>
        <w:t>Mondeaux 25</w:t>
      </w:r>
      <w:r w:rsidRPr="00710787">
        <w:t xml:space="preserve">. </w:t>
      </w:r>
      <w:r>
        <w:t>C</w:t>
      </w:r>
      <w:r w:rsidRPr="00710787">
        <w:t>ongressional correspondent for the Deseret News</w:t>
      </w:r>
      <w:r>
        <w:t xml:space="preserve">. </w:t>
      </w:r>
      <w:r w:rsidRPr="00710787">
        <w:t>"An early look at the 2026 midterm elections." Deseret News. 6-21-2025. https://www.deseret.com/politics/2025/06/21/sneak-peek-to-2026-elections/</w:t>
      </w:r>
    </w:p>
    <w:p w14:paraId="53862717" w14:textId="77777777" w:rsidR="00FF1F1F" w:rsidRPr="00710787" w:rsidRDefault="00FF1F1F" w:rsidP="00FF1F1F">
      <w:pPr>
        <w:rPr>
          <w:rStyle w:val="StyleUnderline"/>
        </w:rPr>
      </w:pPr>
      <w:r w:rsidRPr="00710787">
        <w:rPr>
          <w:rStyle w:val="StyleUnderline"/>
        </w:rPr>
        <w:t>The Big Idea: An early look at the 2026 midterm elections</w:t>
      </w:r>
    </w:p>
    <w:p w14:paraId="5C966DC1" w14:textId="77777777" w:rsidR="00FF1F1F" w:rsidRDefault="00FF1F1F" w:rsidP="00FF1F1F">
      <w:pPr>
        <w:rPr>
          <w:rStyle w:val="StyleUnderline"/>
        </w:rPr>
      </w:pPr>
      <w:r w:rsidRPr="0041504C">
        <w:rPr>
          <w:rStyle w:val="StyleUnderline"/>
          <w:highlight w:val="cyan"/>
        </w:rPr>
        <w:t>It’s more than a year</w:t>
      </w:r>
      <w:r w:rsidRPr="00710787">
        <w:rPr>
          <w:rStyle w:val="StyleUnderline"/>
        </w:rPr>
        <w:t xml:space="preserve"> until Election Day</w:t>
      </w:r>
      <w:r w:rsidRPr="00710787">
        <w:rPr>
          <w:sz w:val="16"/>
        </w:rPr>
        <w:t xml:space="preserve"> on Nov. 3, 2026. </w:t>
      </w:r>
      <w:r w:rsidRPr="0041504C">
        <w:rPr>
          <w:rStyle w:val="StyleUnderline"/>
          <w:highlight w:val="cyan"/>
        </w:rPr>
        <w:t>But</w:t>
      </w:r>
      <w:r w:rsidRPr="00710787">
        <w:rPr>
          <w:sz w:val="16"/>
        </w:rPr>
        <w:t xml:space="preserve"> for those unaccustomed to Washington, D.C., an important note: </w:t>
      </w:r>
      <w:r w:rsidRPr="0041504C">
        <w:rPr>
          <w:rStyle w:val="StyleUnderline"/>
          <w:highlight w:val="cyan"/>
        </w:rPr>
        <w:t xml:space="preserve">It’s </w:t>
      </w:r>
      <w:r w:rsidRPr="0041504C">
        <w:rPr>
          <w:rStyle w:val="Emphasis"/>
          <w:highlight w:val="cyan"/>
        </w:rPr>
        <w:t>always campaign</w:t>
      </w:r>
      <w:r w:rsidRPr="00710787">
        <w:rPr>
          <w:rStyle w:val="StyleUnderline"/>
        </w:rPr>
        <w:t xml:space="preserve"> </w:t>
      </w:r>
      <w:r w:rsidRPr="0041504C">
        <w:rPr>
          <w:rStyle w:val="Emphasis"/>
          <w:highlight w:val="cyan"/>
        </w:rPr>
        <w:t>season</w:t>
      </w:r>
      <w:r w:rsidRPr="00710787">
        <w:rPr>
          <w:rStyle w:val="StyleUnderline"/>
        </w:rPr>
        <w:t xml:space="preserve"> in the </w:t>
      </w:r>
      <w:r w:rsidRPr="00710787">
        <w:rPr>
          <w:rStyle w:val="Emphasis"/>
        </w:rPr>
        <w:t>nation’s capital</w:t>
      </w:r>
      <w:r w:rsidRPr="00710787">
        <w:rPr>
          <w:rStyle w:val="StyleUnderline"/>
        </w:rPr>
        <w:t>.</w:t>
      </w:r>
    </w:p>
    <w:p w14:paraId="11FD5B22" w14:textId="77777777" w:rsidR="00FF1F1F" w:rsidRDefault="00FF1F1F" w:rsidP="00FF1F1F">
      <w:pPr>
        <w:rPr>
          <w:rStyle w:val="StyleUnderline"/>
        </w:rPr>
      </w:pPr>
      <w:r w:rsidRPr="00710787">
        <w:rPr>
          <w:sz w:val="16"/>
        </w:rPr>
        <w:t xml:space="preserve">Both chambers of Congress will be up for grabs next fall, </w:t>
      </w:r>
      <w:r w:rsidRPr="00710787">
        <w:rPr>
          <w:rStyle w:val="StyleUnderline"/>
        </w:rPr>
        <w:t xml:space="preserve">and </w:t>
      </w:r>
      <w:r w:rsidRPr="0041504C">
        <w:rPr>
          <w:rStyle w:val="StyleUnderline"/>
          <w:highlight w:val="cyan"/>
        </w:rPr>
        <w:t>both parties</w:t>
      </w:r>
      <w:r w:rsidRPr="00710787">
        <w:rPr>
          <w:rStyle w:val="StyleUnderline"/>
        </w:rPr>
        <w:t xml:space="preserve"> </w:t>
      </w:r>
      <w:r w:rsidRPr="0041504C">
        <w:rPr>
          <w:rStyle w:val="StyleUnderline"/>
          <w:highlight w:val="cyan"/>
        </w:rPr>
        <w:t>are</w:t>
      </w:r>
      <w:r w:rsidRPr="00710787">
        <w:rPr>
          <w:rStyle w:val="StyleUnderline"/>
        </w:rPr>
        <w:t xml:space="preserve"> already </w:t>
      </w:r>
      <w:r w:rsidRPr="0041504C">
        <w:rPr>
          <w:rStyle w:val="StyleUnderline"/>
          <w:highlight w:val="cyan"/>
        </w:rPr>
        <w:t>strategizing</w:t>
      </w:r>
      <w:r w:rsidRPr="00710787">
        <w:rPr>
          <w:rStyle w:val="StyleUnderline"/>
        </w:rPr>
        <w:t xml:space="preserve"> on </w:t>
      </w:r>
      <w:r w:rsidRPr="0041504C">
        <w:rPr>
          <w:rStyle w:val="StyleUnderline"/>
          <w:highlight w:val="cyan"/>
        </w:rPr>
        <w:t xml:space="preserve">how they’re </w:t>
      </w:r>
      <w:r w:rsidRPr="0041504C">
        <w:rPr>
          <w:rStyle w:val="Emphasis"/>
          <w:highlight w:val="cyan"/>
        </w:rPr>
        <w:t>going</w:t>
      </w:r>
      <w:r w:rsidRPr="0041504C">
        <w:rPr>
          <w:rStyle w:val="StyleUnderline"/>
          <w:highlight w:val="cyan"/>
        </w:rPr>
        <w:t xml:space="preserve"> to </w:t>
      </w:r>
      <w:r w:rsidRPr="0041504C">
        <w:rPr>
          <w:rStyle w:val="Emphasis"/>
          <w:highlight w:val="cyan"/>
        </w:rPr>
        <w:t>defend</w:t>
      </w:r>
      <w:r w:rsidRPr="00710787">
        <w:rPr>
          <w:sz w:val="16"/>
        </w:rPr>
        <w:t xml:space="preserve"> </w:t>
      </w:r>
      <w:r w:rsidRPr="0041504C">
        <w:rPr>
          <w:rStyle w:val="StyleUnderline"/>
          <w:highlight w:val="cyan"/>
        </w:rPr>
        <w:t>their</w:t>
      </w:r>
      <w:r w:rsidRPr="00710787">
        <w:rPr>
          <w:sz w:val="16"/>
        </w:rPr>
        <w:t xml:space="preserve"> </w:t>
      </w:r>
      <w:r w:rsidRPr="00710787">
        <w:rPr>
          <w:rStyle w:val="Emphasis"/>
        </w:rPr>
        <w:t xml:space="preserve">slim </w:t>
      </w:r>
      <w:r w:rsidRPr="0041504C">
        <w:rPr>
          <w:rStyle w:val="Emphasis"/>
          <w:highlight w:val="cyan"/>
        </w:rPr>
        <w:t>majorities</w:t>
      </w:r>
      <w:r w:rsidRPr="00710787">
        <w:rPr>
          <w:sz w:val="16"/>
        </w:rPr>
        <w:t xml:space="preserve"> </w:t>
      </w:r>
      <w:r w:rsidRPr="00710787">
        <w:rPr>
          <w:rStyle w:val="StyleUnderline"/>
        </w:rPr>
        <w:t xml:space="preserve">or topple their </w:t>
      </w:r>
      <w:r w:rsidRPr="00710787">
        <w:rPr>
          <w:rStyle w:val="Emphasis"/>
        </w:rPr>
        <w:t>opponents</w:t>
      </w:r>
      <w:r w:rsidRPr="00710787">
        <w:rPr>
          <w:rStyle w:val="StyleUnderline"/>
        </w:rPr>
        <w:t xml:space="preserve"> to regain at least a sliver of control.</w:t>
      </w:r>
    </w:p>
    <w:p w14:paraId="3F9DEEE9" w14:textId="77777777" w:rsidR="00FF1F1F" w:rsidRPr="00710787" w:rsidRDefault="00FF1F1F" w:rsidP="00FF1F1F">
      <w:pPr>
        <w:rPr>
          <w:sz w:val="16"/>
        </w:rPr>
      </w:pPr>
      <w:r w:rsidRPr="00710787">
        <w:rPr>
          <w:sz w:val="16"/>
        </w:rPr>
        <w:t>It could be too early to determine which issues will be the selling points for next year. After all, voters historically have short-term memories and it’s often the biggest news cycle closest to Election Day that sways opinions the most.</w:t>
      </w:r>
    </w:p>
    <w:p w14:paraId="28E32608" w14:textId="77777777" w:rsidR="00FF1F1F" w:rsidRPr="00710787" w:rsidRDefault="00FF1F1F" w:rsidP="00FF1F1F">
      <w:pPr>
        <w:rPr>
          <w:rStyle w:val="StyleUnderline"/>
        </w:rPr>
      </w:pPr>
      <w:r w:rsidRPr="00710787">
        <w:rPr>
          <w:rStyle w:val="StyleUnderline"/>
        </w:rPr>
        <w:t>But it’s clear</w:t>
      </w:r>
      <w:r w:rsidRPr="00710787">
        <w:rPr>
          <w:sz w:val="16"/>
        </w:rPr>
        <w:t xml:space="preserve"> </w:t>
      </w:r>
      <w:r w:rsidRPr="00710787">
        <w:rPr>
          <w:rStyle w:val="StyleUnderline"/>
        </w:rPr>
        <w:t xml:space="preserve">that </w:t>
      </w:r>
      <w:r w:rsidRPr="0041504C">
        <w:rPr>
          <w:rStyle w:val="StyleUnderline"/>
          <w:highlight w:val="cyan"/>
        </w:rPr>
        <w:t>Republicans and Democrats</w:t>
      </w:r>
      <w:r w:rsidRPr="00710787">
        <w:rPr>
          <w:rStyle w:val="StyleUnderline"/>
        </w:rPr>
        <w:t xml:space="preserve"> </w:t>
      </w:r>
      <w:r w:rsidRPr="0041504C">
        <w:rPr>
          <w:rStyle w:val="StyleUnderline"/>
          <w:highlight w:val="cyan"/>
        </w:rPr>
        <w:t>are</w:t>
      </w:r>
      <w:r w:rsidRPr="00710787">
        <w:rPr>
          <w:rStyle w:val="StyleUnderline"/>
        </w:rPr>
        <w:t xml:space="preserve"> already </w:t>
      </w:r>
      <w:r w:rsidRPr="0041504C">
        <w:rPr>
          <w:rStyle w:val="StyleUnderline"/>
          <w:highlight w:val="cyan"/>
        </w:rPr>
        <w:t>trying to make their jobs</w:t>
      </w:r>
      <w:r w:rsidRPr="00710787">
        <w:rPr>
          <w:rStyle w:val="StyleUnderline"/>
        </w:rPr>
        <w:t xml:space="preserve"> </w:t>
      </w:r>
      <w:r w:rsidRPr="0041504C">
        <w:rPr>
          <w:rStyle w:val="Emphasis"/>
          <w:highlight w:val="cyan"/>
        </w:rPr>
        <w:t>easier</w:t>
      </w:r>
      <w:r w:rsidRPr="0041504C">
        <w:rPr>
          <w:rStyle w:val="StyleUnderline"/>
          <w:highlight w:val="cyan"/>
        </w:rPr>
        <w:t xml:space="preserve"> for </w:t>
      </w:r>
      <w:r w:rsidRPr="0041504C">
        <w:rPr>
          <w:rStyle w:val="Emphasis"/>
          <w:highlight w:val="cyan"/>
        </w:rPr>
        <w:t>when campaign season</w:t>
      </w:r>
      <w:r w:rsidRPr="00710787">
        <w:rPr>
          <w:rStyle w:val="StyleUnderline"/>
        </w:rPr>
        <w:t xml:space="preserve"> </w:t>
      </w:r>
      <w:r w:rsidRPr="0041504C">
        <w:rPr>
          <w:rStyle w:val="StyleUnderline"/>
          <w:highlight w:val="cyan"/>
        </w:rPr>
        <w:t xml:space="preserve">begins in </w:t>
      </w:r>
      <w:r w:rsidRPr="0041504C">
        <w:rPr>
          <w:rStyle w:val="Emphasis"/>
          <w:highlight w:val="cyan"/>
        </w:rPr>
        <w:t>earnest</w:t>
      </w:r>
      <w:r w:rsidRPr="00710787">
        <w:rPr>
          <w:sz w:val="16"/>
        </w:rPr>
        <w:t xml:space="preserve"> </w:t>
      </w:r>
      <w:r w:rsidRPr="00710787">
        <w:rPr>
          <w:rStyle w:val="StyleUnderline"/>
        </w:rPr>
        <w:t>— especially for those in the most vulnerable seats.</w:t>
      </w:r>
    </w:p>
    <w:p w14:paraId="2D36BC07" w14:textId="77777777" w:rsidR="00FF1F1F" w:rsidRPr="00710787" w:rsidRDefault="00FF1F1F" w:rsidP="00FF1F1F">
      <w:pPr>
        <w:rPr>
          <w:rStyle w:val="StyleUnderline"/>
        </w:rPr>
      </w:pPr>
    </w:p>
    <w:p w14:paraId="13399141" w14:textId="77777777" w:rsidR="00FF1F1F" w:rsidRDefault="00FF1F1F" w:rsidP="00FF1F1F">
      <w:pPr>
        <w:pStyle w:val="Heading3"/>
      </w:pPr>
      <w:r>
        <w:t>Dems Win---2NC</w:t>
      </w:r>
    </w:p>
    <w:p w14:paraId="228617B9" w14:textId="77777777" w:rsidR="00FF1F1F" w:rsidRDefault="00FF1F1F" w:rsidP="00FF1F1F">
      <w:pPr>
        <w:pStyle w:val="Heading4"/>
      </w:pPr>
      <w:r>
        <w:t>Dems win now:</w:t>
      </w:r>
    </w:p>
    <w:p w14:paraId="0D48D506" w14:textId="77777777" w:rsidR="00FF1F1F" w:rsidRDefault="00FF1F1F" w:rsidP="00FF1F1F">
      <w:pPr>
        <w:pStyle w:val="Heading4"/>
      </w:pPr>
      <w:r>
        <w:t xml:space="preserve">1. Generic ballot polling. 53% of voters want Dems in power. </w:t>
      </w:r>
    </w:p>
    <w:p w14:paraId="3E20FF3A" w14:textId="77777777" w:rsidR="00FF1F1F" w:rsidRPr="00B2079E" w:rsidRDefault="00FF1F1F" w:rsidP="00FF1F1F">
      <w:pPr>
        <w:pStyle w:val="Heading4"/>
      </w:pPr>
      <w:r>
        <w:t xml:space="preserve">That’s </w:t>
      </w:r>
      <w:r>
        <w:rPr>
          <w:u w:val="single"/>
        </w:rPr>
        <w:t>confirmed</w:t>
      </w:r>
      <w:r>
        <w:t xml:space="preserve"> by the most recent polling. </w:t>
      </w:r>
    </w:p>
    <w:p w14:paraId="12EC28D1" w14:textId="77777777" w:rsidR="00FF1F1F" w:rsidRDefault="00FF1F1F" w:rsidP="00FF1F1F">
      <w:r w:rsidRPr="008047B5">
        <w:t xml:space="preserve">G. Elliott </w:t>
      </w:r>
      <w:r w:rsidRPr="008047B5">
        <w:rPr>
          <w:rStyle w:val="Style13ptBold"/>
        </w:rPr>
        <w:t>Morris 25</w:t>
      </w:r>
      <w:r>
        <w:t xml:space="preserve">. 9-23-25. </w:t>
      </w:r>
      <w:r w:rsidRPr="008047B5">
        <w:t>American data journalist</w:t>
      </w:r>
      <w:r>
        <w:t xml:space="preserve"> formerly at FiveThirtyeight. “</w:t>
      </w:r>
      <w:r w:rsidRPr="008047B5">
        <w:t>New poll: Percent saying America on the "wrong track" hits new high</w:t>
      </w:r>
      <w:r>
        <w:t xml:space="preserve">”. </w:t>
      </w:r>
      <w:r w:rsidRPr="008047B5">
        <w:t>https://www.gelliottmorris.com/p/new-poll-voters-to-blame-republicans-for-shutdown</w:t>
      </w:r>
    </w:p>
    <w:p w14:paraId="08E69E1D" w14:textId="77777777" w:rsidR="00FF1F1F" w:rsidRDefault="00FF1F1F" w:rsidP="00FF1F1F">
      <w:r>
        <w:t>The generic ballot: a modest Democratic edge, slightly narrower than August</w:t>
      </w:r>
    </w:p>
    <w:p w14:paraId="124C7D41" w14:textId="77777777" w:rsidR="00FF1F1F" w:rsidRPr="00B2079E" w:rsidRDefault="00FF1F1F" w:rsidP="00FF1F1F">
      <w:pPr>
        <w:rPr>
          <w:sz w:val="16"/>
        </w:rPr>
      </w:pPr>
      <w:r w:rsidRPr="008047B5">
        <w:rPr>
          <w:rStyle w:val="StyleUnderline"/>
        </w:rPr>
        <w:t xml:space="preserve">If the 2026 U.S. House elections were today, </w:t>
      </w:r>
      <w:r w:rsidRPr="008047B5">
        <w:rPr>
          <w:rStyle w:val="StyleUnderline"/>
          <w:highlight w:val="cyan"/>
        </w:rPr>
        <w:t>47% of adults say they’d vote for the Democratic candidate</w:t>
      </w:r>
      <w:r w:rsidRPr="008047B5">
        <w:rPr>
          <w:rStyle w:val="StyleUnderline"/>
        </w:rPr>
        <w:t xml:space="preserve"> in their congressional district, whereas 42% say they’d vote for Republicans</w:t>
      </w:r>
      <w:r w:rsidRPr="00B2079E">
        <w:rPr>
          <w:sz w:val="16"/>
        </w:rPr>
        <w:t xml:space="preserve"> (11% undecided) — a D</w:t>
      </w:r>
      <w:r w:rsidRPr="008047B5">
        <w:rPr>
          <w:rStyle w:val="Emphasis"/>
          <w:highlight w:val="cyan"/>
        </w:rPr>
        <w:t>+5 advantage</w:t>
      </w:r>
      <w:r w:rsidRPr="00B2079E">
        <w:rPr>
          <w:sz w:val="16"/>
        </w:rPr>
        <w:t xml:space="preserve">. </w:t>
      </w:r>
      <w:r w:rsidRPr="008047B5">
        <w:rPr>
          <w:rStyle w:val="StyleUnderline"/>
        </w:rPr>
        <w:t>The margin is the same</w:t>
      </w:r>
      <w:r w:rsidRPr="00B2079E">
        <w:rPr>
          <w:sz w:val="16"/>
        </w:rPr>
        <w:t xml:space="preserve"> (5 points) </w:t>
      </w:r>
      <w:r w:rsidRPr="008047B5">
        <w:rPr>
          <w:rStyle w:val="Emphasis"/>
          <w:highlight w:val="cyan"/>
        </w:rPr>
        <w:t>among registered voters</w:t>
      </w:r>
      <w:r w:rsidRPr="00B2079E">
        <w:rPr>
          <w:sz w:val="16"/>
        </w:rPr>
        <w:t xml:space="preserve">. </w:t>
      </w:r>
      <w:r w:rsidRPr="008047B5">
        <w:rPr>
          <w:rStyle w:val="StyleUnderline"/>
        </w:rPr>
        <w:t>That’s a touch smaller than last month’s D+8</w:t>
      </w:r>
      <w:r w:rsidRPr="00B2079E">
        <w:rPr>
          <w:sz w:val="16"/>
        </w:rPr>
        <w:t xml:space="preserve"> (49–41) among adults, but </w:t>
      </w:r>
      <w:r w:rsidRPr="008047B5">
        <w:rPr>
          <w:rStyle w:val="StyleUnderline"/>
        </w:rPr>
        <w:t>within a zone of normal month-to-month variation</w:t>
      </w:r>
      <w:r w:rsidRPr="00B2079E">
        <w:rPr>
          <w:sz w:val="16"/>
        </w:rPr>
        <w:t>.</w:t>
      </w:r>
    </w:p>
    <w:p w14:paraId="1B6DDB5E" w14:textId="77777777" w:rsidR="00FF1F1F" w:rsidRPr="008047B5" w:rsidRDefault="00FF1F1F" w:rsidP="00FF1F1F">
      <w:pPr>
        <w:rPr>
          <w:rStyle w:val="StyleUnderline"/>
        </w:rPr>
      </w:pPr>
      <w:r w:rsidRPr="00B2079E">
        <w:rPr>
          <w:sz w:val="16"/>
        </w:rPr>
        <w:t xml:space="preserve">This month, </w:t>
      </w:r>
      <w:r w:rsidRPr="008047B5">
        <w:rPr>
          <w:rStyle w:val="StyleUnderline"/>
          <w:highlight w:val="cyan"/>
        </w:rPr>
        <w:t>we added</w:t>
      </w:r>
      <w:r w:rsidRPr="008047B5">
        <w:rPr>
          <w:rStyle w:val="StyleUnderline"/>
        </w:rPr>
        <w:t xml:space="preserve"> a question about how </w:t>
      </w:r>
      <w:r w:rsidRPr="008047B5">
        <w:rPr>
          <w:rStyle w:val="Emphasis"/>
          <w:highlight w:val="cyan"/>
        </w:rPr>
        <w:t>likely voters</w:t>
      </w:r>
      <w:r w:rsidRPr="008047B5">
        <w:rPr>
          <w:rStyle w:val="StyleUnderline"/>
        </w:rPr>
        <w:t xml:space="preserve"> are to cast their ballot in next year’s elections</w:t>
      </w:r>
      <w:r w:rsidRPr="00B2079E">
        <w:rPr>
          <w:sz w:val="16"/>
        </w:rPr>
        <w:t xml:space="preserve">. </w:t>
      </w:r>
      <w:r w:rsidRPr="008047B5">
        <w:rPr>
          <w:rStyle w:val="StyleUnderline"/>
          <w:highlight w:val="cyan"/>
        </w:rPr>
        <w:t>Among</w:t>
      </w:r>
      <w:r w:rsidRPr="008047B5">
        <w:rPr>
          <w:rStyle w:val="StyleUnderline"/>
        </w:rPr>
        <w:t xml:space="preserve"> the </w:t>
      </w:r>
      <w:r w:rsidRPr="008047B5">
        <w:rPr>
          <w:rStyle w:val="Emphasis"/>
          <w:sz w:val="32"/>
          <w:szCs w:val="32"/>
          <w:highlight w:val="cyan"/>
        </w:rPr>
        <w:t>most engaged voters</w:t>
      </w:r>
      <w:r w:rsidRPr="00B2079E">
        <w:rPr>
          <w:sz w:val="16"/>
          <w:szCs w:val="32"/>
        </w:rPr>
        <w:t xml:space="preserve"> </w:t>
      </w:r>
      <w:r w:rsidRPr="00B2079E">
        <w:rPr>
          <w:sz w:val="16"/>
        </w:rPr>
        <w:t xml:space="preserve">(those saying they are </w:t>
      </w:r>
      <w:r w:rsidRPr="008047B5">
        <w:rPr>
          <w:rStyle w:val="StyleUnderline"/>
          <w:highlight w:val="cyan"/>
        </w:rPr>
        <w:t>definitely or very likely to</w:t>
      </w:r>
      <w:r w:rsidRPr="00B2079E">
        <w:rPr>
          <w:sz w:val="16"/>
        </w:rPr>
        <w:t xml:space="preserve"> </w:t>
      </w:r>
      <w:r w:rsidRPr="008047B5">
        <w:rPr>
          <w:rStyle w:val="StyleUnderline"/>
          <w:highlight w:val="cyan"/>
        </w:rPr>
        <w:t>vote</w:t>
      </w:r>
      <w:r w:rsidRPr="00B2079E">
        <w:rPr>
          <w:sz w:val="16"/>
        </w:rPr>
        <w:t xml:space="preserve">), </w:t>
      </w:r>
      <w:r w:rsidRPr="008047B5">
        <w:rPr>
          <w:rStyle w:val="StyleUnderline"/>
          <w:highlight w:val="cyan"/>
        </w:rPr>
        <w:t>the margin is still D+5</w:t>
      </w:r>
      <w:r w:rsidRPr="00B2079E">
        <w:rPr>
          <w:sz w:val="16"/>
        </w:rPr>
        <w:t xml:space="preserve"> (50–45). </w:t>
      </w:r>
      <w:r w:rsidRPr="008047B5">
        <w:rPr>
          <w:rStyle w:val="StyleUnderline"/>
        </w:rPr>
        <w:t>We also asked voters to rate their interest in the election on a scale from 1 to 10:</w:t>
      </w:r>
      <w:r w:rsidRPr="00B2079E">
        <w:rPr>
          <w:sz w:val="16"/>
        </w:rPr>
        <w:t xml:space="preserve"> Among the 10-out-of-10 voters, </w:t>
      </w:r>
      <w:r w:rsidRPr="008047B5">
        <w:rPr>
          <w:rStyle w:val="StyleUnderline"/>
        </w:rPr>
        <w:t>Democrats lead 55–41</w:t>
      </w:r>
      <w:r w:rsidRPr="00B2079E">
        <w:rPr>
          <w:sz w:val="16"/>
        </w:rPr>
        <w:t xml:space="preserve"> (just 4% undecided) </w:t>
      </w:r>
      <w:r w:rsidRPr="008047B5">
        <w:rPr>
          <w:rStyle w:val="StyleUnderline"/>
        </w:rPr>
        <w:t>in the generic ballot. That mirrors the Democratic edge in recent special elections for Congress and state legislatures.</w:t>
      </w:r>
    </w:p>
    <w:p w14:paraId="608553D4" w14:textId="77777777" w:rsidR="00FF1F1F" w:rsidRPr="00B2079E" w:rsidRDefault="00FF1F1F" w:rsidP="00FF1F1F">
      <w:pPr>
        <w:rPr>
          <w:sz w:val="16"/>
        </w:rPr>
      </w:pPr>
      <w:r w:rsidRPr="00B2079E">
        <w:rPr>
          <w:sz w:val="16"/>
        </w:rPr>
        <w:t>Among those rating their interest 6–9, Republicans inch ahead 48–46 (within the margin of error), while low-interest respondents have many undecided (roughly four in ten).</w:t>
      </w:r>
    </w:p>
    <w:p w14:paraId="75EDCC12" w14:textId="77777777" w:rsidR="00FF1F1F" w:rsidRPr="00B2079E" w:rsidRDefault="00FF1F1F" w:rsidP="00FF1F1F">
      <w:pPr>
        <w:rPr>
          <w:sz w:val="16"/>
        </w:rPr>
      </w:pPr>
      <w:r w:rsidRPr="00B2079E">
        <w:rPr>
          <w:sz w:val="16"/>
        </w:rPr>
        <w:t>The national mood grows more pessimistic</w:t>
      </w:r>
    </w:p>
    <w:p w14:paraId="3EBAC97F" w14:textId="77777777" w:rsidR="00FF1F1F" w:rsidRPr="00B2079E" w:rsidRDefault="00FF1F1F" w:rsidP="00FF1F1F">
      <w:pPr>
        <w:rPr>
          <w:sz w:val="16"/>
        </w:rPr>
      </w:pPr>
      <w:r w:rsidRPr="00B2079E">
        <w:rPr>
          <w:sz w:val="16"/>
        </w:rPr>
        <w:t>The public remains deeply dissatisfied with the direction of the country. In our September survey, 28% of adults say the U.S. is “on the right track” compared to 60% who say it’s “off on the wrong track” (12% don’t know). That’s significantly more negative than August’s reading (33/57).</w:t>
      </w:r>
    </w:p>
    <w:p w14:paraId="1ED0E9D3" w14:textId="77777777" w:rsidR="00FF1F1F" w:rsidRPr="00B2079E" w:rsidRDefault="00FF1F1F" w:rsidP="00FF1F1F">
      <w:pPr>
        <w:rPr>
          <w:rStyle w:val="StyleUnderline"/>
          <w:sz w:val="16"/>
        </w:rPr>
      </w:pPr>
      <w:r w:rsidRPr="008047B5">
        <w:rPr>
          <w:rStyle w:val="StyleUnderline"/>
        </w:rPr>
        <w:t xml:space="preserve">Persistent </w:t>
      </w:r>
      <w:r w:rsidRPr="008047B5">
        <w:rPr>
          <w:rStyle w:val="StyleUnderline"/>
          <w:highlight w:val="cyan"/>
        </w:rPr>
        <w:t>pessimism</w:t>
      </w:r>
      <w:r w:rsidRPr="008047B5">
        <w:rPr>
          <w:rStyle w:val="StyleUnderline"/>
        </w:rPr>
        <w:t xml:space="preserve"> typically </w:t>
      </w:r>
      <w:r w:rsidRPr="008047B5">
        <w:rPr>
          <w:rStyle w:val="StyleUnderline"/>
          <w:highlight w:val="cyan"/>
        </w:rPr>
        <w:t>harms the party that holds national power</w:t>
      </w:r>
      <w:r w:rsidRPr="00B2079E">
        <w:rPr>
          <w:sz w:val="16"/>
        </w:rPr>
        <w:t xml:space="preserve"> — which, in a Trump-era environment, </w:t>
      </w:r>
      <w:r w:rsidRPr="008047B5">
        <w:rPr>
          <w:rStyle w:val="StyleUnderline"/>
        </w:rPr>
        <w:t xml:space="preserve">helps explain why </w:t>
      </w:r>
      <w:r w:rsidRPr="008047B5">
        <w:rPr>
          <w:rStyle w:val="StyleUnderline"/>
          <w:highlight w:val="cyan"/>
        </w:rPr>
        <w:t>the president’s issue ratings</w:t>
      </w:r>
      <w:r w:rsidRPr="008047B5">
        <w:rPr>
          <w:rStyle w:val="StyleUnderline"/>
        </w:rPr>
        <w:t xml:space="preserve"> </w:t>
      </w:r>
      <w:r w:rsidRPr="008047B5">
        <w:rPr>
          <w:rStyle w:val="Emphasis"/>
          <w:highlight w:val="cyan"/>
        </w:rPr>
        <w:t>remain net negative</w:t>
      </w:r>
      <w:r w:rsidRPr="008047B5">
        <w:rPr>
          <w:rStyle w:val="StyleUnderline"/>
        </w:rPr>
        <w:t xml:space="preserve"> and why </w:t>
      </w:r>
      <w:r w:rsidRPr="008047B5">
        <w:rPr>
          <w:rStyle w:val="StyleUnderline"/>
          <w:highlight w:val="cyan"/>
        </w:rPr>
        <w:t xml:space="preserve">Democrats keep a </w:t>
      </w:r>
      <w:r w:rsidRPr="008047B5">
        <w:rPr>
          <w:rStyle w:val="Emphasis"/>
          <w:highlight w:val="cyan"/>
        </w:rPr>
        <w:t>modest</w:t>
      </w:r>
      <w:r w:rsidRPr="008047B5">
        <w:rPr>
          <w:rStyle w:val="StyleUnderline"/>
        </w:rPr>
        <w:t xml:space="preserve"> </w:t>
      </w:r>
      <w:r w:rsidRPr="008047B5">
        <w:rPr>
          <w:rStyle w:val="Emphasis"/>
          <w:highlight w:val="cyan"/>
        </w:rPr>
        <w:t>lead</w:t>
      </w:r>
      <w:r w:rsidRPr="008047B5">
        <w:rPr>
          <w:rStyle w:val="StyleUnderline"/>
        </w:rPr>
        <w:t xml:space="preserve"> on the generic ballot.</w:t>
      </w:r>
    </w:p>
    <w:p w14:paraId="4FA71194" w14:textId="77777777" w:rsidR="00FF1F1F" w:rsidRPr="00B2079E" w:rsidRDefault="00FF1F1F" w:rsidP="00FF1F1F"/>
    <w:p w14:paraId="575A3102" w14:textId="77777777" w:rsidR="00FF1F1F" w:rsidRPr="00073C2E" w:rsidRDefault="00FF1F1F" w:rsidP="00FF1F1F">
      <w:pPr>
        <w:pStyle w:val="Heading4"/>
      </w:pPr>
      <w:r>
        <w:t xml:space="preserve">2. Empirics. Electoral </w:t>
      </w:r>
      <w:r w:rsidRPr="00073C2E">
        <w:rPr>
          <w:u w:val="single"/>
        </w:rPr>
        <w:t>conditions</w:t>
      </w:r>
      <w:r>
        <w:t xml:space="preserve"> and </w:t>
      </w:r>
      <w:r w:rsidRPr="00073C2E">
        <w:rPr>
          <w:u w:val="single"/>
        </w:rPr>
        <w:t>polling</w:t>
      </w:r>
      <w:r>
        <w:t xml:space="preserve"> are similar to </w:t>
      </w:r>
      <w:r>
        <w:rPr>
          <w:u w:val="single"/>
        </w:rPr>
        <w:t xml:space="preserve">2018, </w:t>
      </w:r>
      <w:r w:rsidRPr="00073C2E">
        <w:t xml:space="preserve">when </w:t>
      </w:r>
      <w:r>
        <w:t>there was a</w:t>
      </w:r>
      <w:r w:rsidRPr="00073C2E">
        <w:t xml:space="preserve"> Blue Wave.</w:t>
      </w:r>
    </w:p>
    <w:p w14:paraId="3A16F630" w14:textId="77777777" w:rsidR="00FF1F1F" w:rsidRPr="00073C2E" w:rsidRDefault="00FF1F1F" w:rsidP="00FF1F1F">
      <w:pPr>
        <w:pStyle w:val="Heading4"/>
      </w:pPr>
      <w:r>
        <w:t xml:space="preserve">3. Threshold is low. Dems need to flip only a few seats to solve our impacts.  </w:t>
      </w:r>
    </w:p>
    <w:p w14:paraId="1DEF6ED3" w14:textId="77777777" w:rsidR="00FF1F1F" w:rsidRPr="00073C2E" w:rsidRDefault="00FF1F1F" w:rsidP="00FF1F1F">
      <w:pPr>
        <w:pStyle w:val="Heading4"/>
      </w:pPr>
      <w:r>
        <w:t xml:space="preserve">4. Their margin is </w:t>
      </w:r>
      <w:r>
        <w:rPr>
          <w:u w:val="single"/>
        </w:rPr>
        <w:t>improving</w:t>
      </w:r>
      <w:r>
        <w:t xml:space="preserve"> among groups that </w:t>
      </w:r>
      <w:r>
        <w:rPr>
          <w:u w:val="single"/>
        </w:rPr>
        <w:t>Trump won</w:t>
      </w:r>
      <w:r>
        <w:t xml:space="preserve"> in 2024. </w:t>
      </w:r>
    </w:p>
    <w:p w14:paraId="057B50E6" w14:textId="77777777" w:rsidR="00FF1F1F" w:rsidRPr="00073C2E" w:rsidRDefault="00FF1F1F" w:rsidP="00FF1F1F">
      <w:r w:rsidRPr="00073C2E">
        <w:t xml:space="preserve">Ronald </w:t>
      </w:r>
      <w:r w:rsidRPr="00073C2E">
        <w:rPr>
          <w:rStyle w:val="Style13ptBold"/>
        </w:rPr>
        <w:t>Brownstein 9-21</w:t>
      </w:r>
      <w:r w:rsidRPr="00073C2E">
        <w:t xml:space="preserve">. </w:t>
      </w:r>
      <w:r>
        <w:t xml:space="preserve">Senior Political Correspondent at CNN. </w:t>
      </w:r>
      <w:r w:rsidRPr="00073C2E">
        <w:t>"For the GOP majority to survive 2026, Trump must do something Obama c</w:t>
      </w:r>
      <w:r>
        <w:t>ould not.” CNN</w:t>
      </w:r>
      <w:r w:rsidRPr="00073C2E">
        <w:t>. https://www.cnn.com/2025/09/21/politics/trump-midterm-election-voters-gop-2026-analysis</w:t>
      </w:r>
    </w:p>
    <w:p w14:paraId="66DB3C87" w14:textId="77777777" w:rsidR="00FF1F1F" w:rsidRPr="00073C2E" w:rsidRDefault="00FF1F1F" w:rsidP="00FF1F1F">
      <w:pPr>
        <w:rPr>
          <w:sz w:val="16"/>
        </w:rPr>
      </w:pPr>
      <w:r w:rsidRPr="00073C2E">
        <w:rPr>
          <w:sz w:val="16"/>
        </w:rPr>
        <w:t>Donald Trump’s greatest success in the 2024 election may pose the greatest threat to Republicans in the 2026 contest.</w:t>
      </w:r>
    </w:p>
    <w:p w14:paraId="03ADF0FF" w14:textId="77777777" w:rsidR="00FF1F1F" w:rsidRPr="00073C2E" w:rsidRDefault="00FF1F1F" w:rsidP="00FF1F1F">
      <w:pPr>
        <w:rPr>
          <w:rStyle w:val="Emphasis"/>
        </w:rPr>
      </w:pPr>
      <w:r w:rsidRPr="00073C2E">
        <w:rPr>
          <w:rStyle w:val="StyleUnderline"/>
        </w:rPr>
        <w:t>Trump</w:t>
      </w:r>
      <w:r w:rsidRPr="00073C2E">
        <w:rPr>
          <w:sz w:val="16"/>
        </w:rPr>
        <w:t xml:space="preserve"> </w:t>
      </w:r>
      <w:r w:rsidRPr="00073C2E">
        <w:rPr>
          <w:rStyle w:val="StyleUnderline"/>
        </w:rPr>
        <w:t>won reelection</w:t>
      </w:r>
      <w:r w:rsidRPr="00073C2E">
        <w:rPr>
          <w:sz w:val="16"/>
        </w:rPr>
        <w:t xml:space="preserve"> </w:t>
      </w:r>
      <w:r w:rsidRPr="00073C2E">
        <w:rPr>
          <w:rStyle w:val="StyleUnderline"/>
        </w:rPr>
        <w:t>last year</w:t>
      </w:r>
      <w:r w:rsidRPr="00073C2E">
        <w:rPr>
          <w:sz w:val="16"/>
        </w:rPr>
        <w:t xml:space="preserve"> largely </w:t>
      </w:r>
      <w:r w:rsidRPr="00073C2E">
        <w:rPr>
          <w:rStyle w:val="StyleUnderline"/>
        </w:rPr>
        <w:t xml:space="preserve">because he succeeded in turning out a large pool of </w:t>
      </w:r>
      <w:r w:rsidRPr="00073C2E">
        <w:rPr>
          <w:rStyle w:val="Emphasis"/>
        </w:rPr>
        <w:t>infrequent voters</w:t>
      </w:r>
      <w:r w:rsidRPr="00073C2E">
        <w:rPr>
          <w:sz w:val="16"/>
        </w:rPr>
        <w:t xml:space="preserve">, many of them younger non-white men without a college degree. </w:t>
      </w:r>
      <w:r w:rsidRPr="00073C2E">
        <w:rPr>
          <w:rStyle w:val="StyleUnderline"/>
        </w:rPr>
        <w:t xml:space="preserve">Now, the GOP faces the challenge of </w:t>
      </w:r>
      <w:r w:rsidRPr="00073C2E">
        <w:rPr>
          <w:rStyle w:val="Emphasis"/>
        </w:rPr>
        <w:t>mobilizing those voters to</w:t>
      </w:r>
      <w:r w:rsidRPr="00073C2E">
        <w:rPr>
          <w:rStyle w:val="StyleUnderline"/>
        </w:rPr>
        <w:t xml:space="preserve"> come out again for a </w:t>
      </w:r>
      <w:r w:rsidRPr="00073C2E">
        <w:rPr>
          <w:rStyle w:val="Emphasis"/>
        </w:rPr>
        <w:t>midterm election</w:t>
      </w:r>
      <w:r w:rsidRPr="00073C2E">
        <w:rPr>
          <w:rStyle w:val="StyleUnderline"/>
        </w:rPr>
        <w:t xml:space="preserve">, when </w:t>
      </w:r>
      <w:r w:rsidRPr="00073C2E">
        <w:rPr>
          <w:rStyle w:val="Emphasis"/>
        </w:rPr>
        <w:t>far fewer</w:t>
      </w:r>
      <w:r w:rsidRPr="00073C2E">
        <w:rPr>
          <w:rStyle w:val="StyleUnderline"/>
        </w:rPr>
        <w:t xml:space="preserve"> of them have </w:t>
      </w:r>
      <w:r w:rsidRPr="00073C2E">
        <w:rPr>
          <w:rStyle w:val="Emphasis"/>
        </w:rPr>
        <w:t>typically voted.</w:t>
      </w:r>
    </w:p>
    <w:p w14:paraId="430313F8" w14:textId="77777777" w:rsidR="00FF1F1F" w:rsidRPr="00073C2E" w:rsidRDefault="00FF1F1F" w:rsidP="00FF1F1F">
      <w:pPr>
        <w:rPr>
          <w:sz w:val="16"/>
        </w:rPr>
      </w:pPr>
      <w:r w:rsidRPr="00073C2E">
        <w:rPr>
          <w:sz w:val="16"/>
        </w:rPr>
        <w:t>“That’s the big question of this cycle: How do we turn out this base that turned out so strong last cycle?” said Mike Marinella, press secretary for the National Republican Congressional Campaign Committee.</w:t>
      </w:r>
    </w:p>
    <w:p w14:paraId="6821E6CF" w14:textId="77777777" w:rsidR="00FF1F1F" w:rsidRPr="00073C2E" w:rsidRDefault="00FF1F1F" w:rsidP="00FF1F1F">
      <w:pPr>
        <w:rPr>
          <w:sz w:val="16"/>
        </w:rPr>
      </w:pPr>
      <w:r w:rsidRPr="00073C2E">
        <w:rPr>
          <w:sz w:val="16"/>
        </w:rPr>
        <w:t>Trump’s test closely resembles the Democratic dilemma during Barack Obama’s two terms in the White House. Obama also benefited from a strong turnout among irregular voters, particularly in his initial victory in 2008. But Democrats struggled to mobilize his voters during the two midterm elections of his presidency, which contributed to crushing losses in both 2010 and 2014.</w:t>
      </w:r>
    </w:p>
    <w:p w14:paraId="77A08B9B" w14:textId="77777777" w:rsidR="00FF1F1F" w:rsidRPr="00073C2E" w:rsidRDefault="00FF1F1F" w:rsidP="00FF1F1F">
      <w:pPr>
        <w:rPr>
          <w:rStyle w:val="StyleUnderline"/>
        </w:rPr>
      </w:pPr>
      <w:r w:rsidRPr="00073C2E">
        <w:rPr>
          <w:rStyle w:val="StyleUnderline"/>
        </w:rPr>
        <w:t>Republicans are not defending nearly as many vulnerable House and Senate seats now as Democrats were then</w:t>
      </w:r>
      <w:r w:rsidRPr="00073C2E">
        <w:rPr>
          <w:sz w:val="16"/>
        </w:rPr>
        <w:t xml:space="preserve">, so the GOP’s downside risk isn’t as great. </w:t>
      </w:r>
      <w:r w:rsidRPr="00073C2E">
        <w:rPr>
          <w:rStyle w:val="StyleUnderline"/>
        </w:rPr>
        <w:t xml:space="preserve">But because the </w:t>
      </w:r>
      <w:r w:rsidRPr="00073C2E">
        <w:rPr>
          <w:rStyle w:val="StyleUnderline"/>
          <w:highlight w:val="cyan"/>
        </w:rPr>
        <w:t>Republican majorities</w:t>
      </w:r>
      <w:r w:rsidRPr="00073C2E">
        <w:rPr>
          <w:rStyle w:val="StyleUnderline"/>
        </w:rPr>
        <w:t xml:space="preserve"> in both chambers </w:t>
      </w:r>
      <w:r w:rsidRPr="00073C2E">
        <w:rPr>
          <w:rStyle w:val="StyleUnderline"/>
          <w:highlight w:val="cyan"/>
        </w:rPr>
        <w:t xml:space="preserve">are </w:t>
      </w:r>
      <w:r w:rsidRPr="00073C2E">
        <w:rPr>
          <w:rStyle w:val="Emphasis"/>
          <w:highlight w:val="cyan"/>
        </w:rPr>
        <w:t>so thin</w:t>
      </w:r>
      <w:r w:rsidRPr="00073C2E">
        <w:rPr>
          <w:sz w:val="16"/>
        </w:rPr>
        <w:t xml:space="preserve">, </w:t>
      </w:r>
      <w:r w:rsidRPr="00073C2E">
        <w:rPr>
          <w:rStyle w:val="StyleUnderline"/>
          <w:highlight w:val="cyan"/>
        </w:rPr>
        <w:t>even</w:t>
      </w:r>
      <w:r w:rsidRPr="00073C2E">
        <w:rPr>
          <w:rStyle w:val="StyleUnderline"/>
        </w:rPr>
        <w:t xml:space="preserve"> much </w:t>
      </w:r>
      <w:r w:rsidRPr="00073C2E">
        <w:rPr>
          <w:rStyle w:val="StyleUnderline"/>
          <w:highlight w:val="cyan"/>
        </w:rPr>
        <w:t>smaller losses</w:t>
      </w:r>
      <w:r w:rsidRPr="00073C2E">
        <w:rPr>
          <w:rStyle w:val="StyleUnderline"/>
        </w:rPr>
        <w:t xml:space="preserve"> next year than the Democrats endured during the </w:t>
      </w:r>
      <w:r w:rsidRPr="00073C2E">
        <w:rPr>
          <w:rStyle w:val="Emphasis"/>
        </w:rPr>
        <w:t>Obama mid-terms</w:t>
      </w:r>
      <w:r w:rsidRPr="00073C2E">
        <w:rPr>
          <w:rStyle w:val="StyleUnderline"/>
        </w:rPr>
        <w:t xml:space="preserve"> </w:t>
      </w:r>
      <w:r w:rsidRPr="00073C2E">
        <w:rPr>
          <w:rStyle w:val="StyleUnderline"/>
          <w:highlight w:val="cyan"/>
        </w:rPr>
        <w:t xml:space="preserve">could </w:t>
      </w:r>
      <w:r w:rsidRPr="00073C2E">
        <w:rPr>
          <w:rStyle w:val="Emphasis"/>
          <w:sz w:val="28"/>
          <w:szCs w:val="32"/>
          <w:highlight w:val="cyan"/>
        </w:rPr>
        <w:t>cost the GOP its majorities</w:t>
      </w:r>
      <w:r w:rsidRPr="00073C2E">
        <w:rPr>
          <w:sz w:val="16"/>
        </w:rPr>
        <w:t xml:space="preserve">, </w:t>
      </w:r>
      <w:r w:rsidRPr="00073C2E">
        <w:rPr>
          <w:rStyle w:val="StyleUnderline"/>
          <w:highlight w:val="cyan"/>
        </w:rPr>
        <w:t xml:space="preserve">particularly in the </w:t>
      </w:r>
      <w:r w:rsidRPr="00073C2E">
        <w:rPr>
          <w:rStyle w:val="Emphasis"/>
          <w:highlight w:val="cyan"/>
        </w:rPr>
        <w:t>House</w:t>
      </w:r>
      <w:r w:rsidRPr="00073C2E">
        <w:rPr>
          <w:rStyle w:val="StyleUnderline"/>
        </w:rPr>
        <w:t>.</w:t>
      </w:r>
    </w:p>
    <w:p w14:paraId="6518B58A" w14:textId="77777777" w:rsidR="00FF1F1F" w:rsidRPr="00073C2E" w:rsidRDefault="00FF1F1F" w:rsidP="00FF1F1F">
      <w:pPr>
        <w:rPr>
          <w:rStyle w:val="StyleUnderline"/>
        </w:rPr>
      </w:pPr>
      <w:r w:rsidRPr="00073C2E">
        <w:rPr>
          <w:sz w:val="16"/>
        </w:rPr>
        <w:t xml:space="preserve">Marinella said </w:t>
      </w:r>
      <w:r w:rsidRPr="00073C2E">
        <w:rPr>
          <w:rStyle w:val="StyleUnderline"/>
        </w:rPr>
        <w:t>Republicans are confident</w:t>
      </w:r>
      <w:r w:rsidRPr="00073C2E">
        <w:rPr>
          <w:sz w:val="16"/>
        </w:rPr>
        <w:t xml:space="preserve"> of holding support next year from the infrequent voters who fueled Trump’s victory in 2024. </w:t>
      </w:r>
      <w:r w:rsidRPr="00073C2E">
        <w:rPr>
          <w:rStyle w:val="StyleUnderline"/>
        </w:rPr>
        <w:t xml:space="preserve">But </w:t>
      </w:r>
      <w:r w:rsidRPr="00073C2E">
        <w:rPr>
          <w:rStyle w:val="StyleUnderline"/>
          <w:highlight w:val="cyan"/>
        </w:rPr>
        <w:t>public polls</w:t>
      </w:r>
      <w:r w:rsidRPr="00073C2E">
        <w:rPr>
          <w:rStyle w:val="StyleUnderline"/>
        </w:rPr>
        <w:t xml:space="preserve"> consistently </w:t>
      </w:r>
      <w:r w:rsidRPr="00073C2E">
        <w:rPr>
          <w:rStyle w:val="StyleUnderline"/>
          <w:highlight w:val="cyan"/>
        </w:rPr>
        <w:t>show</w:t>
      </w:r>
      <w:r w:rsidRPr="00073C2E">
        <w:rPr>
          <w:rStyle w:val="StyleUnderline"/>
        </w:rPr>
        <w:t xml:space="preserve"> that his </w:t>
      </w:r>
      <w:r w:rsidRPr="00073C2E">
        <w:rPr>
          <w:rStyle w:val="Emphasis"/>
          <w:highlight w:val="cyan"/>
        </w:rPr>
        <w:t>job approval</w:t>
      </w:r>
      <w:r w:rsidRPr="00073C2E">
        <w:rPr>
          <w:rStyle w:val="Emphasis"/>
        </w:rPr>
        <w:t xml:space="preserve"> rating</w:t>
      </w:r>
      <w:r w:rsidRPr="00073C2E">
        <w:rPr>
          <w:sz w:val="16"/>
        </w:rPr>
        <w:t xml:space="preserve">, </w:t>
      </w:r>
      <w:r w:rsidRPr="00073C2E">
        <w:rPr>
          <w:rStyle w:val="StyleUnderline"/>
        </w:rPr>
        <w:t xml:space="preserve">particularly for handling the economy, </w:t>
      </w:r>
      <w:r w:rsidRPr="00073C2E">
        <w:rPr>
          <w:rStyle w:val="StyleUnderline"/>
          <w:highlight w:val="cyan"/>
        </w:rPr>
        <w:t>is</w:t>
      </w:r>
      <w:r w:rsidRPr="00073C2E">
        <w:rPr>
          <w:rStyle w:val="StyleUnderline"/>
        </w:rPr>
        <w:t xml:space="preserve"> now running well </w:t>
      </w:r>
      <w:r w:rsidRPr="00073C2E">
        <w:rPr>
          <w:rStyle w:val="StyleUnderline"/>
          <w:highlight w:val="cyan"/>
        </w:rPr>
        <w:t>below</w:t>
      </w:r>
      <w:r w:rsidRPr="00073C2E">
        <w:rPr>
          <w:rStyle w:val="StyleUnderline"/>
        </w:rPr>
        <w:t xml:space="preserve"> his </w:t>
      </w:r>
      <w:r w:rsidRPr="00073C2E">
        <w:rPr>
          <w:rStyle w:val="StyleUnderline"/>
          <w:highlight w:val="cyan"/>
        </w:rPr>
        <w:t>2024</w:t>
      </w:r>
      <w:r w:rsidRPr="00073C2E">
        <w:rPr>
          <w:sz w:val="16"/>
        </w:rPr>
        <w:t xml:space="preserve"> </w:t>
      </w:r>
      <w:r w:rsidRPr="00073C2E">
        <w:rPr>
          <w:rStyle w:val="Emphasis"/>
        </w:rPr>
        <w:t>vote share</w:t>
      </w:r>
      <w:r w:rsidRPr="00073C2E">
        <w:rPr>
          <w:sz w:val="16"/>
        </w:rPr>
        <w:t xml:space="preserve"> </w:t>
      </w:r>
      <w:r w:rsidRPr="00073C2E">
        <w:rPr>
          <w:rStyle w:val="StyleUnderline"/>
          <w:highlight w:val="cyan"/>
        </w:rPr>
        <w:t>with</w:t>
      </w:r>
      <w:r w:rsidRPr="00073C2E">
        <w:rPr>
          <w:rStyle w:val="StyleUnderline"/>
        </w:rPr>
        <w:t xml:space="preserve"> several of the </w:t>
      </w:r>
      <w:r w:rsidRPr="00073C2E">
        <w:rPr>
          <w:rStyle w:val="StyleUnderline"/>
          <w:highlight w:val="cyan"/>
        </w:rPr>
        <w:t>key groups</w:t>
      </w:r>
      <w:r w:rsidRPr="00073C2E">
        <w:rPr>
          <w:rStyle w:val="StyleUnderline"/>
        </w:rPr>
        <w:t xml:space="preserve"> that </w:t>
      </w:r>
      <w:r w:rsidRPr="00073C2E">
        <w:rPr>
          <w:rStyle w:val="Emphasis"/>
        </w:rPr>
        <w:t>moved toward him</w:t>
      </w:r>
      <w:r w:rsidRPr="00073C2E">
        <w:rPr>
          <w:rStyle w:val="StyleUnderline"/>
        </w:rPr>
        <w:t xml:space="preserve"> — particularly </w:t>
      </w:r>
      <w:r w:rsidRPr="00073C2E">
        <w:rPr>
          <w:rStyle w:val="Emphasis"/>
          <w:highlight w:val="cyan"/>
        </w:rPr>
        <w:t>Hispanics</w:t>
      </w:r>
      <w:r w:rsidRPr="00073C2E">
        <w:rPr>
          <w:rStyle w:val="StyleUnderline"/>
        </w:rPr>
        <w:t xml:space="preserve">, </w:t>
      </w:r>
      <w:r w:rsidRPr="00073C2E">
        <w:rPr>
          <w:rStyle w:val="Emphasis"/>
          <w:highlight w:val="cyan"/>
        </w:rPr>
        <w:t>young men</w:t>
      </w:r>
      <w:r w:rsidRPr="00073C2E">
        <w:rPr>
          <w:rStyle w:val="StyleUnderline"/>
          <w:highlight w:val="cyan"/>
        </w:rPr>
        <w:t xml:space="preserve">, and </w:t>
      </w:r>
      <w:r w:rsidRPr="00073C2E">
        <w:rPr>
          <w:rStyle w:val="Emphasis"/>
          <w:highlight w:val="cyan"/>
        </w:rPr>
        <w:t>non-white</w:t>
      </w:r>
      <w:r w:rsidRPr="00073C2E">
        <w:rPr>
          <w:rStyle w:val="StyleUnderline"/>
          <w:highlight w:val="cyan"/>
        </w:rPr>
        <w:t xml:space="preserve"> </w:t>
      </w:r>
      <w:r w:rsidRPr="00073C2E">
        <w:rPr>
          <w:rStyle w:val="Emphasis"/>
          <w:highlight w:val="cyan"/>
        </w:rPr>
        <w:t>voters</w:t>
      </w:r>
      <w:r w:rsidRPr="00073C2E">
        <w:rPr>
          <w:rStyle w:val="StyleUnderline"/>
        </w:rPr>
        <w:t xml:space="preserve"> who did not attend college.</w:t>
      </w:r>
    </w:p>
    <w:p w14:paraId="7FF94F43" w14:textId="77777777" w:rsidR="00FF1F1F" w:rsidRDefault="00FF1F1F" w:rsidP="00FF1F1F">
      <w:r w:rsidRPr="00073C2E">
        <w:rPr>
          <w:rStyle w:val="StyleUnderline"/>
        </w:rPr>
        <w:t xml:space="preserve">That’s </w:t>
      </w:r>
      <w:r w:rsidRPr="00073C2E">
        <w:rPr>
          <w:rStyle w:val="StyleUnderline"/>
          <w:highlight w:val="cyan"/>
        </w:rPr>
        <w:t>boosting</w:t>
      </w:r>
      <w:r w:rsidRPr="00073C2E">
        <w:rPr>
          <w:rStyle w:val="StyleUnderline"/>
        </w:rPr>
        <w:t xml:space="preserve"> Democratic </w:t>
      </w:r>
      <w:r w:rsidRPr="00073C2E">
        <w:rPr>
          <w:rStyle w:val="StyleUnderline"/>
          <w:highlight w:val="cyan"/>
        </w:rPr>
        <w:t>confidence</w:t>
      </w:r>
      <w:r w:rsidRPr="00073C2E">
        <w:rPr>
          <w:rStyle w:val="StyleUnderline"/>
        </w:rPr>
        <w:t xml:space="preserve"> that </w:t>
      </w:r>
      <w:r w:rsidRPr="00073C2E">
        <w:rPr>
          <w:rStyle w:val="StyleUnderline"/>
          <w:highlight w:val="cyan"/>
        </w:rPr>
        <w:t xml:space="preserve">Republicans will </w:t>
      </w:r>
      <w:r w:rsidRPr="00073C2E">
        <w:rPr>
          <w:rStyle w:val="Emphasis"/>
          <w:highlight w:val="cyan"/>
        </w:rPr>
        <w:t>struggle</w:t>
      </w:r>
      <w:r w:rsidRPr="00073C2E">
        <w:rPr>
          <w:rStyle w:val="StyleUnderline"/>
        </w:rPr>
        <w:t xml:space="preserve"> in the </w:t>
      </w:r>
      <w:r w:rsidRPr="00073C2E">
        <w:rPr>
          <w:rStyle w:val="Emphasis"/>
        </w:rPr>
        <w:t>midterm election</w:t>
      </w:r>
      <w:r w:rsidRPr="00073C2E">
        <w:rPr>
          <w:rStyle w:val="StyleUnderline"/>
        </w:rPr>
        <w:t xml:space="preserve"> </w:t>
      </w:r>
      <w:r w:rsidRPr="00073C2E">
        <w:rPr>
          <w:rStyle w:val="StyleUnderline"/>
          <w:highlight w:val="cyan"/>
        </w:rPr>
        <w:t>to mobilize</w:t>
      </w:r>
      <w:r w:rsidRPr="00073C2E">
        <w:rPr>
          <w:rStyle w:val="StyleUnderline"/>
        </w:rPr>
        <w:t xml:space="preserve"> the </w:t>
      </w:r>
      <w:r w:rsidRPr="00073C2E">
        <w:rPr>
          <w:rStyle w:val="Emphasis"/>
          <w:highlight w:val="cyan"/>
        </w:rPr>
        <w:t>low-propensity voters</w:t>
      </w:r>
      <w:r w:rsidRPr="00073C2E">
        <w:rPr>
          <w:rStyle w:val="StyleUnderline"/>
        </w:rPr>
        <w:t xml:space="preserve"> who supported the president in 2024 — and to </w:t>
      </w:r>
      <w:r w:rsidRPr="00073C2E">
        <w:rPr>
          <w:rStyle w:val="Emphasis"/>
        </w:rPr>
        <w:t>maintain</w:t>
      </w:r>
      <w:r w:rsidRPr="00073C2E">
        <w:rPr>
          <w:rStyle w:val="StyleUnderline"/>
        </w:rPr>
        <w:t xml:space="preserve"> his elevated </w:t>
      </w:r>
      <w:r w:rsidRPr="00073C2E">
        <w:rPr>
          <w:rStyle w:val="Emphasis"/>
        </w:rPr>
        <w:t>support</w:t>
      </w:r>
      <w:r w:rsidRPr="00073C2E">
        <w:rPr>
          <w:rStyle w:val="StyleUnderline"/>
        </w:rPr>
        <w:t xml:space="preserve"> among those who </w:t>
      </w:r>
      <w:r w:rsidRPr="00073C2E">
        <w:rPr>
          <w:rStyle w:val="Emphasis"/>
        </w:rPr>
        <w:t>do come out</w:t>
      </w:r>
      <w:r w:rsidRPr="00073C2E">
        <w:rPr>
          <w:sz w:val="16"/>
        </w:rPr>
        <w:t>. “</w:t>
      </w:r>
      <w:r w:rsidRPr="00073C2E">
        <w:rPr>
          <w:rStyle w:val="StyleUnderline"/>
        </w:rPr>
        <w:t xml:space="preserve">With these key groups, we see the kind of </w:t>
      </w:r>
      <w:r w:rsidRPr="00073C2E">
        <w:rPr>
          <w:rStyle w:val="Emphasis"/>
        </w:rPr>
        <w:t>backsliding</w:t>
      </w:r>
      <w:r w:rsidRPr="00073C2E">
        <w:rPr>
          <w:rStyle w:val="StyleUnderline"/>
        </w:rPr>
        <w:t xml:space="preserve"> you would observe if </w:t>
      </w:r>
      <w:r w:rsidRPr="00073C2E">
        <w:rPr>
          <w:rStyle w:val="StyleUnderline"/>
          <w:highlight w:val="cyan"/>
        </w:rPr>
        <w:t xml:space="preserve">you are </w:t>
      </w:r>
      <w:r w:rsidRPr="00073C2E">
        <w:rPr>
          <w:rStyle w:val="Emphasis"/>
          <w:sz w:val="24"/>
          <w:szCs w:val="28"/>
          <w:highlight w:val="cyan"/>
        </w:rPr>
        <w:t>looking at a poor election for Republicans</w:t>
      </w:r>
      <w:r w:rsidRPr="00073C2E">
        <w:rPr>
          <w:sz w:val="16"/>
        </w:rPr>
        <w:t>,” said Erica Seifert, senior director of Navigator Research, a Democratic polling consortium.</w:t>
      </w:r>
    </w:p>
    <w:p w14:paraId="1A62BF45" w14:textId="77777777" w:rsidR="00FF1F1F" w:rsidRDefault="00FF1F1F" w:rsidP="00FF1F1F">
      <w:pPr>
        <w:pStyle w:val="Heading4"/>
      </w:pPr>
      <w:r>
        <w:t>Prefer Brownstein.</w:t>
      </w:r>
    </w:p>
    <w:p w14:paraId="59506C58" w14:textId="77777777" w:rsidR="00FF1F1F" w:rsidRPr="00073C2E" w:rsidRDefault="00FF1F1F" w:rsidP="00FF1F1F">
      <w:r w:rsidRPr="00073C2E">
        <w:t xml:space="preserve">Bill </w:t>
      </w:r>
      <w:r w:rsidRPr="00073C2E">
        <w:rPr>
          <w:rStyle w:val="Style13ptBold"/>
        </w:rPr>
        <w:t>Kristol 18</w:t>
      </w:r>
      <w:r w:rsidRPr="00073C2E">
        <w:t xml:space="preserve">. Founder and editor-at-large of The Weekly Standard; co-founded the Project for the New American Century with Robert kagan; member of the Policy Advisory Board for the Ethics and Public Policy Center; director of the Foreign Policy Initiative. 6/27/2018. “RONALD BROWNSTEIN II TRANSCRIPT.” https://conversationswithbillkristol.org/transcript/ronald-brownstein-ii-transcript/. </w:t>
      </w:r>
    </w:p>
    <w:p w14:paraId="7D59413C" w14:textId="77777777" w:rsidR="00FF1F1F" w:rsidRPr="007F782F" w:rsidRDefault="00FF1F1F" w:rsidP="00FF1F1F">
      <w:pPr>
        <w:rPr>
          <w:sz w:val="16"/>
        </w:rPr>
      </w:pPr>
      <w:r w:rsidRPr="007F782F">
        <w:rPr>
          <w:sz w:val="16"/>
        </w:rPr>
        <w:t xml:space="preserve">KRISTOL: Hi, I’m Bill Kristol. Welcome to CONVERSATIONS. </w:t>
      </w:r>
      <w:r w:rsidRPr="007F782F">
        <w:rPr>
          <w:rStyle w:val="StyleUnderline"/>
        </w:rPr>
        <w:t>I’m joined today by</w:t>
      </w:r>
      <w:r w:rsidRPr="007F782F">
        <w:rPr>
          <w:sz w:val="16"/>
        </w:rPr>
        <w:t xml:space="preserve"> Ron </w:t>
      </w:r>
      <w:r w:rsidRPr="00073C2E">
        <w:rPr>
          <w:rStyle w:val="StyleUnderline"/>
          <w:highlight w:val="cyan"/>
        </w:rPr>
        <w:t>Brownstein</w:t>
      </w:r>
      <w:r w:rsidRPr="007F782F">
        <w:rPr>
          <w:sz w:val="16"/>
        </w:rPr>
        <w:t xml:space="preserve">, senior editor at The Atlantic, senior political analyst at CNN. </w:t>
      </w:r>
      <w:r w:rsidRPr="007F782F">
        <w:rPr>
          <w:rStyle w:val="StyleUnderline"/>
        </w:rPr>
        <w:t xml:space="preserve">In my opinion, </w:t>
      </w:r>
      <w:r w:rsidRPr="00073C2E">
        <w:rPr>
          <w:rStyle w:val="StyleUnderline"/>
          <w:highlight w:val="cyan"/>
        </w:rPr>
        <w:t xml:space="preserve">one of </w:t>
      </w:r>
      <w:r w:rsidRPr="00073C2E">
        <w:rPr>
          <w:rStyle w:val="Emphasis"/>
          <w:highlight w:val="cyan"/>
        </w:rPr>
        <w:t>the best analysts of</w:t>
      </w:r>
      <w:r w:rsidRPr="007F782F">
        <w:rPr>
          <w:rStyle w:val="Emphasis"/>
        </w:rPr>
        <w:t xml:space="preserve"> American </w:t>
      </w:r>
      <w:r w:rsidRPr="00073C2E">
        <w:rPr>
          <w:rStyle w:val="Emphasis"/>
          <w:highlight w:val="cyan"/>
        </w:rPr>
        <w:t>politics</w:t>
      </w:r>
      <w:r w:rsidRPr="007F782F">
        <w:rPr>
          <w:sz w:val="16"/>
        </w:rPr>
        <w:t>.</w:t>
      </w:r>
    </w:p>
    <w:p w14:paraId="64288FC2" w14:textId="77777777" w:rsidR="00FF1F1F" w:rsidRPr="007F782F" w:rsidRDefault="00FF1F1F" w:rsidP="00FF1F1F">
      <w:pPr>
        <w:rPr>
          <w:sz w:val="16"/>
        </w:rPr>
      </w:pPr>
      <w:r w:rsidRPr="007F782F">
        <w:rPr>
          <w:sz w:val="16"/>
        </w:rPr>
        <w:t>BROWNSTEIN: Thank you, Bill, good to be here.</w:t>
      </w:r>
    </w:p>
    <w:p w14:paraId="031FF426" w14:textId="77777777" w:rsidR="00FF1F1F" w:rsidRPr="007F782F" w:rsidRDefault="00FF1F1F" w:rsidP="00FF1F1F">
      <w:pPr>
        <w:rPr>
          <w:sz w:val="16"/>
        </w:rPr>
      </w:pPr>
      <w:r w:rsidRPr="007F782F">
        <w:rPr>
          <w:sz w:val="16"/>
        </w:rPr>
        <w:t xml:space="preserve">KRISTOL: </w:t>
      </w:r>
      <w:r w:rsidRPr="00073C2E">
        <w:rPr>
          <w:rStyle w:val="StyleUnderline"/>
          <w:highlight w:val="cyan"/>
        </w:rPr>
        <w:t xml:space="preserve">A </w:t>
      </w:r>
      <w:r w:rsidRPr="00073C2E">
        <w:rPr>
          <w:rStyle w:val="Emphasis"/>
          <w:highlight w:val="cyan"/>
        </w:rPr>
        <w:t>rare combination</w:t>
      </w:r>
      <w:r w:rsidRPr="00073C2E">
        <w:rPr>
          <w:rStyle w:val="StyleUnderline"/>
          <w:highlight w:val="cyan"/>
        </w:rPr>
        <w:t xml:space="preserve"> of </w:t>
      </w:r>
      <w:r w:rsidRPr="00073C2E">
        <w:rPr>
          <w:rStyle w:val="Emphasis"/>
          <w:highlight w:val="cyan"/>
        </w:rPr>
        <w:t>detailed, granular understanding of electoral matters</w:t>
      </w:r>
      <w:r w:rsidRPr="00073C2E">
        <w:rPr>
          <w:rStyle w:val="StyleUnderline"/>
          <w:highlight w:val="cyan"/>
        </w:rPr>
        <w:t xml:space="preserve"> and the</w:t>
      </w:r>
      <w:r w:rsidRPr="007F782F">
        <w:rPr>
          <w:rStyle w:val="StyleUnderline"/>
        </w:rPr>
        <w:t xml:space="preserve"> </w:t>
      </w:r>
      <w:r w:rsidRPr="007F782F">
        <w:rPr>
          <w:rStyle w:val="Emphasis"/>
        </w:rPr>
        <w:t xml:space="preserve">big </w:t>
      </w:r>
      <w:r w:rsidRPr="00073C2E">
        <w:rPr>
          <w:rStyle w:val="Emphasis"/>
          <w:highlight w:val="cyan"/>
        </w:rPr>
        <w:t>historical sweep</w:t>
      </w:r>
      <w:r w:rsidRPr="007F782F">
        <w:rPr>
          <w:sz w:val="16"/>
        </w:rPr>
        <w:t>. So, I’ve now put a big burden on you here…</w:t>
      </w:r>
    </w:p>
    <w:p w14:paraId="7BE61424" w14:textId="77777777" w:rsidR="00FF1F1F" w:rsidRPr="007F782F" w:rsidRDefault="00FF1F1F" w:rsidP="00FF1F1F">
      <w:pPr>
        <w:rPr>
          <w:sz w:val="16"/>
        </w:rPr>
      </w:pPr>
      <w:r w:rsidRPr="007F782F">
        <w:rPr>
          <w:sz w:val="16"/>
        </w:rPr>
        <w:t>BROWNSTEIN: Thank you, thank you. Well, we are living in a big – we are in a big sweep right now, right.</w:t>
      </w:r>
    </w:p>
    <w:p w14:paraId="449FAE14" w14:textId="77777777" w:rsidR="00FF1F1F" w:rsidRPr="00073C2E" w:rsidRDefault="00FF1F1F" w:rsidP="00FF1F1F">
      <w:pPr>
        <w:rPr>
          <w:sz w:val="16"/>
        </w:rPr>
      </w:pPr>
      <w:r w:rsidRPr="007F782F">
        <w:rPr>
          <w:sz w:val="16"/>
        </w:rPr>
        <w:t>KRISTOL: …to live up to this introduction.</w:t>
      </w:r>
    </w:p>
    <w:p w14:paraId="3CE60F8E" w14:textId="77777777" w:rsidR="00FF1F1F" w:rsidRPr="00073C2E" w:rsidRDefault="00FF1F1F" w:rsidP="00FF1F1F">
      <w:pPr>
        <w:pStyle w:val="Heading4"/>
      </w:pPr>
      <w:r>
        <w:t xml:space="preserve">5. Democrats win now. Their vote threshold will be </w:t>
      </w:r>
      <w:r>
        <w:rPr>
          <w:u w:val="single"/>
        </w:rPr>
        <w:t>big enough</w:t>
      </w:r>
      <w:r>
        <w:t xml:space="preserve"> to overcome redistricting. </w:t>
      </w:r>
    </w:p>
    <w:p w14:paraId="60EF8FB4" w14:textId="77777777" w:rsidR="00FF1F1F" w:rsidRPr="00073C2E" w:rsidRDefault="00FF1F1F" w:rsidP="00FF1F1F">
      <w:r w:rsidRPr="00073C2E">
        <w:t xml:space="preserve">Nate </w:t>
      </w:r>
      <w:r w:rsidRPr="00073C2E">
        <w:rPr>
          <w:rStyle w:val="Style13ptBold"/>
        </w:rPr>
        <w:t>Cohn 25</w:t>
      </w:r>
      <w:r w:rsidRPr="00073C2E">
        <w:t xml:space="preserve">. </w:t>
      </w:r>
      <w:r>
        <w:t>C</w:t>
      </w:r>
      <w:r w:rsidRPr="00073C2E">
        <w:t>hief political analyst for The New York Times</w:t>
      </w:r>
      <w:r>
        <w:t>.</w:t>
      </w:r>
      <w:r w:rsidRPr="00073C2E">
        <w:t xml:space="preserve"> "If Redistricting Goes as Expected, Which Party Will Come Out Ahead?" </w:t>
      </w:r>
      <w:r>
        <w:t>NYT</w:t>
      </w:r>
      <w:r w:rsidRPr="00073C2E">
        <w:t>. 8-31-2025. https://www.nytimes.com/2025/08/31/upshot/redistricting-analysis-2026-midterms.html</w:t>
      </w:r>
    </w:p>
    <w:p w14:paraId="6168D36A" w14:textId="77777777" w:rsidR="00FF1F1F" w:rsidRPr="00073C2E" w:rsidRDefault="00FF1F1F" w:rsidP="00FF1F1F">
      <w:pPr>
        <w:rPr>
          <w:sz w:val="16"/>
        </w:rPr>
      </w:pPr>
      <w:r w:rsidRPr="00073C2E">
        <w:rPr>
          <w:sz w:val="16"/>
        </w:rPr>
        <w:t>The next phase of the redistricting war is starting to come into focus.</w:t>
      </w:r>
    </w:p>
    <w:p w14:paraId="0D838059" w14:textId="77777777" w:rsidR="00FF1F1F" w:rsidRPr="00073C2E" w:rsidRDefault="00FF1F1F" w:rsidP="00FF1F1F">
      <w:pPr>
        <w:rPr>
          <w:sz w:val="16"/>
        </w:rPr>
      </w:pPr>
      <w:r w:rsidRPr="00073C2E">
        <w:rPr>
          <w:sz w:val="16"/>
        </w:rPr>
        <w:t>Indiana, Missouri, Ohio and perhaps Florida — all Republican-controlled states — seem likely to join Texas and California in attempting to redraw their congressional maps, according to my New York Times colleagues. By their tally, Republicans could carve out up to seven more House seats where they would be favored to win.</w:t>
      </w:r>
    </w:p>
    <w:p w14:paraId="08DF8CF5" w14:textId="77777777" w:rsidR="00FF1F1F" w:rsidRPr="00073C2E" w:rsidRDefault="00FF1F1F" w:rsidP="00FF1F1F">
      <w:pPr>
        <w:rPr>
          <w:sz w:val="16"/>
        </w:rPr>
      </w:pPr>
      <w:r w:rsidRPr="00073C2E">
        <w:rPr>
          <w:sz w:val="16"/>
        </w:rPr>
        <w:t>It’s too soon to be sure if these states will follow through, let alone whether it would mark the end of this cycle’s redistricting battles. Other states could join; a legal challenge to Utah’s map and a challenge to Section 2 of the Voting Rights Act also loom. But suppose that this is where the redistricting war goes next, and where it ends. If so, how much would the new maps tilt the playing field toward Republicans?</w:t>
      </w:r>
    </w:p>
    <w:p w14:paraId="032F5672" w14:textId="77777777" w:rsidR="00FF1F1F" w:rsidRDefault="00FF1F1F" w:rsidP="00FF1F1F">
      <w:pPr>
        <w:rPr>
          <w:rStyle w:val="StyleUnderline"/>
        </w:rPr>
      </w:pPr>
      <w:r w:rsidRPr="00073C2E">
        <w:rPr>
          <w:sz w:val="16"/>
        </w:rPr>
        <w:t xml:space="preserve">Ultimately, the most important question is whether redistricting prevents the party that wins the national popular vote from winning control of the House. </w:t>
      </w:r>
      <w:r w:rsidRPr="00073C2E">
        <w:rPr>
          <w:rStyle w:val="StyleUnderline"/>
        </w:rPr>
        <w:t xml:space="preserve">If the </w:t>
      </w:r>
      <w:r w:rsidRPr="00073C2E">
        <w:rPr>
          <w:rStyle w:val="Emphasis"/>
        </w:rPr>
        <w:t>popular vote winner</w:t>
      </w:r>
      <w:r w:rsidRPr="00073C2E">
        <w:rPr>
          <w:rStyle w:val="StyleUnderline"/>
        </w:rPr>
        <w:t xml:space="preserve"> is still </w:t>
      </w:r>
      <w:r w:rsidRPr="00073C2E">
        <w:rPr>
          <w:rStyle w:val="Emphasis"/>
        </w:rPr>
        <w:t>likely to prevail</w:t>
      </w:r>
      <w:r w:rsidRPr="00073C2E">
        <w:rPr>
          <w:sz w:val="16"/>
        </w:rPr>
        <w:t xml:space="preserve">, then </w:t>
      </w:r>
      <w:r w:rsidRPr="00073C2E">
        <w:rPr>
          <w:rStyle w:val="Emphasis"/>
        </w:rPr>
        <w:t>gerrymandering</w:t>
      </w:r>
      <w:r w:rsidRPr="00073C2E">
        <w:rPr>
          <w:sz w:val="16"/>
        </w:rPr>
        <w:t xml:space="preserve">, however odious, </w:t>
      </w:r>
      <w:r w:rsidRPr="00073C2E">
        <w:rPr>
          <w:rStyle w:val="StyleUnderline"/>
        </w:rPr>
        <w:t xml:space="preserve">hasn’t necessarily </w:t>
      </w:r>
      <w:r w:rsidRPr="00073C2E">
        <w:rPr>
          <w:rStyle w:val="Emphasis"/>
        </w:rPr>
        <w:t>left one party</w:t>
      </w:r>
      <w:r w:rsidRPr="00073C2E">
        <w:rPr>
          <w:rStyle w:val="StyleUnderline"/>
        </w:rPr>
        <w:t xml:space="preserve"> at an </w:t>
      </w:r>
      <w:r w:rsidRPr="00073C2E">
        <w:rPr>
          <w:rStyle w:val="Emphasis"/>
        </w:rPr>
        <w:t>undemocratic disadvantage</w:t>
      </w:r>
      <w:r w:rsidRPr="00073C2E">
        <w:rPr>
          <w:rStyle w:val="StyleUnderline"/>
        </w:rPr>
        <w:t xml:space="preserve"> overall.</w:t>
      </w:r>
    </w:p>
    <w:p w14:paraId="4A13F2CF" w14:textId="77777777" w:rsidR="00FF1F1F" w:rsidRPr="00073C2E" w:rsidRDefault="00FF1F1F" w:rsidP="00FF1F1F">
      <w:pPr>
        <w:rPr>
          <w:sz w:val="16"/>
        </w:rPr>
      </w:pPr>
      <w:r w:rsidRPr="00073C2E">
        <w:rPr>
          <w:sz w:val="16"/>
        </w:rPr>
        <w:t xml:space="preserve">By this measure, the House map was fundamentally fair in 2024: Despite plenty of gerrymandering, the winner of the popular vote was reasonably likely to win the most seats. But if the new maps are enacted in all of these states, </w:t>
      </w:r>
      <w:r w:rsidRPr="00B2079E">
        <w:rPr>
          <w:rStyle w:val="StyleUnderline"/>
          <w:highlight w:val="cyan"/>
        </w:rPr>
        <w:t>Democrats</w:t>
      </w:r>
      <w:r w:rsidRPr="00073C2E">
        <w:rPr>
          <w:rStyle w:val="StyleUnderline"/>
        </w:rPr>
        <w:t xml:space="preserve"> </w:t>
      </w:r>
      <w:r w:rsidRPr="00B2079E">
        <w:rPr>
          <w:rStyle w:val="StyleUnderline"/>
          <w:highlight w:val="cyan"/>
        </w:rPr>
        <w:t>will need to win</w:t>
      </w:r>
      <w:r w:rsidRPr="00073C2E">
        <w:rPr>
          <w:rStyle w:val="StyleUnderline"/>
        </w:rPr>
        <w:t xml:space="preserve"> the national </w:t>
      </w:r>
      <w:r w:rsidRPr="00073C2E">
        <w:rPr>
          <w:rStyle w:val="Emphasis"/>
        </w:rPr>
        <w:t>popular vote</w:t>
      </w:r>
      <w:r w:rsidRPr="00073C2E">
        <w:rPr>
          <w:rStyle w:val="StyleUnderline"/>
        </w:rPr>
        <w:t xml:space="preserve"> </w:t>
      </w:r>
      <w:r w:rsidRPr="00B2079E">
        <w:rPr>
          <w:rStyle w:val="StyleUnderline"/>
          <w:highlight w:val="cyan"/>
        </w:rPr>
        <w:t>by two or three</w:t>
      </w:r>
      <w:r w:rsidRPr="00B2079E">
        <w:rPr>
          <w:rStyle w:val="StyleUnderline"/>
        </w:rPr>
        <w:t xml:space="preserve"> percentage </w:t>
      </w:r>
      <w:r w:rsidRPr="00B2079E">
        <w:rPr>
          <w:rStyle w:val="StyleUnderline"/>
          <w:highlight w:val="cyan"/>
        </w:rPr>
        <w:t>points to be</w:t>
      </w:r>
      <w:r w:rsidRPr="00073C2E">
        <w:rPr>
          <w:rStyle w:val="StyleUnderline"/>
        </w:rPr>
        <w:t xml:space="preserve"> </w:t>
      </w:r>
      <w:r w:rsidRPr="00B2079E">
        <w:rPr>
          <w:rStyle w:val="Emphasis"/>
          <w:highlight w:val="cyan"/>
        </w:rPr>
        <w:t>favored to</w:t>
      </w:r>
      <w:r w:rsidRPr="00073C2E">
        <w:rPr>
          <w:rStyle w:val="Emphasis"/>
        </w:rPr>
        <w:t xml:space="preserve"> re</w:t>
      </w:r>
      <w:r w:rsidRPr="00B2079E">
        <w:rPr>
          <w:rStyle w:val="Emphasis"/>
          <w:highlight w:val="cyan"/>
        </w:rPr>
        <w:t>take</w:t>
      </w:r>
      <w:r w:rsidRPr="00073C2E">
        <w:rPr>
          <w:rStyle w:val="Emphasis"/>
        </w:rPr>
        <w:t xml:space="preserve"> </w:t>
      </w:r>
      <w:r w:rsidRPr="00B2079E">
        <w:rPr>
          <w:rStyle w:val="Emphasis"/>
          <w:highlight w:val="cyan"/>
        </w:rPr>
        <w:t>the Ho</w:t>
      </w:r>
      <w:r w:rsidRPr="00073C2E">
        <w:rPr>
          <w:rStyle w:val="Emphasis"/>
        </w:rPr>
        <w:t>use</w:t>
      </w:r>
      <w:r w:rsidRPr="00073C2E">
        <w:rPr>
          <w:sz w:val="16"/>
        </w:rPr>
        <w:t>, according to projections based on recent congressional and presidential election results.</w:t>
      </w:r>
    </w:p>
    <w:p w14:paraId="7A56CD29" w14:textId="77777777" w:rsidR="00FF1F1F" w:rsidRDefault="00FF1F1F" w:rsidP="00FF1F1F">
      <w:pPr>
        <w:rPr>
          <w:rStyle w:val="StyleUnderline"/>
        </w:rPr>
      </w:pPr>
      <w:r w:rsidRPr="00073C2E">
        <w:rPr>
          <w:sz w:val="16"/>
        </w:rPr>
        <w:t xml:space="preserve">A two-to-three-point structural advantage for the G.O.P. is meaningful, but pretty modest. </w:t>
      </w:r>
      <w:r w:rsidRPr="00B2079E">
        <w:rPr>
          <w:rStyle w:val="StyleUnderline"/>
          <w:highlight w:val="cyan"/>
        </w:rPr>
        <w:t xml:space="preserve">With </w:t>
      </w:r>
      <w:r w:rsidRPr="00B2079E">
        <w:rPr>
          <w:rStyle w:val="Emphasis"/>
          <w:highlight w:val="cyan"/>
        </w:rPr>
        <w:t>Democrats</w:t>
      </w:r>
      <w:r w:rsidRPr="00073C2E">
        <w:rPr>
          <w:rStyle w:val="StyleUnderline"/>
        </w:rPr>
        <w:t xml:space="preserve"> </w:t>
      </w:r>
      <w:r w:rsidRPr="00B2079E">
        <w:rPr>
          <w:rStyle w:val="StyleUnderline"/>
          <w:highlight w:val="cyan"/>
        </w:rPr>
        <w:t>leading by four points</w:t>
      </w:r>
      <w:r w:rsidRPr="00073C2E">
        <w:rPr>
          <w:rStyle w:val="StyleUnderline"/>
        </w:rPr>
        <w:t xml:space="preserve"> in the national </w:t>
      </w:r>
      <w:r w:rsidRPr="00073C2E">
        <w:rPr>
          <w:rStyle w:val="Emphasis"/>
        </w:rPr>
        <w:t>generic</w:t>
      </w:r>
      <w:r w:rsidRPr="00073C2E">
        <w:rPr>
          <w:rStyle w:val="StyleUnderline"/>
        </w:rPr>
        <w:t xml:space="preserve"> </w:t>
      </w:r>
      <w:r w:rsidRPr="00073C2E">
        <w:rPr>
          <w:rStyle w:val="Emphasis"/>
        </w:rPr>
        <w:t>ballot polls today</w:t>
      </w:r>
      <w:r w:rsidRPr="00073C2E">
        <w:rPr>
          <w:rStyle w:val="StyleUnderline"/>
        </w:rPr>
        <w:t xml:space="preserve">, </w:t>
      </w:r>
      <w:r w:rsidRPr="00B2079E">
        <w:rPr>
          <w:rStyle w:val="StyleUnderline"/>
          <w:highlight w:val="cyan"/>
        </w:rPr>
        <w:t>the party would</w:t>
      </w:r>
      <w:r w:rsidRPr="00073C2E">
        <w:rPr>
          <w:rStyle w:val="StyleUnderline"/>
        </w:rPr>
        <w:t xml:space="preserve"> </w:t>
      </w:r>
      <w:r w:rsidRPr="00073C2E">
        <w:rPr>
          <w:rStyle w:val="Emphasis"/>
        </w:rPr>
        <w:t xml:space="preserve">still </w:t>
      </w:r>
      <w:r w:rsidRPr="00B2079E">
        <w:rPr>
          <w:rStyle w:val="Emphasis"/>
          <w:highlight w:val="cyan"/>
        </w:rPr>
        <w:t>be favored</w:t>
      </w:r>
      <w:r w:rsidRPr="00073C2E">
        <w:rPr>
          <w:rStyle w:val="Emphasis"/>
        </w:rPr>
        <w:t xml:space="preserve"> to win</w:t>
      </w:r>
      <w:r w:rsidRPr="00073C2E">
        <w:rPr>
          <w:rStyle w:val="StyleUnderline"/>
        </w:rPr>
        <w:t xml:space="preserve"> </w:t>
      </w:r>
      <w:r w:rsidRPr="00B2079E">
        <w:rPr>
          <w:rStyle w:val="Emphasis"/>
          <w:sz w:val="28"/>
          <w:szCs w:val="32"/>
          <w:highlight w:val="cyan"/>
        </w:rPr>
        <w:t>next year’s midterm election</w:t>
      </w:r>
      <w:r w:rsidRPr="00073C2E">
        <w:rPr>
          <w:sz w:val="16"/>
        </w:rPr>
        <w:t xml:space="preserve">. </w:t>
      </w:r>
      <w:r w:rsidRPr="00073C2E">
        <w:rPr>
          <w:rStyle w:val="StyleUnderline"/>
        </w:rPr>
        <w:t xml:space="preserve">The </w:t>
      </w:r>
      <w:r w:rsidRPr="00B2079E">
        <w:rPr>
          <w:rStyle w:val="StyleUnderline"/>
          <w:highlight w:val="cyan"/>
        </w:rPr>
        <w:t>Republicans wouldn’t stand</w:t>
      </w:r>
      <w:r w:rsidRPr="00073C2E">
        <w:rPr>
          <w:rStyle w:val="StyleUnderline"/>
        </w:rPr>
        <w:t xml:space="preserve"> much of </w:t>
      </w:r>
      <w:r w:rsidRPr="00B2079E">
        <w:rPr>
          <w:rStyle w:val="StyleUnderline"/>
          <w:highlight w:val="cyan"/>
        </w:rPr>
        <w:t>any chance</w:t>
      </w:r>
      <w:r w:rsidRPr="00073C2E">
        <w:rPr>
          <w:rStyle w:val="StyleUnderline"/>
        </w:rPr>
        <w:t xml:space="preserve"> at all of </w:t>
      </w:r>
      <w:r w:rsidRPr="00B2079E">
        <w:rPr>
          <w:rStyle w:val="StyleUnderline"/>
          <w:highlight w:val="cyan"/>
        </w:rPr>
        <w:t>surviving a</w:t>
      </w:r>
      <w:r w:rsidRPr="00073C2E">
        <w:rPr>
          <w:rStyle w:val="StyleUnderline"/>
        </w:rPr>
        <w:t xml:space="preserve"> </w:t>
      </w:r>
      <w:r w:rsidRPr="00073C2E">
        <w:rPr>
          <w:rStyle w:val="Emphasis"/>
        </w:rPr>
        <w:t>so-called “</w:t>
      </w:r>
      <w:r w:rsidRPr="00B2079E">
        <w:rPr>
          <w:rStyle w:val="Emphasis"/>
          <w:highlight w:val="cyan"/>
        </w:rPr>
        <w:t>wave” election</w:t>
      </w:r>
      <w:r w:rsidRPr="00073C2E">
        <w:rPr>
          <w:sz w:val="16"/>
        </w:rPr>
        <w:t xml:space="preserve">, like in 2018, </w:t>
      </w:r>
      <w:r w:rsidRPr="00073C2E">
        <w:rPr>
          <w:rStyle w:val="StyleUnderline"/>
        </w:rPr>
        <w:t xml:space="preserve">when Democrats won the </w:t>
      </w:r>
      <w:r w:rsidRPr="00073C2E">
        <w:rPr>
          <w:rStyle w:val="Emphasis"/>
        </w:rPr>
        <w:t>House popular vote</w:t>
      </w:r>
      <w:r w:rsidRPr="00073C2E">
        <w:rPr>
          <w:rStyle w:val="StyleUnderline"/>
        </w:rPr>
        <w:t xml:space="preserve"> by </w:t>
      </w:r>
      <w:r w:rsidRPr="00073C2E">
        <w:rPr>
          <w:rStyle w:val="Emphasis"/>
        </w:rPr>
        <w:t>seven points</w:t>
      </w:r>
      <w:r w:rsidRPr="00073C2E">
        <w:rPr>
          <w:rStyle w:val="StyleUnderline"/>
        </w:rPr>
        <w:t>.</w:t>
      </w:r>
    </w:p>
    <w:p w14:paraId="6F098631" w14:textId="77777777" w:rsidR="00FF1F1F" w:rsidRPr="00073C2E" w:rsidRDefault="00FF1F1F" w:rsidP="00FF1F1F">
      <w:pPr>
        <w:rPr>
          <w:sz w:val="16"/>
        </w:rPr>
      </w:pPr>
      <w:r w:rsidRPr="00073C2E">
        <w:rPr>
          <w:sz w:val="16"/>
        </w:rPr>
        <w:t>But while Democrats would be favored if the election were held tomorrow, the race for the House would be significantly more competitive on the new maps. Even if the Democrats won, the likeliest outcome would be a piecemeal seat-by-seat battle in which control of the chamber would come down to a fairly small number of seats. The race might not be called for days. Democrats wouldn’t have much margin for error: A few mediocre Democratic recruits, some ill-timed retirements, an unexpected demographic shift or even plain bad luck in contests with razor-thin margins could be enough to give Republicans control even if the G.O.P. loses the popular vote by a modest margin.</w:t>
      </w:r>
    </w:p>
    <w:p w14:paraId="5B6E0002" w14:textId="77777777" w:rsidR="00FF1F1F" w:rsidRPr="00073C2E" w:rsidRDefault="00FF1F1F" w:rsidP="00FF1F1F">
      <w:pPr>
        <w:rPr>
          <w:sz w:val="16"/>
        </w:rPr>
      </w:pPr>
      <w:r w:rsidRPr="00073C2E">
        <w:rPr>
          <w:sz w:val="16"/>
        </w:rPr>
        <w:t>And if the Democrats’ popular vote advantage turns out to be much less than four points, the new maps could give the Republicans the advantage. Democrats, for instance, might not be able to get away with their own version of the G.O.P.’s disappointing “red ripple” election in 2022 and still win. They might not win if 2026 is like the narrow Democratic victory from 2020, either. Indeed, each of the last three congressional elections was decided by three points or less in the national popular vote, with the winner prevailing by less than seven seats.</w:t>
      </w:r>
    </w:p>
    <w:p w14:paraId="26033075" w14:textId="77777777" w:rsidR="00FF1F1F" w:rsidRPr="00073C2E" w:rsidRDefault="00FF1F1F" w:rsidP="00FF1F1F">
      <w:pPr>
        <w:rPr>
          <w:sz w:val="16"/>
        </w:rPr>
      </w:pPr>
      <w:r w:rsidRPr="00073C2E">
        <w:rPr>
          <w:sz w:val="16"/>
        </w:rPr>
        <w:t>To make these estimates, I did something a little unusual: I drew hypothetical districts for the four red states that are most likely to redraw their maps next, based on my colleagues’ reporting. In general, I tried to take the cleanest possible approach. In Missouri, Ohio and Indiana, this meant drawing a total of four new safely Republican districts without endangering any incumbents. Things were messier in Florida.</w:t>
      </w:r>
    </w:p>
    <w:p w14:paraId="6366C946" w14:textId="77777777" w:rsidR="00FF1F1F" w:rsidRPr="00073C2E" w:rsidRDefault="00FF1F1F" w:rsidP="00FF1F1F">
      <w:pPr>
        <w:rPr>
          <w:sz w:val="16"/>
        </w:rPr>
      </w:pPr>
      <w:r w:rsidRPr="00073C2E">
        <w:rPr>
          <w:sz w:val="16"/>
        </w:rPr>
        <w:t>The Times reported that Republicans want to target two Democratic seats in South Florida, but I found it difficult to draw two new safely Republican districts, at least not without potentially endangering an incumbent. I drew two new Trump districts, but one voted for Joe Biden and could be quite competitive — especially in the Democratic-leaning years that Republicans might hope to survive through new maps.</w:t>
      </w:r>
    </w:p>
    <w:p w14:paraId="79447B49" w14:textId="77777777" w:rsidR="00FF1F1F" w:rsidRPr="00073C2E" w:rsidRDefault="00FF1F1F" w:rsidP="00FF1F1F">
      <w:pPr>
        <w:rPr>
          <w:sz w:val="16"/>
        </w:rPr>
      </w:pPr>
      <w:r w:rsidRPr="00073C2E">
        <w:rPr>
          <w:sz w:val="16"/>
        </w:rPr>
        <w:t>The difficulty of drawing two new safely Republican districts in South Florida illustrates one important lesson from these estimates: It is not a given that Republicans would actually pick up seven seats from these maps. On average, our analysis shows Republicans would gain about 5.2 seats, not seven, as several would remain competitive. This might seem insignificant, but it’s not — not when there are so few competitive districts nationwide.</w:t>
      </w:r>
    </w:p>
    <w:p w14:paraId="533A9F32" w14:textId="77777777" w:rsidR="00FF1F1F" w:rsidRPr="00073C2E" w:rsidRDefault="00FF1F1F" w:rsidP="00FF1F1F">
      <w:pPr>
        <w:rPr>
          <w:sz w:val="16"/>
        </w:rPr>
      </w:pPr>
      <w:r w:rsidRPr="00073C2E">
        <w:rPr>
          <w:sz w:val="16"/>
        </w:rPr>
        <w:t>As I mentioned a few weeks ago, two of the competitive districts that Republicans targeted in Texas already voted for President Trump and won’t tilt that much more toward the G.O.P. after being redrawn, so they could easily remain competitive. Similarly, two potential Democratic-leaning districts in California and at least one of two new Republican districts in Florida seem likely to be at least somewhat competitive. It’s worth noting that most of these potentially competitive districts have relatively large Hispanic populations, and Democrats can plausibly hope that Hispanic voters will collectively snap back to the left next November.</w:t>
      </w:r>
    </w:p>
    <w:p w14:paraId="0AFA2ECA" w14:textId="77777777" w:rsidR="00FF1F1F" w:rsidRPr="00073C2E" w:rsidRDefault="00FF1F1F" w:rsidP="00FF1F1F">
      <w:pPr>
        <w:rPr>
          <w:sz w:val="16"/>
        </w:rPr>
      </w:pPr>
      <w:r w:rsidRPr="00073C2E">
        <w:rPr>
          <w:sz w:val="16"/>
        </w:rPr>
        <w:t>And while I was able to draw four new Republican districts in Ohio, Indiana and Missouri that were noncompetitive, that’s not guaranteed — not until new maps are released.</w:t>
      </w:r>
    </w:p>
    <w:p w14:paraId="3AE1A4E5" w14:textId="77777777" w:rsidR="00FF1F1F" w:rsidRDefault="00FF1F1F" w:rsidP="00FF1F1F">
      <w:pPr>
        <w:rPr>
          <w:rStyle w:val="StyleUnderline"/>
        </w:rPr>
      </w:pPr>
      <w:r w:rsidRPr="00073C2E">
        <w:rPr>
          <w:sz w:val="16"/>
        </w:rPr>
        <w:t xml:space="preserve">Beyond the maps themselves, there is no shortage of uncertainty in such projections, and oddly enough, </w:t>
      </w:r>
      <w:r w:rsidRPr="00073C2E">
        <w:rPr>
          <w:rStyle w:val="StyleUnderline"/>
        </w:rPr>
        <w:t>uncertainty itself is vital to Democratic chances</w:t>
      </w:r>
      <w:r w:rsidRPr="00073C2E">
        <w:rPr>
          <w:sz w:val="16"/>
        </w:rPr>
        <w:t xml:space="preserve">. </w:t>
      </w:r>
      <w:r w:rsidRPr="00B2079E">
        <w:rPr>
          <w:rStyle w:val="StyleUnderline"/>
          <w:highlight w:val="cyan"/>
        </w:rPr>
        <w:t>Democrats</w:t>
      </w:r>
      <w:r w:rsidRPr="00073C2E">
        <w:rPr>
          <w:rStyle w:val="StyleUnderline"/>
        </w:rPr>
        <w:t xml:space="preserve"> </w:t>
      </w:r>
      <w:r w:rsidRPr="00B2079E">
        <w:rPr>
          <w:rStyle w:val="StyleUnderline"/>
          <w:highlight w:val="cyan"/>
        </w:rPr>
        <w:t>have a</w:t>
      </w:r>
      <w:r w:rsidRPr="00073C2E">
        <w:rPr>
          <w:rStyle w:val="StyleUnderline"/>
        </w:rPr>
        <w:t xml:space="preserve"> much better </w:t>
      </w:r>
      <w:r w:rsidRPr="00B2079E">
        <w:rPr>
          <w:rStyle w:val="StyleUnderline"/>
          <w:highlight w:val="cyan"/>
        </w:rPr>
        <w:t xml:space="preserve">chance to </w:t>
      </w:r>
      <w:r w:rsidRPr="00B2079E">
        <w:rPr>
          <w:rStyle w:val="Emphasis"/>
          <w:highlight w:val="cyan"/>
        </w:rPr>
        <w:t>overcome</w:t>
      </w:r>
      <w:r w:rsidRPr="00B2079E">
        <w:rPr>
          <w:rStyle w:val="StyleUnderline"/>
          <w:highlight w:val="cyan"/>
        </w:rPr>
        <w:t xml:space="preserve"> a </w:t>
      </w:r>
      <w:r w:rsidRPr="00B2079E">
        <w:rPr>
          <w:rStyle w:val="Emphasis"/>
          <w:highlight w:val="cyan"/>
        </w:rPr>
        <w:t>structural disadvantage</w:t>
      </w:r>
      <w:r w:rsidRPr="00073C2E">
        <w:rPr>
          <w:sz w:val="16"/>
        </w:rPr>
        <w:t xml:space="preserve"> if </w:t>
      </w:r>
      <w:r w:rsidRPr="00073C2E">
        <w:rPr>
          <w:rStyle w:val="StyleUnderline"/>
        </w:rPr>
        <w:t xml:space="preserve">they pull off even a few </w:t>
      </w:r>
      <w:r w:rsidRPr="00073C2E">
        <w:rPr>
          <w:rStyle w:val="Emphasis"/>
        </w:rPr>
        <w:t>surprising wins</w:t>
      </w:r>
      <w:r w:rsidRPr="00073C2E">
        <w:rPr>
          <w:sz w:val="16"/>
        </w:rPr>
        <w:t xml:space="preserve"> (if you have a long memory, think of Democratic wins in Oklahoma’s Fifth District, South Carolina’s First or New York’s 11th back in 2018, or in Washington’s Third, Ohio’s Ninth or Alaska’s at-large district in 2022). </w:t>
      </w:r>
      <w:r w:rsidRPr="00073C2E">
        <w:rPr>
          <w:rStyle w:val="StyleUnderline"/>
        </w:rPr>
        <w:t xml:space="preserve">If </w:t>
      </w:r>
      <w:r w:rsidRPr="00B2079E">
        <w:rPr>
          <w:rStyle w:val="Emphasis"/>
          <w:highlight w:val="cyan"/>
        </w:rPr>
        <w:t>recent history</w:t>
      </w:r>
      <w:r w:rsidRPr="00073C2E">
        <w:rPr>
          <w:rStyle w:val="StyleUnderline"/>
        </w:rPr>
        <w:t xml:space="preserve"> is any </w:t>
      </w:r>
      <w:r w:rsidRPr="00B2079E">
        <w:rPr>
          <w:rStyle w:val="Emphasis"/>
          <w:highlight w:val="cyan"/>
        </w:rPr>
        <w:t>indication</w:t>
      </w:r>
      <w:r w:rsidRPr="00073C2E">
        <w:rPr>
          <w:rStyle w:val="StyleUnderline"/>
        </w:rPr>
        <w:t xml:space="preserve">, there will be a </w:t>
      </w:r>
      <w:r w:rsidRPr="00073C2E">
        <w:rPr>
          <w:rStyle w:val="Emphasis"/>
        </w:rPr>
        <w:t xml:space="preserve">few </w:t>
      </w:r>
      <w:r w:rsidRPr="00B2079E">
        <w:rPr>
          <w:rStyle w:val="Emphasis"/>
          <w:highlight w:val="cyan"/>
        </w:rPr>
        <w:t>surprises</w:t>
      </w:r>
      <w:r w:rsidRPr="00073C2E">
        <w:rPr>
          <w:rStyle w:val="StyleUnderline"/>
        </w:rPr>
        <w:t xml:space="preserve">, </w:t>
      </w:r>
      <w:r w:rsidRPr="00B2079E">
        <w:rPr>
          <w:rStyle w:val="Emphasis"/>
          <w:highlight w:val="cyan"/>
        </w:rPr>
        <w:t>eroding the G.O.P. edge</w:t>
      </w:r>
      <w:r w:rsidRPr="00073C2E">
        <w:rPr>
          <w:rStyle w:val="Emphasis"/>
        </w:rPr>
        <w:t xml:space="preserve">. </w:t>
      </w:r>
      <w:r w:rsidRPr="00073C2E">
        <w:rPr>
          <w:rStyle w:val="StyleUnderline"/>
        </w:rPr>
        <w:t>If not, Republican chances go up.</w:t>
      </w:r>
    </w:p>
    <w:p w14:paraId="7D7FB0CA" w14:textId="77777777" w:rsidR="00FF1F1F" w:rsidRDefault="00FF1F1F" w:rsidP="00FF1F1F">
      <w:pPr>
        <w:rPr>
          <w:sz w:val="16"/>
        </w:rPr>
      </w:pPr>
      <w:r w:rsidRPr="00073C2E">
        <w:rPr>
          <w:sz w:val="16"/>
        </w:rPr>
        <w:t>At risk of belaboring the point, these details will matter with so few competitive districts. We won’t have every detail until long after the ink dries on the new maps.</w:t>
      </w:r>
    </w:p>
    <w:p w14:paraId="34B3496B" w14:textId="77777777" w:rsidR="00F431FC" w:rsidRDefault="00F431FC" w:rsidP="00F431FC">
      <w:pPr>
        <w:pStyle w:val="Heading3"/>
      </w:pPr>
      <w:r>
        <w:t>Link---2NC</w:t>
      </w:r>
    </w:p>
    <w:p w14:paraId="5D146C21" w14:textId="77777777" w:rsidR="00F431FC" w:rsidRPr="00B2079E" w:rsidRDefault="00F431FC" w:rsidP="00F431FC">
      <w:pPr>
        <w:pStyle w:val="Heading4"/>
      </w:pPr>
      <w:r>
        <w:t xml:space="preserve">The plan </w:t>
      </w:r>
      <w:r>
        <w:rPr>
          <w:u w:val="single"/>
        </w:rPr>
        <w:t>flips the midterm</w:t>
      </w:r>
      <w:r>
        <w:t xml:space="preserve"> and cements a </w:t>
      </w:r>
      <w:r>
        <w:rPr>
          <w:u w:val="single"/>
        </w:rPr>
        <w:t>long-term realignment</w:t>
      </w:r>
      <w:r>
        <w:t xml:space="preserve"> that </w:t>
      </w:r>
      <w:r>
        <w:rPr>
          <w:u w:val="single"/>
        </w:rPr>
        <w:t>turns working class voters</w:t>
      </w:r>
      <w:r>
        <w:t xml:space="preserve"> into a core Republican constituency:</w:t>
      </w:r>
    </w:p>
    <w:p w14:paraId="73851B28" w14:textId="77777777" w:rsidR="00F431FC" w:rsidRPr="00B2079E" w:rsidRDefault="00F431FC" w:rsidP="00F431FC"/>
    <w:p w14:paraId="546FC052" w14:textId="77777777" w:rsidR="00F431FC" w:rsidRDefault="00F431FC" w:rsidP="00F431FC">
      <w:pPr>
        <w:pStyle w:val="Heading4"/>
      </w:pPr>
      <w:r>
        <w:t xml:space="preserve">1. The aff is </w:t>
      </w:r>
      <w:r>
        <w:rPr>
          <w:u w:val="single"/>
        </w:rPr>
        <w:t xml:space="preserve">a huge </w:t>
      </w:r>
      <w:r w:rsidRPr="00B2079E">
        <w:t>win</w:t>
      </w:r>
      <w:r>
        <w:t xml:space="preserve">. Sectoral bargaining </w:t>
      </w:r>
      <w:r>
        <w:rPr>
          <w:u w:val="single"/>
        </w:rPr>
        <w:t>reshapes</w:t>
      </w:r>
      <w:r>
        <w:t xml:space="preserve"> the American economy and is a </w:t>
      </w:r>
      <w:r>
        <w:rPr>
          <w:u w:val="single"/>
        </w:rPr>
        <w:t>hand out</w:t>
      </w:r>
      <w:r>
        <w:t xml:space="preserve"> to union bosses that </w:t>
      </w:r>
      <w:r>
        <w:rPr>
          <w:u w:val="single"/>
        </w:rPr>
        <w:t>drive</w:t>
      </w:r>
      <w:r>
        <w:t xml:space="preserve"> political engagement and donate to campaigns. </w:t>
      </w:r>
    </w:p>
    <w:p w14:paraId="5E31EE1E" w14:textId="77777777" w:rsidR="00F431FC" w:rsidRPr="00B2079E" w:rsidRDefault="00F431FC" w:rsidP="00F431FC">
      <w:pPr>
        <w:pStyle w:val="Heading4"/>
        <w:rPr>
          <w:u w:val="single"/>
        </w:rPr>
      </w:pPr>
      <w:r>
        <w:t xml:space="preserve">Those voters are </w:t>
      </w:r>
      <w:r>
        <w:rPr>
          <w:u w:val="single"/>
        </w:rPr>
        <w:t>key</w:t>
      </w:r>
      <w:r>
        <w:t xml:space="preserve"> and are looking for a concrete win from Trump. </w:t>
      </w:r>
    </w:p>
    <w:p w14:paraId="3C88D70E" w14:textId="77777777" w:rsidR="00F431FC" w:rsidRPr="0044481E" w:rsidRDefault="00F431FC" w:rsidP="00F431FC">
      <w:r>
        <w:t xml:space="preserve">Kelly </w:t>
      </w:r>
      <w:r w:rsidRPr="0044481E">
        <w:rPr>
          <w:rStyle w:val="Style13ptBold"/>
        </w:rPr>
        <w:t>Rissman 25</w:t>
      </w:r>
      <w:r>
        <w:t xml:space="preserve">. US News reporter @ The Independent, covering politics and crime. Previously Vanity Fair, BuzzFeed, the BBC. Master’s degree in journalism @ Northwestern University. “President Donald Trump and his White House are influencing GOP congressional candidates and advising who to run and who to stand down as Republicans try to keep control of both chambers of Congress in midterm elections next year.” The Independent. 7-27-2025. </w:t>
      </w:r>
      <w:r w:rsidRPr="0044481E">
        <w:t>https://www.independent.co.uk/news/world/americas/us-politics/trump-midterms-republican-control-b2796910.html</w:t>
      </w:r>
    </w:p>
    <w:p w14:paraId="68AF0BFA" w14:textId="77777777" w:rsidR="00F431FC" w:rsidRPr="007A5819" w:rsidRDefault="00F431FC" w:rsidP="00F431FC">
      <w:pPr>
        <w:rPr>
          <w:sz w:val="16"/>
        </w:rPr>
      </w:pPr>
      <w:r w:rsidRPr="007A5819">
        <w:rPr>
          <w:sz w:val="16"/>
        </w:rPr>
        <w:t xml:space="preserve">President Donald </w:t>
      </w:r>
      <w:r w:rsidRPr="0044481E">
        <w:rPr>
          <w:rStyle w:val="Emphasis"/>
          <w:highlight w:val="cyan"/>
        </w:rPr>
        <w:t>Trump</w:t>
      </w:r>
      <w:r w:rsidRPr="007A5819">
        <w:rPr>
          <w:sz w:val="16"/>
        </w:rPr>
        <w:t xml:space="preserve"> and his White House are </w:t>
      </w:r>
      <w:r w:rsidRPr="0044481E">
        <w:rPr>
          <w:rStyle w:val="Emphasis"/>
          <w:highlight w:val="cyan"/>
        </w:rPr>
        <w:t>influencing</w:t>
      </w:r>
      <w:r w:rsidRPr="007A5819">
        <w:rPr>
          <w:sz w:val="16"/>
        </w:rPr>
        <w:t xml:space="preserve"> </w:t>
      </w:r>
      <w:r w:rsidRPr="00211071">
        <w:rPr>
          <w:rStyle w:val="StyleUnderline"/>
        </w:rPr>
        <w:t>GOP congressional candidates</w:t>
      </w:r>
      <w:r w:rsidRPr="007A5819">
        <w:rPr>
          <w:sz w:val="16"/>
        </w:rPr>
        <w:t xml:space="preserve"> and advising who to run and who to stand down </w:t>
      </w:r>
      <w:r w:rsidRPr="00211071">
        <w:rPr>
          <w:rStyle w:val="StyleUnderline"/>
        </w:rPr>
        <w:t>as Republicans try to keep control of both chambers</w:t>
      </w:r>
      <w:r w:rsidRPr="007A5819">
        <w:rPr>
          <w:sz w:val="16"/>
        </w:rPr>
        <w:t xml:space="preserve"> of Congress in </w:t>
      </w:r>
      <w:r w:rsidRPr="0044481E">
        <w:rPr>
          <w:rStyle w:val="Emphasis"/>
          <w:highlight w:val="cyan"/>
        </w:rPr>
        <w:t>midterm elections</w:t>
      </w:r>
      <w:r w:rsidRPr="007A5819">
        <w:rPr>
          <w:sz w:val="16"/>
        </w:rPr>
        <w:t xml:space="preserve"> </w:t>
      </w:r>
      <w:r w:rsidRPr="00211071">
        <w:rPr>
          <w:rStyle w:val="StyleUnderline"/>
        </w:rPr>
        <w:t>next year</w:t>
      </w:r>
      <w:r w:rsidRPr="007A5819">
        <w:rPr>
          <w:sz w:val="16"/>
        </w:rPr>
        <w:t>.</w:t>
      </w:r>
    </w:p>
    <w:p w14:paraId="1E6B5222" w14:textId="77777777" w:rsidR="00F431FC" w:rsidRPr="007A5819" w:rsidRDefault="00F431FC" w:rsidP="00F431FC">
      <w:pPr>
        <w:rPr>
          <w:sz w:val="16"/>
        </w:rPr>
      </w:pPr>
      <w:r w:rsidRPr="00211071">
        <w:rPr>
          <w:rStyle w:val="StyleUnderline"/>
        </w:rPr>
        <w:t>The White House</w:t>
      </w:r>
      <w:r w:rsidRPr="007A5819">
        <w:rPr>
          <w:sz w:val="16"/>
        </w:rPr>
        <w:t xml:space="preserve"> is </w:t>
      </w:r>
      <w:r w:rsidRPr="0044481E">
        <w:rPr>
          <w:rStyle w:val="StyleUnderline"/>
          <w:highlight w:val="cyan"/>
        </w:rPr>
        <w:t>strategizing</w:t>
      </w:r>
      <w:r w:rsidRPr="0044481E">
        <w:rPr>
          <w:sz w:val="16"/>
          <w:highlight w:val="cyan"/>
        </w:rPr>
        <w:t xml:space="preserve"> </w:t>
      </w:r>
      <w:r w:rsidRPr="0044481E">
        <w:rPr>
          <w:rStyle w:val="StyleUnderline"/>
          <w:highlight w:val="cyan"/>
        </w:rPr>
        <w:t>to</w:t>
      </w:r>
      <w:r w:rsidRPr="007A5819">
        <w:rPr>
          <w:sz w:val="16"/>
        </w:rPr>
        <w:t xml:space="preserve"> make sure Republicans </w:t>
      </w:r>
      <w:r w:rsidRPr="0044481E">
        <w:rPr>
          <w:rStyle w:val="StyleUnderline"/>
          <w:highlight w:val="cyan"/>
        </w:rPr>
        <w:t>win enough seats</w:t>
      </w:r>
      <w:r w:rsidRPr="007A5819">
        <w:rPr>
          <w:sz w:val="16"/>
        </w:rPr>
        <w:t xml:space="preserve"> and is </w:t>
      </w:r>
      <w:r w:rsidRPr="0044481E">
        <w:rPr>
          <w:rStyle w:val="StyleUnderline"/>
          <w:highlight w:val="cyan"/>
        </w:rPr>
        <w:t>putting together</w:t>
      </w:r>
      <w:r w:rsidRPr="007A5819">
        <w:rPr>
          <w:sz w:val="16"/>
        </w:rPr>
        <w:t xml:space="preserve"> “</w:t>
      </w:r>
      <w:r w:rsidRPr="0044481E">
        <w:rPr>
          <w:rStyle w:val="StyleUnderline"/>
          <w:highlight w:val="cyan"/>
        </w:rPr>
        <w:t>a 2027 policy agenda</w:t>
      </w:r>
      <w:r w:rsidRPr="007A5819">
        <w:rPr>
          <w:sz w:val="16"/>
        </w:rPr>
        <w:t>” so Trump, who plans to join candidates on the campaign trail, can explain what continued GOP control of the House, Senate and the White House could look like, a White House official told Politico.</w:t>
      </w:r>
    </w:p>
    <w:p w14:paraId="163AB3CD" w14:textId="77777777" w:rsidR="00F431FC" w:rsidRPr="007A5819" w:rsidRDefault="00F431FC" w:rsidP="00F431FC">
      <w:pPr>
        <w:rPr>
          <w:sz w:val="16"/>
        </w:rPr>
      </w:pPr>
      <w:r w:rsidRPr="007A5819">
        <w:rPr>
          <w:sz w:val="16"/>
        </w:rPr>
        <w:t xml:space="preserve">This </w:t>
      </w:r>
      <w:r w:rsidRPr="00211071">
        <w:rPr>
          <w:rStyle w:val="StyleUnderline"/>
        </w:rPr>
        <w:t>strategy includes telling which Republican candidates to run</w:t>
      </w:r>
      <w:r w:rsidRPr="007A5819">
        <w:rPr>
          <w:sz w:val="16"/>
        </w:rPr>
        <w:t xml:space="preserve"> for office </w:t>
      </w:r>
      <w:r w:rsidRPr="00211071">
        <w:rPr>
          <w:rStyle w:val="StyleUnderline"/>
        </w:rPr>
        <w:t>and which to “stay put</w:t>
      </w:r>
      <w:r w:rsidRPr="007A5819">
        <w:rPr>
          <w:sz w:val="16"/>
        </w:rPr>
        <w:t>,” the official said.</w:t>
      </w:r>
    </w:p>
    <w:p w14:paraId="651083F5" w14:textId="77777777" w:rsidR="00F431FC" w:rsidRPr="007A5819" w:rsidRDefault="00F431FC" w:rsidP="00F431FC">
      <w:pPr>
        <w:rPr>
          <w:sz w:val="16"/>
        </w:rPr>
      </w:pPr>
      <w:r w:rsidRPr="007A5819">
        <w:rPr>
          <w:sz w:val="16"/>
        </w:rPr>
        <w:t>For example, Iowa Republican Rep. Zach Nunn was weighing a gubernatorial run when the president told him to “stay put,” the outlet reported. Nunn this month announced he was running for re-election.</w:t>
      </w:r>
    </w:p>
    <w:p w14:paraId="45A32898" w14:textId="77777777" w:rsidR="00F431FC" w:rsidRPr="007A5819" w:rsidRDefault="00F431FC" w:rsidP="00F431FC">
      <w:pPr>
        <w:rPr>
          <w:sz w:val="16"/>
        </w:rPr>
      </w:pPr>
      <w:r w:rsidRPr="007A5819">
        <w:rPr>
          <w:sz w:val="16"/>
        </w:rPr>
        <w:t>“After prayerful consideration with his family and the strong support from President Trump, Zach is more committed than ever to maintaining the Republican majority and advancing the America First Agenda,” the congressman’s campaign spokesperson said. The president has also publicly endorsed Nunn.</w:t>
      </w:r>
    </w:p>
    <w:p w14:paraId="1F5919DA" w14:textId="77777777" w:rsidR="00F431FC" w:rsidRPr="007A5819" w:rsidRDefault="00F431FC" w:rsidP="00F431FC">
      <w:pPr>
        <w:rPr>
          <w:sz w:val="16"/>
        </w:rPr>
      </w:pPr>
      <w:r w:rsidRPr="007A5819">
        <w:rPr>
          <w:sz w:val="16"/>
        </w:rPr>
        <w:t>The president also advised Michigan GOP Rep. Bill Huizenga to avoid running for Senate. Trump instead publicly backed Senator Mike Rogers this week, saying he “has my Complete and Total Endorsement — HE WILL NOT LET YOU DOWN!”</w:t>
      </w:r>
    </w:p>
    <w:p w14:paraId="38417060" w14:textId="77777777" w:rsidR="00F431FC" w:rsidRPr="007A5819" w:rsidRDefault="00F431FC" w:rsidP="00F431FC">
      <w:pPr>
        <w:rPr>
          <w:sz w:val="16"/>
        </w:rPr>
      </w:pPr>
      <w:r w:rsidRPr="007A5819">
        <w:rPr>
          <w:sz w:val="16"/>
        </w:rPr>
        <w:t>Earlier this month, Trump met with Iowa Senator Joni Ernst to encourage her to run for re-election, Politico previously reported. Questions about Ernst’s political future swirled after her viral remark about proposed Medicaid cuts: “We all are going to die.”</w:t>
      </w:r>
    </w:p>
    <w:p w14:paraId="4180E4D9" w14:textId="77777777" w:rsidR="00F431FC" w:rsidRPr="007A5819" w:rsidRDefault="00F431FC" w:rsidP="00F431FC">
      <w:pPr>
        <w:rPr>
          <w:sz w:val="16"/>
        </w:rPr>
      </w:pPr>
      <w:r w:rsidRPr="007A5819">
        <w:rPr>
          <w:sz w:val="16"/>
        </w:rPr>
        <w:t xml:space="preserve">“President </w:t>
      </w:r>
      <w:r w:rsidRPr="00211071">
        <w:rPr>
          <w:rStyle w:val="StyleUnderline"/>
        </w:rPr>
        <w:t>Trump is the unequivocal leader of the Republican Party</w:t>
      </w:r>
      <w:r w:rsidRPr="007A5819">
        <w:rPr>
          <w:sz w:val="16"/>
        </w:rPr>
        <w:t xml:space="preserve"> — just look at those who have bet against him in the past because they are no longer around,” White House press secretary Karoline Leavitt told Politico. “</w:t>
      </w:r>
      <w:r w:rsidRPr="00211071">
        <w:rPr>
          <w:rStyle w:val="StyleUnderline"/>
        </w:rPr>
        <w:t>The President</w:t>
      </w:r>
      <w:r w:rsidRPr="007A5819">
        <w:rPr>
          <w:sz w:val="16"/>
        </w:rPr>
        <w:t xml:space="preserve"> will </w:t>
      </w:r>
      <w:r w:rsidRPr="00211071">
        <w:rPr>
          <w:rStyle w:val="StyleUnderline"/>
        </w:rPr>
        <w:t>help</w:t>
      </w:r>
      <w:r w:rsidRPr="007A5819">
        <w:rPr>
          <w:sz w:val="16"/>
        </w:rPr>
        <w:t xml:space="preserve"> his </w:t>
      </w:r>
      <w:r w:rsidRPr="00211071">
        <w:rPr>
          <w:rStyle w:val="StyleUnderline"/>
        </w:rPr>
        <w:t>Republican friends</w:t>
      </w:r>
      <w:r w:rsidRPr="007A5819">
        <w:rPr>
          <w:sz w:val="16"/>
        </w:rPr>
        <w:t xml:space="preserve"> on Capitol Hill </w:t>
      </w:r>
      <w:r w:rsidRPr="00211071">
        <w:rPr>
          <w:rStyle w:val="StyleUnderline"/>
        </w:rPr>
        <w:t>get reelected</w:t>
      </w:r>
      <w:r w:rsidRPr="007A5819">
        <w:rPr>
          <w:sz w:val="16"/>
        </w:rPr>
        <w:t xml:space="preserve">, </w:t>
      </w:r>
      <w:r w:rsidRPr="00211071">
        <w:rPr>
          <w:rStyle w:val="StyleUnderline"/>
        </w:rPr>
        <w:t>and</w:t>
      </w:r>
      <w:r w:rsidRPr="007A5819">
        <w:rPr>
          <w:sz w:val="16"/>
        </w:rPr>
        <w:t xml:space="preserve"> work to </w:t>
      </w:r>
      <w:r w:rsidRPr="00211071">
        <w:rPr>
          <w:rStyle w:val="StyleUnderline"/>
        </w:rPr>
        <w:t>pick up new seats</w:t>
      </w:r>
      <w:r w:rsidRPr="007A5819">
        <w:rPr>
          <w:sz w:val="16"/>
        </w:rPr>
        <w:t xml:space="preserve"> across the country.”</w:t>
      </w:r>
    </w:p>
    <w:p w14:paraId="08D827BC" w14:textId="77777777" w:rsidR="00F431FC" w:rsidRPr="007A5819" w:rsidRDefault="00F431FC" w:rsidP="00F431FC">
      <w:pPr>
        <w:rPr>
          <w:sz w:val="16"/>
        </w:rPr>
      </w:pPr>
      <w:r w:rsidRPr="0044481E">
        <w:rPr>
          <w:rStyle w:val="StyleUnderline"/>
          <w:highlight w:val="cyan"/>
        </w:rPr>
        <w:t>Democrats</w:t>
      </w:r>
      <w:r w:rsidRPr="007A5819">
        <w:rPr>
          <w:sz w:val="16"/>
        </w:rPr>
        <w:t xml:space="preserve"> </w:t>
      </w:r>
      <w:r w:rsidRPr="00211071">
        <w:rPr>
          <w:rStyle w:val="StyleUnderline"/>
        </w:rPr>
        <w:t>are</w:t>
      </w:r>
      <w:r w:rsidRPr="007A5819">
        <w:rPr>
          <w:sz w:val="16"/>
        </w:rPr>
        <w:t xml:space="preserve"> likely </w:t>
      </w:r>
      <w:r w:rsidRPr="0044481E">
        <w:rPr>
          <w:rStyle w:val="StyleUnderline"/>
          <w:highlight w:val="cyan"/>
        </w:rPr>
        <w:t>hoping for a repeat of</w:t>
      </w:r>
      <w:r w:rsidRPr="007A5819">
        <w:rPr>
          <w:sz w:val="16"/>
        </w:rPr>
        <w:t xml:space="preserve"> the </w:t>
      </w:r>
      <w:r w:rsidRPr="0044481E">
        <w:rPr>
          <w:rStyle w:val="StyleUnderline"/>
          <w:highlight w:val="cyan"/>
        </w:rPr>
        <w:t>2018</w:t>
      </w:r>
      <w:r w:rsidRPr="007A5819">
        <w:rPr>
          <w:sz w:val="16"/>
        </w:rPr>
        <w:t xml:space="preserve"> midterms, when they destroyed Republicans’ trifecta by taking control of the House during Trump’s first term.</w:t>
      </w:r>
    </w:p>
    <w:p w14:paraId="67791509" w14:textId="77777777" w:rsidR="00F431FC" w:rsidRPr="007A5819" w:rsidRDefault="00F431FC" w:rsidP="00F431FC">
      <w:pPr>
        <w:rPr>
          <w:sz w:val="16"/>
        </w:rPr>
      </w:pPr>
      <w:r w:rsidRPr="007A5819">
        <w:rPr>
          <w:sz w:val="16"/>
        </w:rPr>
        <w:t>​​“I’m sure there’s some memories from 2018, but it’s all about these last two years of his presidency and his legacy, and he doesn’t want the Democrats nipping at his heels all the time for the last two years,” Tony Fabrizio, the pollster for Trump’s 2016 and 2024 campaigns, told Politico.</w:t>
      </w:r>
    </w:p>
    <w:p w14:paraId="2B28EDE3" w14:textId="77777777" w:rsidR="00F431FC" w:rsidRPr="007A5819" w:rsidRDefault="00F431FC" w:rsidP="00F431FC">
      <w:pPr>
        <w:rPr>
          <w:sz w:val="16"/>
        </w:rPr>
      </w:pPr>
      <w:r w:rsidRPr="0044481E">
        <w:rPr>
          <w:rStyle w:val="Emphasis"/>
          <w:highlight w:val="cyan"/>
        </w:rPr>
        <w:t>Trump</w:t>
      </w:r>
      <w:r w:rsidRPr="00211071">
        <w:rPr>
          <w:rStyle w:val="StyleUnderline"/>
        </w:rPr>
        <w:t xml:space="preserve"> </w:t>
      </w:r>
      <w:r w:rsidRPr="0044481E">
        <w:rPr>
          <w:rStyle w:val="Emphasis"/>
          <w:highlight w:val="cyan"/>
        </w:rPr>
        <w:t>has</w:t>
      </w:r>
      <w:r w:rsidRPr="00211071">
        <w:rPr>
          <w:rStyle w:val="StyleUnderline"/>
        </w:rPr>
        <w:t xml:space="preserve"> acknowledged</w:t>
      </w:r>
      <w:r w:rsidRPr="007A5819">
        <w:rPr>
          <w:sz w:val="16"/>
        </w:rPr>
        <w:t xml:space="preserve"> </w:t>
      </w:r>
      <w:r w:rsidRPr="0044481E">
        <w:rPr>
          <w:rStyle w:val="Emphasis"/>
          <w:highlight w:val="cyan"/>
        </w:rPr>
        <w:t>the power</w:t>
      </w:r>
      <w:r w:rsidRPr="00211071">
        <w:rPr>
          <w:rStyle w:val="StyleUnderline"/>
        </w:rPr>
        <w:t xml:space="preserve"> he has </w:t>
      </w:r>
      <w:r w:rsidRPr="0044481E">
        <w:rPr>
          <w:rStyle w:val="Emphasis"/>
          <w:highlight w:val="cyan"/>
        </w:rPr>
        <w:t>to influence voters</w:t>
      </w:r>
      <w:r w:rsidRPr="007A5819">
        <w:rPr>
          <w:sz w:val="16"/>
        </w:rPr>
        <w:t>. He recently suggested holding rallies for candidates, two White House officials told the outlet.</w:t>
      </w:r>
    </w:p>
    <w:p w14:paraId="5C3ADB5B" w14:textId="77777777" w:rsidR="00F431FC" w:rsidRPr="007A5819" w:rsidRDefault="00F431FC" w:rsidP="00F431FC">
      <w:pPr>
        <w:rPr>
          <w:sz w:val="16"/>
        </w:rPr>
      </w:pPr>
      <w:r w:rsidRPr="007A5819">
        <w:rPr>
          <w:sz w:val="16"/>
        </w:rPr>
        <w:t>The president reportedly told one of the officials last week: “We’re going to have to campaign in the states and really get out there a lot, huh? Because really, it’s just me that can pull them out in a lot of places.”</w:t>
      </w:r>
    </w:p>
    <w:p w14:paraId="58FE0D3F" w14:textId="77777777" w:rsidR="00F431FC" w:rsidRPr="007A5819" w:rsidRDefault="00F431FC" w:rsidP="00F431FC">
      <w:pPr>
        <w:rPr>
          <w:sz w:val="16"/>
        </w:rPr>
      </w:pPr>
      <w:r w:rsidRPr="007A5819">
        <w:rPr>
          <w:sz w:val="16"/>
        </w:rPr>
        <w:t>Republican strategists have said they plan to use the threat of Trump’s third impeachment, should Democrats take the House, to compel voters.</w:t>
      </w:r>
    </w:p>
    <w:p w14:paraId="254F05E7" w14:textId="77777777" w:rsidR="00F431FC" w:rsidRPr="007A5819" w:rsidRDefault="00F431FC" w:rsidP="00F431FC">
      <w:pPr>
        <w:rPr>
          <w:sz w:val="16"/>
        </w:rPr>
      </w:pPr>
      <w:r w:rsidRPr="007A5819">
        <w:rPr>
          <w:sz w:val="16"/>
        </w:rPr>
        <w:t>“</w:t>
      </w:r>
      <w:r w:rsidRPr="00211071">
        <w:rPr>
          <w:rStyle w:val="StyleUnderline"/>
        </w:rPr>
        <w:t>We know</w:t>
      </w:r>
      <w:r w:rsidRPr="007A5819">
        <w:rPr>
          <w:sz w:val="16"/>
        </w:rPr>
        <w:t xml:space="preserve"> what </w:t>
      </w:r>
      <w:r w:rsidRPr="00211071">
        <w:rPr>
          <w:rStyle w:val="StyleUnderline"/>
        </w:rPr>
        <w:t>the stakes</w:t>
      </w:r>
      <w:r w:rsidRPr="007A5819">
        <w:rPr>
          <w:sz w:val="16"/>
        </w:rPr>
        <w:t xml:space="preserve"> are in the midterm elections,” John McLaughlin, a Trump pollster, told NBC News this week. “</w:t>
      </w:r>
      <w:r w:rsidRPr="00211071">
        <w:rPr>
          <w:rStyle w:val="StyleUnderline"/>
        </w:rPr>
        <w:t>If we don’t succeed</w:t>
      </w:r>
      <w:r w:rsidRPr="007A5819">
        <w:rPr>
          <w:sz w:val="16"/>
        </w:rPr>
        <w:t xml:space="preserve">, </w:t>
      </w:r>
      <w:r w:rsidRPr="00211071">
        <w:rPr>
          <w:rStyle w:val="StyleUnderline"/>
        </w:rPr>
        <w:t>Democrats will begin persecuting</w:t>
      </w:r>
      <w:r w:rsidRPr="007A5819">
        <w:rPr>
          <w:sz w:val="16"/>
        </w:rPr>
        <w:t xml:space="preserve"> President </w:t>
      </w:r>
      <w:r w:rsidRPr="00211071">
        <w:rPr>
          <w:rStyle w:val="StyleUnderline"/>
        </w:rPr>
        <w:t>Trump again</w:t>
      </w:r>
      <w:r w:rsidRPr="007A5819">
        <w:rPr>
          <w:sz w:val="16"/>
        </w:rPr>
        <w:t>. They would go for impeachment.”</w:t>
      </w:r>
    </w:p>
    <w:p w14:paraId="63A2247D" w14:textId="77777777" w:rsidR="00F431FC" w:rsidRPr="007A5819" w:rsidRDefault="00F431FC" w:rsidP="00F431FC">
      <w:pPr>
        <w:rPr>
          <w:sz w:val="16"/>
        </w:rPr>
      </w:pPr>
      <w:r w:rsidRPr="00211071">
        <w:rPr>
          <w:rStyle w:val="StyleUnderline"/>
        </w:rPr>
        <w:t xml:space="preserve">The </w:t>
      </w:r>
      <w:r w:rsidRPr="0044481E">
        <w:rPr>
          <w:rStyle w:val="Emphasis"/>
          <w:highlight w:val="cyan"/>
        </w:rPr>
        <w:t>White House</w:t>
      </w:r>
      <w:r w:rsidRPr="007A5819">
        <w:rPr>
          <w:sz w:val="16"/>
        </w:rPr>
        <w:t xml:space="preserve"> also plans to </w:t>
      </w:r>
      <w:r w:rsidRPr="0044481E">
        <w:rPr>
          <w:rStyle w:val="Emphasis"/>
          <w:sz w:val="30"/>
          <w:szCs w:val="30"/>
          <w:highlight w:val="cyan"/>
        </w:rPr>
        <w:t>use</w:t>
      </w:r>
      <w:r w:rsidRPr="007A5819">
        <w:rPr>
          <w:sz w:val="16"/>
        </w:rPr>
        <w:t xml:space="preserve"> its </w:t>
      </w:r>
      <w:r w:rsidRPr="0044481E">
        <w:rPr>
          <w:rStyle w:val="Emphasis"/>
          <w:sz w:val="30"/>
          <w:szCs w:val="30"/>
          <w:highlight w:val="cyan"/>
        </w:rPr>
        <w:t>2024</w:t>
      </w:r>
      <w:r w:rsidRPr="007A5819">
        <w:rPr>
          <w:sz w:val="16"/>
        </w:rPr>
        <w:t xml:space="preserve"> </w:t>
      </w:r>
      <w:r w:rsidRPr="00211071">
        <w:rPr>
          <w:rStyle w:val="StyleUnderline"/>
        </w:rPr>
        <w:t>campaign</w:t>
      </w:r>
      <w:r w:rsidRPr="007A5819">
        <w:rPr>
          <w:sz w:val="16"/>
        </w:rPr>
        <w:t xml:space="preserve"> </w:t>
      </w:r>
      <w:r w:rsidRPr="0044481E">
        <w:rPr>
          <w:rStyle w:val="Emphasis"/>
          <w:sz w:val="30"/>
          <w:szCs w:val="30"/>
          <w:highlight w:val="cyan"/>
        </w:rPr>
        <w:t>strategy</w:t>
      </w:r>
      <w:r w:rsidRPr="007A5819">
        <w:rPr>
          <w:sz w:val="16"/>
        </w:rPr>
        <w:t xml:space="preserve"> </w:t>
      </w:r>
      <w:r w:rsidRPr="00211071">
        <w:rPr>
          <w:rStyle w:val="StyleUnderline"/>
        </w:rPr>
        <w:t>as a guide</w:t>
      </w:r>
      <w:r w:rsidRPr="007A5819">
        <w:rPr>
          <w:sz w:val="16"/>
        </w:rPr>
        <w:t xml:space="preserve">, </w:t>
      </w:r>
      <w:r w:rsidRPr="0044481E">
        <w:rPr>
          <w:rStyle w:val="Emphasis"/>
          <w:sz w:val="30"/>
          <w:szCs w:val="30"/>
          <w:highlight w:val="cyan"/>
        </w:rPr>
        <w:t>targeting</w:t>
      </w:r>
      <w:r w:rsidRPr="007A5819">
        <w:rPr>
          <w:sz w:val="16"/>
        </w:rPr>
        <w:t xml:space="preserve"> </w:t>
      </w:r>
      <w:r w:rsidRPr="00211071">
        <w:rPr>
          <w:rStyle w:val="StyleUnderline"/>
        </w:rPr>
        <w:t>young and</w:t>
      </w:r>
      <w:r w:rsidRPr="007A5819">
        <w:rPr>
          <w:sz w:val="16"/>
        </w:rPr>
        <w:t xml:space="preserve"> </w:t>
      </w:r>
      <w:r w:rsidRPr="0044481E">
        <w:rPr>
          <w:rStyle w:val="Emphasis"/>
          <w:sz w:val="30"/>
          <w:szCs w:val="30"/>
          <w:highlight w:val="cyan"/>
        </w:rPr>
        <w:t>working-class voters</w:t>
      </w:r>
      <w:r w:rsidRPr="007A5819">
        <w:rPr>
          <w:sz w:val="16"/>
        </w:rPr>
        <w:t xml:space="preserve"> </w:t>
      </w:r>
      <w:r w:rsidRPr="0044481E">
        <w:rPr>
          <w:rStyle w:val="StyleUnderline"/>
          <w:highlight w:val="cyan"/>
        </w:rPr>
        <w:t>that</w:t>
      </w:r>
      <w:r w:rsidRPr="00211071">
        <w:rPr>
          <w:rStyle w:val="StyleUnderline"/>
        </w:rPr>
        <w:t xml:space="preserve"> came out to </w:t>
      </w:r>
      <w:r w:rsidRPr="0044481E">
        <w:rPr>
          <w:rStyle w:val="StyleUnderline"/>
          <w:highlight w:val="cyan"/>
        </w:rPr>
        <w:t>support Trump</w:t>
      </w:r>
      <w:r w:rsidRPr="007A5819">
        <w:rPr>
          <w:sz w:val="16"/>
        </w:rPr>
        <w:t xml:space="preserve"> </w:t>
      </w:r>
      <w:r w:rsidRPr="0044481E">
        <w:rPr>
          <w:rStyle w:val="StyleUnderline"/>
          <w:highlight w:val="cyan"/>
        </w:rPr>
        <w:t>in droves</w:t>
      </w:r>
      <w:r w:rsidRPr="007A5819">
        <w:rPr>
          <w:sz w:val="16"/>
        </w:rPr>
        <w:t>.</w:t>
      </w:r>
    </w:p>
    <w:p w14:paraId="5E5ECABE" w14:textId="77777777" w:rsidR="00F431FC" w:rsidRPr="007A5819" w:rsidRDefault="00F431FC" w:rsidP="00F431FC">
      <w:pPr>
        <w:rPr>
          <w:sz w:val="16"/>
        </w:rPr>
      </w:pPr>
      <w:r w:rsidRPr="007A5819">
        <w:rPr>
          <w:sz w:val="16"/>
        </w:rPr>
        <w:t>“</w:t>
      </w:r>
      <w:r w:rsidRPr="00211071">
        <w:rPr>
          <w:rStyle w:val="StyleUnderline"/>
        </w:rPr>
        <w:t xml:space="preserve">One of the main strategies is to </w:t>
      </w:r>
      <w:r w:rsidRPr="0044481E">
        <w:rPr>
          <w:rStyle w:val="StyleUnderline"/>
          <w:highlight w:val="cyan"/>
        </w:rPr>
        <w:t>put Trump on the ballot</w:t>
      </w:r>
      <w:r w:rsidRPr="007A5819">
        <w:rPr>
          <w:sz w:val="16"/>
        </w:rPr>
        <w:t xml:space="preserve"> in the midterms,” one of the White House officials told Politico. “</w:t>
      </w:r>
      <w:r w:rsidRPr="0044481E">
        <w:rPr>
          <w:rStyle w:val="StyleUnderline"/>
          <w:highlight w:val="cyan"/>
        </w:rPr>
        <w:t>We’ll</w:t>
      </w:r>
      <w:r w:rsidRPr="00211071">
        <w:rPr>
          <w:rStyle w:val="StyleUnderline"/>
        </w:rPr>
        <w:t xml:space="preserve"> </w:t>
      </w:r>
      <w:r w:rsidRPr="0044481E">
        <w:rPr>
          <w:rStyle w:val="StyleUnderline"/>
          <w:highlight w:val="cyan"/>
        </w:rPr>
        <w:t xml:space="preserve">have a </w:t>
      </w:r>
      <w:r w:rsidRPr="0044481E">
        <w:rPr>
          <w:rStyle w:val="Emphasis"/>
          <w:sz w:val="30"/>
          <w:szCs w:val="30"/>
          <w:highlight w:val="cyan"/>
        </w:rPr>
        <w:t>midterm agenda</w:t>
      </w:r>
      <w:r w:rsidRPr="00211071">
        <w:rPr>
          <w:rStyle w:val="StyleUnderline"/>
        </w:rPr>
        <w:t xml:space="preserve"> that </w:t>
      </w:r>
      <w:r w:rsidRPr="0044481E">
        <w:rPr>
          <w:rStyle w:val="Emphasis"/>
          <w:sz w:val="30"/>
          <w:szCs w:val="30"/>
          <w:highlight w:val="cyan"/>
        </w:rPr>
        <w:t>we’re running on</w:t>
      </w:r>
      <w:r w:rsidRPr="0044481E">
        <w:rPr>
          <w:sz w:val="30"/>
          <w:szCs w:val="30"/>
          <w:highlight w:val="cyan"/>
        </w:rPr>
        <w:t>.</w:t>
      </w:r>
      <w:r w:rsidRPr="007A5819">
        <w:rPr>
          <w:sz w:val="16"/>
        </w:rPr>
        <w:t xml:space="preserve"> Not only </w:t>
      </w:r>
      <w:r w:rsidRPr="0044481E">
        <w:rPr>
          <w:rStyle w:val="Emphasis"/>
          <w:highlight w:val="cyan"/>
        </w:rPr>
        <w:t>here’s what we’ve done</w:t>
      </w:r>
      <w:r w:rsidRPr="007A5819">
        <w:rPr>
          <w:sz w:val="16"/>
        </w:rPr>
        <w:t xml:space="preserve">, but </w:t>
      </w:r>
      <w:r w:rsidRPr="0044481E">
        <w:rPr>
          <w:rStyle w:val="Emphasis"/>
          <w:highlight w:val="cyan"/>
        </w:rPr>
        <w:t>here’s what we’re going to do</w:t>
      </w:r>
      <w:r w:rsidRPr="007A5819">
        <w:rPr>
          <w:sz w:val="16"/>
        </w:rPr>
        <w:t xml:space="preserve"> </w:t>
      </w:r>
      <w:r w:rsidRPr="00211071">
        <w:rPr>
          <w:rStyle w:val="StyleUnderline"/>
        </w:rPr>
        <w:t>next</w:t>
      </w:r>
      <w:r w:rsidRPr="007A5819">
        <w:rPr>
          <w:sz w:val="16"/>
        </w:rPr>
        <w:t>.”</w:t>
      </w:r>
    </w:p>
    <w:p w14:paraId="7594B41C" w14:textId="77777777" w:rsidR="00F431FC" w:rsidRPr="00B2079E" w:rsidRDefault="00F431FC" w:rsidP="00F431FC"/>
    <w:p w14:paraId="64CE9540" w14:textId="77777777" w:rsidR="00F431FC" w:rsidRPr="00EF0E7C" w:rsidRDefault="00F431FC" w:rsidP="00F431FC">
      <w:pPr>
        <w:pStyle w:val="Heading4"/>
      </w:pPr>
      <w:r w:rsidRPr="00B2079E">
        <w:t xml:space="preserve">2. </w:t>
      </w:r>
      <w:r w:rsidRPr="0068072B">
        <w:rPr>
          <w:u w:val="single"/>
        </w:rPr>
        <w:t>Failure</w:t>
      </w:r>
      <w:r w:rsidRPr="00995F26">
        <w:t xml:space="preserve"> to act risks </w:t>
      </w:r>
      <w:r w:rsidRPr="0068072B">
        <w:rPr>
          <w:u w:val="single"/>
        </w:rPr>
        <w:t>alienating potential allies</w:t>
      </w:r>
      <w:r w:rsidRPr="00995F26">
        <w:t xml:space="preserve">, especially as Trump’s </w:t>
      </w:r>
      <w:r>
        <w:t>anti-worker</w:t>
      </w:r>
      <w:r w:rsidRPr="00995F26">
        <w:t xml:space="preserve"> undercuts the party’s populist message. </w:t>
      </w:r>
      <w:r>
        <w:t xml:space="preserve">The plan </w:t>
      </w:r>
      <w:r w:rsidRPr="0068072B">
        <w:rPr>
          <w:u w:val="single"/>
        </w:rPr>
        <w:t>cements</w:t>
      </w:r>
      <w:r>
        <w:t xml:space="preserve"> </w:t>
      </w:r>
      <w:r w:rsidRPr="0068072B">
        <w:t>temporary</w:t>
      </w:r>
      <w:r w:rsidRPr="00995F26">
        <w:t xml:space="preserve"> political </w:t>
      </w:r>
      <w:r w:rsidRPr="0068072B">
        <w:t>gains</w:t>
      </w:r>
      <w:r w:rsidRPr="00995F26">
        <w:t xml:space="preserve"> into a </w:t>
      </w:r>
      <w:r w:rsidRPr="0068072B">
        <w:rPr>
          <w:u w:val="single"/>
        </w:rPr>
        <w:t>durable realignment</w:t>
      </w:r>
      <w:r w:rsidRPr="00995F26">
        <w:t xml:space="preserve"> </w:t>
      </w:r>
      <w:r>
        <w:t xml:space="preserve">that </w:t>
      </w:r>
      <w:r w:rsidRPr="0068072B">
        <w:rPr>
          <w:u w:val="single"/>
        </w:rPr>
        <w:t>GUARANTEES</w:t>
      </w:r>
      <w:r>
        <w:t xml:space="preserve"> GOP success</w:t>
      </w:r>
      <w:r w:rsidRPr="00995F26">
        <w:t xml:space="preserve"> </w:t>
      </w:r>
      <w:r>
        <w:t xml:space="preserve">for </w:t>
      </w:r>
      <w:r w:rsidRPr="0068072B">
        <w:rPr>
          <w:u w:val="single"/>
        </w:rPr>
        <w:t>decades</w:t>
      </w:r>
      <w:r>
        <w:t xml:space="preserve">. That’s Press. </w:t>
      </w:r>
    </w:p>
    <w:p w14:paraId="6440947C" w14:textId="77777777" w:rsidR="00F431FC" w:rsidRPr="00B2079E" w:rsidRDefault="00F431FC" w:rsidP="00F431FC">
      <w:pPr>
        <w:pStyle w:val="Heading4"/>
      </w:pPr>
      <w:r>
        <w:t xml:space="preserve">3.  Coalition building. A concrete win </w:t>
      </w:r>
      <w:r>
        <w:rPr>
          <w:u w:val="single"/>
        </w:rPr>
        <w:t>durably</w:t>
      </w:r>
      <w:r>
        <w:t xml:space="preserve"> realigns new voters to the party. </w:t>
      </w:r>
    </w:p>
    <w:p w14:paraId="1C8D49E4" w14:textId="77777777" w:rsidR="00F431FC" w:rsidRPr="009B45A2" w:rsidRDefault="00F431FC" w:rsidP="00F431FC">
      <w:r w:rsidRPr="009B45A2">
        <w:t xml:space="preserve">Josh </w:t>
      </w:r>
      <w:r w:rsidRPr="009B45A2">
        <w:rPr>
          <w:rStyle w:val="Style13ptBold"/>
        </w:rPr>
        <w:t xml:space="preserve">Boak </w:t>
      </w:r>
      <w:r>
        <w:rPr>
          <w:rStyle w:val="Style13ptBold"/>
        </w:rPr>
        <w:t>&amp;</w:t>
      </w:r>
      <w:r w:rsidRPr="009B45A2">
        <w:t xml:space="preserve"> Zeke </w:t>
      </w:r>
      <w:r w:rsidRPr="009B45A2">
        <w:rPr>
          <w:rStyle w:val="Style13ptBold"/>
        </w:rPr>
        <w:t>Miller 24</w:t>
      </w:r>
      <w:r w:rsidRPr="009B45A2">
        <w:t xml:space="preserve">. </w:t>
      </w:r>
      <w:r>
        <w:t xml:space="preserve">Josh Boak – White House and economic policy @ The Associated Press. Previously Politico, The Fiscal Times, Chicago Tribune. MS Journalism, Columbia University. Zeke Miller – White House @ The Associated Press. Ex-President of the White House Correspondents Association. Previously TIME, Business Insider. </w:t>
      </w:r>
      <w:r w:rsidRPr="009B45A2">
        <w:t xml:space="preserve">"How Trump Is Winning Over Union Members." </w:t>
      </w:r>
      <w:r>
        <w:t>Associated Press</w:t>
      </w:r>
      <w:r w:rsidRPr="009B45A2">
        <w:t>. 11-23-2024. https://www.inc.com/associated-press/how-trump-is-winning-over-union-members/91023789</w:t>
      </w:r>
    </w:p>
    <w:p w14:paraId="7358786E" w14:textId="77777777" w:rsidR="00F431FC" w:rsidRPr="00090BA6" w:rsidRDefault="00F431FC" w:rsidP="00F431FC">
      <w:pPr>
        <w:rPr>
          <w:sz w:val="16"/>
        </w:rPr>
      </w:pPr>
      <w:r w:rsidRPr="00126427">
        <w:rPr>
          <w:rStyle w:val="Emphasis"/>
          <w:highlight w:val="cyan"/>
        </w:rPr>
        <w:t>Working-class voters helped Republicans</w:t>
      </w:r>
      <w:r w:rsidRPr="00090BA6">
        <w:rPr>
          <w:sz w:val="16"/>
        </w:rPr>
        <w:t xml:space="preserve"> </w:t>
      </w:r>
      <w:r w:rsidRPr="009B45A2">
        <w:rPr>
          <w:rStyle w:val="StyleUnderline"/>
          <w:highlight w:val="cyan"/>
        </w:rPr>
        <w:t xml:space="preserve">make </w:t>
      </w:r>
      <w:r w:rsidRPr="009B45A2">
        <w:rPr>
          <w:rStyle w:val="Emphasis"/>
          <w:highlight w:val="cyan"/>
        </w:rPr>
        <w:t>steady election</w:t>
      </w:r>
      <w:r w:rsidRPr="00DB0090">
        <w:rPr>
          <w:rStyle w:val="StyleUnderline"/>
        </w:rPr>
        <w:t xml:space="preserve"> </w:t>
      </w:r>
      <w:r w:rsidRPr="009B45A2">
        <w:rPr>
          <w:rStyle w:val="StyleUnderline"/>
          <w:highlight w:val="cyan"/>
        </w:rPr>
        <w:t>gains</w:t>
      </w:r>
      <w:r w:rsidRPr="00DB0090">
        <w:rPr>
          <w:rStyle w:val="StyleUnderline"/>
        </w:rPr>
        <w:t xml:space="preserve"> this year and</w:t>
      </w:r>
      <w:r w:rsidRPr="00090BA6">
        <w:rPr>
          <w:sz w:val="16"/>
        </w:rPr>
        <w:t xml:space="preserve"> </w:t>
      </w:r>
      <w:r w:rsidRPr="009B45A2">
        <w:rPr>
          <w:rStyle w:val="Emphasis"/>
          <w:sz w:val="28"/>
          <w:szCs w:val="28"/>
          <w:highlight w:val="cyan"/>
        </w:rPr>
        <w:t>expanded</w:t>
      </w:r>
      <w:r w:rsidRPr="00090BA6">
        <w:rPr>
          <w:rStyle w:val="StyleUnderline"/>
        </w:rPr>
        <w:t xml:space="preserve"> a </w:t>
      </w:r>
      <w:r w:rsidRPr="009B45A2">
        <w:rPr>
          <w:rStyle w:val="Emphasis"/>
          <w:sz w:val="28"/>
          <w:szCs w:val="28"/>
          <w:highlight w:val="cyan"/>
        </w:rPr>
        <w:t>coalition</w:t>
      </w:r>
      <w:r w:rsidRPr="00090BA6">
        <w:rPr>
          <w:rStyle w:val="StyleUnderline"/>
        </w:rPr>
        <w:t xml:space="preserve"> that </w:t>
      </w:r>
      <w:r w:rsidRPr="009B45A2">
        <w:rPr>
          <w:rStyle w:val="Emphasis"/>
          <w:sz w:val="28"/>
          <w:szCs w:val="28"/>
          <w:highlight w:val="cyan"/>
        </w:rPr>
        <w:t>increasingly includes</w:t>
      </w:r>
      <w:r w:rsidRPr="00090BA6">
        <w:rPr>
          <w:rStyle w:val="StyleUnderline"/>
        </w:rPr>
        <w:t xml:space="preserve"> rank-and-file </w:t>
      </w:r>
      <w:r w:rsidRPr="009B45A2">
        <w:rPr>
          <w:rStyle w:val="Emphasis"/>
          <w:sz w:val="28"/>
          <w:szCs w:val="28"/>
          <w:highlight w:val="cyan"/>
        </w:rPr>
        <w:t>union members</w:t>
      </w:r>
      <w:r w:rsidRPr="00090BA6">
        <w:rPr>
          <w:sz w:val="16"/>
        </w:rPr>
        <w:t>, a political shift spotlighting one of President-elect Donald Trump’s latest Cabinet picks: a GOP congresswoman, who has drawn labor support, to be his labor secretary.</w:t>
      </w:r>
    </w:p>
    <w:p w14:paraId="2411148A" w14:textId="77777777" w:rsidR="00F431FC" w:rsidRPr="00090BA6" w:rsidRDefault="00F431FC" w:rsidP="00F431FC">
      <w:pPr>
        <w:rPr>
          <w:sz w:val="16"/>
        </w:rPr>
      </w:pPr>
      <w:r w:rsidRPr="00090BA6">
        <w:rPr>
          <w:sz w:val="16"/>
        </w:rPr>
        <w:t>Oregon Rep. Lori Chavez-DeRemer narrowly lost her bid for a second term this month, despite strong backing from union members, a key part of the Democratic base but gravitating in the Trump era toward a Republican Party traditionally allied with business interests.</w:t>
      </w:r>
    </w:p>
    <w:p w14:paraId="3E4DC049" w14:textId="77777777" w:rsidR="00F431FC" w:rsidRPr="00090BA6" w:rsidRDefault="00F431FC" w:rsidP="00F431FC">
      <w:pPr>
        <w:rPr>
          <w:sz w:val="16"/>
        </w:rPr>
      </w:pPr>
      <w:r w:rsidRPr="00090BA6">
        <w:rPr>
          <w:sz w:val="16"/>
        </w:rPr>
        <w:t>“Lori’s strong support from both the Business and Labor communities will ensure that the Labor Department can unite Americans of all backgrounds behind our Agenda for unprecedented National Success — Making America Richer, Wealthier, Stronger and more Prosperous than ever before!” Trump said in a statement announcing his choice Friday night.</w:t>
      </w:r>
    </w:p>
    <w:p w14:paraId="47D6754E" w14:textId="77777777" w:rsidR="00F431FC" w:rsidRPr="00090BA6" w:rsidRDefault="00F431FC" w:rsidP="00F431FC">
      <w:pPr>
        <w:rPr>
          <w:sz w:val="16"/>
        </w:rPr>
      </w:pPr>
      <w:r w:rsidRPr="009B45A2">
        <w:rPr>
          <w:rStyle w:val="StyleUnderline"/>
          <w:highlight w:val="cyan"/>
        </w:rPr>
        <w:t>For decades</w:t>
      </w:r>
      <w:r w:rsidRPr="00090BA6">
        <w:rPr>
          <w:rStyle w:val="StyleUnderline"/>
        </w:rPr>
        <w:t xml:space="preserve">, </w:t>
      </w:r>
      <w:r w:rsidRPr="00090BA6">
        <w:rPr>
          <w:rStyle w:val="Emphasis"/>
        </w:rPr>
        <w:t xml:space="preserve">labor </w:t>
      </w:r>
      <w:r w:rsidRPr="009B45A2">
        <w:rPr>
          <w:rStyle w:val="Emphasis"/>
          <w:highlight w:val="cyan"/>
        </w:rPr>
        <w:t>unions</w:t>
      </w:r>
      <w:r w:rsidRPr="00090BA6">
        <w:rPr>
          <w:rStyle w:val="StyleUnderline"/>
        </w:rPr>
        <w:t xml:space="preserve"> have </w:t>
      </w:r>
      <w:r w:rsidRPr="009B45A2">
        <w:rPr>
          <w:rStyle w:val="StyleUnderline"/>
          <w:highlight w:val="cyan"/>
        </w:rPr>
        <w:t xml:space="preserve">sided with </w:t>
      </w:r>
      <w:r w:rsidRPr="009B45A2">
        <w:rPr>
          <w:rStyle w:val="Emphasis"/>
          <w:highlight w:val="cyan"/>
        </w:rPr>
        <w:t>Democrats</w:t>
      </w:r>
      <w:r w:rsidRPr="00090BA6">
        <w:rPr>
          <w:rStyle w:val="StyleUnderline"/>
        </w:rPr>
        <w:t xml:space="preserve"> and been </w:t>
      </w:r>
      <w:r w:rsidRPr="009B45A2">
        <w:rPr>
          <w:rStyle w:val="StyleUnderline"/>
          <w:highlight w:val="cyan"/>
        </w:rPr>
        <w:t>greeted</w:t>
      </w:r>
      <w:r w:rsidRPr="00090BA6">
        <w:rPr>
          <w:rStyle w:val="StyleUnderline"/>
        </w:rPr>
        <w:t xml:space="preserve"> largely </w:t>
      </w:r>
      <w:r w:rsidRPr="009B45A2">
        <w:rPr>
          <w:rStyle w:val="StyleUnderline"/>
          <w:highlight w:val="cyan"/>
        </w:rPr>
        <w:t>with</w:t>
      </w:r>
      <w:r w:rsidRPr="00090BA6">
        <w:rPr>
          <w:rStyle w:val="StyleUnderline"/>
        </w:rPr>
        <w:t xml:space="preserve"> </w:t>
      </w:r>
      <w:r w:rsidRPr="009B45A2">
        <w:rPr>
          <w:rStyle w:val="Emphasis"/>
          <w:highlight w:val="cyan"/>
        </w:rPr>
        <w:t>hostility</w:t>
      </w:r>
      <w:r w:rsidRPr="009B45A2">
        <w:rPr>
          <w:rStyle w:val="StyleUnderline"/>
          <w:highlight w:val="cyan"/>
        </w:rPr>
        <w:t xml:space="preserve"> by </w:t>
      </w:r>
      <w:r w:rsidRPr="009B45A2">
        <w:rPr>
          <w:rStyle w:val="Emphasis"/>
          <w:highlight w:val="cyan"/>
        </w:rPr>
        <w:t>Republicans</w:t>
      </w:r>
      <w:r w:rsidRPr="00090BA6">
        <w:rPr>
          <w:sz w:val="16"/>
        </w:rPr>
        <w:t xml:space="preserve">. </w:t>
      </w:r>
      <w:r w:rsidRPr="00090BA6">
        <w:rPr>
          <w:rStyle w:val="StyleUnderline"/>
        </w:rPr>
        <w:t xml:space="preserve">But with </w:t>
      </w:r>
      <w:r w:rsidRPr="009B45A2">
        <w:rPr>
          <w:rStyle w:val="Emphasis"/>
          <w:highlight w:val="cyan"/>
        </w:rPr>
        <w:t>Trump’s</w:t>
      </w:r>
      <w:r w:rsidRPr="009B45A2">
        <w:rPr>
          <w:rStyle w:val="StyleUnderline"/>
          <w:highlight w:val="cyan"/>
        </w:rPr>
        <w:t xml:space="preserve"> </w:t>
      </w:r>
      <w:r w:rsidRPr="009B45A2">
        <w:rPr>
          <w:rStyle w:val="Emphasis"/>
          <w:highlight w:val="cyan"/>
        </w:rPr>
        <w:t>populist appeal</w:t>
      </w:r>
      <w:r w:rsidRPr="00090BA6">
        <w:rPr>
          <w:rStyle w:val="StyleUnderline"/>
        </w:rPr>
        <w:t>,</w:t>
      </w:r>
      <w:r w:rsidRPr="00090BA6">
        <w:rPr>
          <w:sz w:val="16"/>
        </w:rPr>
        <w:t xml:space="preserve"> his </w:t>
      </w:r>
      <w:r w:rsidRPr="00090BA6">
        <w:rPr>
          <w:rStyle w:val="StyleUnderline"/>
        </w:rPr>
        <w:t xml:space="preserve">working-class base </w:t>
      </w:r>
      <w:r w:rsidRPr="009B45A2">
        <w:rPr>
          <w:rStyle w:val="StyleUnderline"/>
          <w:highlight w:val="cyan"/>
        </w:rPr>
        <w:t>saw</w:t>
      </w:r>
      <w:r w:rsidRPr="00090BA6">
        <w:rPr>
          <w:rStyle w:val="StyleUnderline"/>
        </w:rPr>
        <w:t xml:space="preserve"> a </w:t>
      </w:r>
      <w:r w:rsidRPr="009B45A2">
        <w:rPr>
          <w:rStyle w:val="StyleUnderline"/>
          <w:highlight w:val="cyan"/>
        </w:rPr>
        <w:t>decent share of union</w:t>
      </w:r>
      <w:r w:rsidRPr="00090BA6">
        <w:rPr>
          <w:rStyle w:val="StyleUnderline"/>
        </w:rPr>
        <w:t xml:space="preserve"> </w:t>
      </w:r>
      <w:r w:rsidRPr="009B45A2">
        <w:rPr>
          <w:rStyle w:val="StyleUnderline"/>
          <w:highlight w:val="cyan"/>
        </w:rPr>
        <w:t>rank-and-file voting</w:t>
      </w:r>
      <w:r w:rsidRPr="00090BA6">
        <w:rPr>
          <w:rStyle w:val="StyleUnderline"/>
        </w:rPr>
        <w:t xml:space="preserve"> for </w:t>
      </w:r>
      <w:r w:rsidRPr="009B45A2">
        <w:rPr>
          <w:rStyle w:val="StyleUnderline"/>
          <w:highlight w:val="cyan"/>
        </w:rPr>
        <w:t>Republicans</w:t>
      </w:r>
      <w:r w:rsidRPr="00090BA6">
        <w:rPr>
          <w:rStyle w:val="StyleUnderline"/>
        </w:rPr>
        <w:t xml:space="preserve"> this year, even</w:t>
      </w:r>
      <w:r w:rsidRPr="00090BA6">
        <w:rPr>
          <w:sz w:val="16"/>
        </w:rPr>
        <w:t xml:space="preserve"> </w:t>
      </w:r>
      <w:r w:rsidRPr="00090BA6">
        <w:rPr>
          <w:rStyle w:val="StyleUnderline"/>
        </w:rPr>
        <w:t>as major unions</w:t>
      </w:r>
      <w:r w:rsidRPr="00090BA6">
        <w:rPr>
          <w:sz w:val="16"/>
        </w:rPr>
        <w:t xml:space="preserve">, including the AFL-CIO and the United Auto Workers, </w:t>
      </w:r>
      <w:r w:rsidRPr="00090BA6">
        <w:rPr>
          <w:rStyle w:val="StyleUnderline"/>
        </w:rPr>
        <w:t>endorsed</w:t>
      </w:r>
      <w:r w:rsidRPr="00090BA6">
        <w:rPr>
          <w:sz w:val="16"/>
        </w:rPr>
        <w:t xml:space="preserve"> Democrat Kamala </w:t>
      </w:r>
      <w:r w:rsidRPr="00090BA6">
        <w:rPr>
          <w:rStyle w:val="Emphasis"/>
        </w:rPr>
        <w:t>Harris</w:t>
      </w:r>
      <w:r w:rsidRPr="00090BA6">
        <w:rPr>
          <w:sz w:val="16"/>
        </w:rPr>
        <w:t xml:space="preserve"> in the White House race.</w:t>
      </w:r>
    </w:p>
    <w:p w14:paraId="095F0170" w14:textId="77777777" w:rsidR="00F431FC" w:rsidRPr="00090BA6" w:rsidRDefault="00F431FC" w:rsidP="00F431FC">
      <w:pPr>
        <w:rPr>
          <w:sz w:val="16"/>
        </w:rPr>
      </w:pPr>
      <w:r w:rsidRPr="00090BA6">
        <w:rPr>
          <w:sz w:val="16"/>
        </w:rPr>
        <w:t>Trump sat down with the International Brotherhood of Teamsters union leadership and members this year, and when he emerged from that meeting, he boasted that a significant chunk of union voters were backing him. Of a possible Teamsters endorsement, he said, “Stranger things have happened.”</w:t>
      </w:r>
    </w:p>
    <w:p w14:paraId="1CC6DFD6" w14:textId="77777777" w:rsidR="00F431FC" w:rsidRPr="00090BA6" w:rsidRDefault="00F431FC" w:rsidP="00F431FC">
      <w:pPr>
        <w:rPr>
          <w:sz w:val="16"/>
        </w:rPr>
      </w:pPr>
      <w:r w:rsidRPr="00090BA6">
        <w:rPr>
          <w:sz w:val="16"/>
        </w:rPr>
        <w:t>The Teamsters ultimately declined to endorse either Trump, the former president, or Harris, the vice president, though leader Sean O’Brien had a prominent speaking slot at the Republican National Convention.</w:t>
      </w:r>
    </w:p>
    <w:p w14:paraId="1485C66C" w14:textId="77777777" w:rsidR="00F431FC" w:rsidRPr="00090BA6" w:rsidRDefault="00F431FC" w:rsidP="00F431FC">
      <w:pPr>
        <w:rPr>
          <w:sz w:val="16"/>
        </w:rPr>
      </w:pPr>
      <w:r w:rsidRPr="00090BA6">
        <w:rPr>
          <w:sz w:val="16"/>
        </w:rPr>
        <w:t>Kara Deniz, a Teamsters spokesperson, told the Associated Press that O’Brien met with more than a dozen House Republicans this past week to lobby on behalf of Chavez-DeRemer. “Chavez-DeRemer would be an excellent choice for labor secretary and has his backing,” Deniz said.</w:t>
      </w:r>
    </w:p>
    <w:p w14:paraId="6B19E11E" w14:textId="77777777" w:rsidR="00F431FC" w:rsidRPr="00090BA6" w:rsidRDefault="00F431FC" w:rsidP="00F431FC">
      <w:pPr>
        <w:rPr>
          <w:sz w:val="16"/>
        </w:rPr>
      </w:pPr>
      <w:r w:rsidRPr="00090BA6">
        <w:rPr>
          <w:sz w:val="16"/>
        </w:rPr>
        <w:t>The work of the Labor Department affects workers’ wages, health and safety, ability to unionize, and employers’ rights to fire employers, among other responsibilities.</w:t>
      </w:r>
    </w:p>
    <w:p w14:paraId="5ADE2B77" w14:textId="77777777" w:rsidR="00F431FC" w:rsidRPr="00090BA6" w:rsidRDefault="00F431FC" w:rsidP="00F431FC">
      <w:pPr>
        <w:rPr>
          <w:sz w:val="16"/>
        </w:rPr>
      </w:pPr>
      <w:r w:rsidRPr="00090BA6">
        <w:rPr>
          <w:sz w:val="16"/>
        </w:rPr>
        <w:t>On Election Day, Trump deepened his support among voters without a college degree after running just slightly ahead of Democrat Joe Biden with noncollege voters in 2020. Trump made modest gains, earning a clear majority of this group, while only about 4 in 10 supported Harris, according to AP VoteCast, a sweeping survey of more than 120,000 voters nationwide.</w:t>
      </w:r>
    </w:p>
    <w:p w14:paraId="18365FE8" w14:textId="77777777" w:rsidR="00F431FC" w:rsidRPr="00090BA6" w:rsidRDefault="00F431FC" w:rsidP="00F431FC">
      <w:pPr>
        <w:rPr>
          <w:sz w:val="16"/>
        </w:rPr>
      </w:pPr>
      <w:r w:rsidRPr="00090BA6">
        <w:rPr>
          <w:sz w:val="16"/>
        </w:rPr>
        <w:t>Unions and the election</w:t>
      </w:r>
    </w:p>
    <w:p w14:paraId="7909FB6E" w14:textId="77777777" w:rsidR="00F431FC" w:rsidRPr="00090BA6" w:rsidRDefault="00F431FC" w:rsidP="00F431FC">
      <w:pPr>
        <w:rPr>
          <w:sz w:val="16"/>
        </w:rPr>
      </w:pPr>
      <w:r w:rsidRPr="00090BA6">
        <w:rPr>
          <w:sz w:val="16"/>
        </w:rPr>
        <w:t>Roughly 18 percent of voters in this year’s election were from union households, with Harris winning a majority of the group. But Trump’s performance among union members kept him competitive and helped him win key states such as Pennsylvania, Michigan and Wisconsin.</w:t>
      </w:r>
    </w:p>
    <w:p w14:paraId="0EFF94FD" w14:textId="77777777" w:rsidR="00F431FC" w:rsidRPr="00090BA6" w:rsidRDefault="00F431FC" w:rsidP="00F431FC">
      <w:pPr>
        <w:rPr>
          <w:sz w:val="16"/>
        </w:rPr>
      </w:pPr>
      <w:r w:rsidRPr="00090BA6">
        <w:rPr>
          <w:sz w:val="16"/>
        </w:rPr>
        <w:t>Chavez-DeRemer was one of few House Republicans to endorse the “Protecting the Right to Organize” or PRO Act, which would allow more workers to conduct organizing campaigns and add penalties for companies that violate workers’ rights.</w:t>
      </w:r>
    </w:p>
    <w:p w14:paraId="7E036248" w14:textId="77777777" w:rsidR="00F431FC" w:rsidRPr="00090BA6" w:rsidRDefault="00F431FC" w:rsidP="00F431FC">
      <w:pPr>
        <w:rPr>
          <w:sz w:val="16"/>
        </w:rPr>
      </w:pPr>
      <w:r w:rsidRPr="00090BA6">
        <w:rPr>
          <w:sz w:val="16"/>
        </w:rPr>
        <w:t>The measure would weaken “right-to-work” laws that allow employees in more than half the states to avoid participating in or paying dues to unions that represent workers at their places of employment.</w:t>
      </w:r>
    </w:p>
    <w:p w14:paraId="62DE6315" w14:textId="77777777" w:rsidR="00F431FC" w:rsidRPr="00090BA6" w:rsidRDefault="00F431FC" w:rsidP="00F431FC">
      <w:pPr>
        <w:rPr>
          <w:sz w:val="16"/>
        </w:rPr>
      </w:pPr>
      <w:r w:rsidRPr="00090BA6">
        <w:rPr>
          <w:rStyle w:val="StyleUnderline"/>
        </w:rPr>
        <w:t xml:space="preserve">Trump’s </w:t>
      </w:r>
      <w:r w:rsidRPr="009B45A2">
        <w:rPr>
          <w:rStyle w:val="StyleUnderline"/>
          <w:highlight w:val="cyan"/>
        </w:rPr>
        <w:t>first term saw</w:t>
      </w:r>
      <w:r w:rsidRPr="00090BA6">
        <w:rPr>
          <w:rStyle w:val="StyleUnderline"/>
        </w:rPr>
        <w:t xml:space="preserve"> firmly </w:t>
      </w:r>
      <w:r w:rsidRPr="009B45A2">
        <w:rPr>
          <w:rStyle w:val="StyleUnderline"/>
          <w:highlight w:val="cyan"/>
        </w:rPr>
        <w:t>pro-business policies</w:t>
      </w:r>
      <w:r w:rsidRPr="00090BA6">
        <w:rPr>
          <w:rStyle w:val="StyleUnderline"/>
        </w:rPr>
        <w:t xml:space="preserve"> </w:t>
      </w:r>
      <w:r w:rsidRPr="009B45A2">
        <w:rPr>
          <w:rStyle w:val="StyleUnderline"/>
          <w:highlight w:val="cyan"/>
        </w:rPr>
        <w:t>from his appointees</w:t>
      </w:r>
      <w:r w:rsidRPr="00090BA6">
        <w:rPr>
          <w:rStyle w:val="StyleUnderline"/>
        </w:rPr>
        <w:t xml:space="preserve"> across government,</w:t>
      </w:r>
      <w:r w:rsidRPr="00090BA6">
        <w:rPr>
          <w:sz w:val="16"/>
        </w:rPr>
        <w:t xml:space="preserve"> </w:t>
      </w:r>
      <w:r w:rsidRPr="00090BA6">
        <w:rPr>
          <w:rStyle w:val="StyleUnderline"/>
        </w:rPr>
        <w:t>including those on the</w:t>
      </w:r>
      <w:r w:rsidRPr="00090BA6">
        <w:rPr>
          <w:sz w:val="16"/>
        </w:rPr>
        <w:t xml:space="preserve"> </w:t>
      </w:r>
      <w:r w:rsidRPr="00090BA6">
        <w:rPr>
          <w:rStyle w:val="Emphasis"/>
        </w:rPr>
        <w:t>N</w:t>
      </w:r>
      <w:r w:rsidRPr="00090BA6">
        <w:rPr>
          <w:sz w:val="16"/>
        </w:rPr>
        <w:t xml:space="preserve">ational </w:t>
      </w:r>
      <w:r w:rsidRPr="00090BA6">
        <w:rPr>
          <w:rStyle w:val="Emphasis"/>
        </w:rPr>
        <w:t>L</w:t>
      </w:r>
      <w:r w:rsidRPr="00090BA6">
        <w:rPr>
          <w:sz w:val="16"/>
        </w:rPr>
        <w:t xml:space="preserve">abor </w:t>
      </w:r>
      <w:r w:rsidRPr="00090BA6">
        <w:rPr>
          <w:rStyle w:val="Emphasis"/>
        </w:rPr>
        <w:t>R</w:t>
      </w:r>
      <w:r w:rsidRPr="00090BA6">
        <w:rPr>
          <w:sz w:val="16"/>
        </w:rPr>
        <w:t xml:space="preserve">elations </w:t>
      </w:r>
      <w:r w:rsidRPr="00090BA6">
        <w:rPr>
          <w:rStyle w:val="Emphasis"/>
        </w:rPr>
        <w:t>B</w:t>
      </w:r>
      <w:r w:rsidRPr="00090BA6">
        <w:rPr>
          <w:sz w:val="16"/>
        </w:rPr>
        <w:t>oard. Trump, a real estate developer and businessman before winning the presidency, generally has backed policies that would make it harder for workers to unionize.</w:t>
      </w:r>
    </w:p>
    <w:p w14:paraId="088C1172" w14:textId="77777777" w:rsidR="00F431FC" w:rsidRPr="00090BA6" w:rsidRDefault="00F431FC" w:rsidP="00F431FC">
      <w:pPr>
        <w:rPr>
          <w:sz w:val="16"/>
        </w:rPr>
      </w:pPr>
      <w:r w:rsidRPr="00090BA6">
        <w:rPr>
          <w:sz w:val="16"/>
        </w:rPr>
        <w:t>During his recent campaign, Trump criticized union bosses, and at one point suggested that UAW members should not pay their dues. His first administration did expand overtime eligibility rules, but not nearly as much as Democrats wanted, and a Trump-appointed judge has since struck down the Biden administration’s more generous overtime rules.</w:t>
      </w:r>
    </w:p>
    <w:p w14:paraId="0085FCB6" w14:textId="77777777" w:rsidR="00F431FC" w:rsidRPr="00090BA6" w:rsidRDefault="00F431FC" w:rsidP="00F431FC">
      <w:pPr>
        <w:rPr>
          <w:sz w:val="16"/>
        </w:rPr>
      </w:pPr>
      <w:r w:rsidRPr="00090BA6">
        <w:rPr>
          <w:sz w:val="16"/>
        </w:rPr>
        <w:t>He has stacked his incoming administration with officials who worked on the Heritage Foundation’s “Project 2025” blueprint, which includes a sharp swing away from Biden’s pro-union policies.</w:t>
      </w:r>
    </w:p>
    <w:p w14:paraId="2F3C91BC" w14:textId="77777777" w:rsidR="00F431FC" w:rsidRDefault="00F431FC" w:rsidP="00F431FC">
      <w:pPr>
        <w:rPr>
          <w:rStyle w:val="StyleUnderline"/>
        </w:rPr>
      </w:pPr>
      <w:r w:rsidRPr="00090BA6">
        <w:rPr>
          <w:sz w:val="16"/>
        </w:rPr>
        <w:t>“Chavez-</w:t>
      </w:r>
      <w:r w:rsidRPr="009B45A2">
        <w:rPr>
          <w:rStyle w:val="Emphasis"/>
          <w:highlight w:val="cyan"/>
        </w:rPr>
        <w:t>DeRemer</w:t>
      </w:r>
      <w:r w:rsidRPr="009B45A2">
        <w:rPr>
          <w:rStyle w:val="Emphasis"/>
        </w:rPr>
        <w:t>’s</w:t>
      </w:r>
      <w:r w:rsidRPr="00090BA6">
        <w:rPr>
          <w:sz w:val="16"/>
        </w:rPr>
        <w:t xml:space="preserve"> </w:t>
      </w:r>
      <w:r w:rsidRPr="00090BA6">
        <w:rPr>
          <w:rStyle w:val="StyleUnderline"/>
        </w:rPr>
        <w:t xml:space="preserve">record suggests she </w:t>
      </w:r>
      <w:r w:rsidRPr="009B45A2">
        <w:rPr>
          <w:rStyle w:val="StyleUnderline"/>
          <w:highlight w:val="cyan"/>
        </w:rPr>
        <w:t>understands the value of</w:t>
      </w:r>
      <w:r w:rsidRPr="00090BA6">
        <w:rPr>
          <w:rStyle w:val="StyleUnderline"/>
        </w:rPr>
        <w:t xml:space="preserve"> policies that strengthen </w:t>
      </w:r>
      <w:r w:rsidRPr="009B45A2">
        <w:rPr>
          <w:rStyle w:val="Emphasis"/>
          <w:highlight w:val="cyan"/>
        </w:rPr>
        <w:t>workers’ rights</w:t>
      </w:r>
      <w:r w:rsidRPr="00090BA6">
        <w:rPr>
          <w:sz w:val="16"/>
        </w:rPr>
        <w:t xml:space="preserve"> and economic security,” said Rebecca Dixon, president and CEO of National Employment Law Project, which is backed my many of the country’s major labor unions. “</w:t>
      </w:r>
      <w:r w:rsidRPr="00090BA6">
        <w:rPr>
          <w:rStyle w:val="StyleUnderline"/>
        </w:rPr>
        <w:t xml:space="preserve">But the </w:t>
      </w:r>
      <w:r w:rsidRPr="009B45A2">
        <w:rPr>
          <w:rStyle w:val="StyleUnderline"/>
          <w:highlight w:val="cyan"/>
        </w:rPr>
        <w:t>Trump</w:t>
      </w:r>
      <w:r w:rsidRPr="00090BA6">
        <w:rPr>
          <w:rStyle w:val="StyleUnderline"/>
        </w:rPr>
        <w:t xml:space="preserve"> administration’s </w:t>
      </w:r>
      <w:r w:rsidRPr="009B45A2">
        <w:rPr>
          <w:rStyle w:val="StyleUnderline"/>
          <w:highlight w:val="cyan"/>
        </w:rPr>
        <w:t>agenda is</w:t>
      </w:r>
      <w:r w:rsidRPr="00090BA6">
        <w:rPr>
          <w:rStyle w:val="StyleUnderline"/>
        </w:rPr>
        <w:t xml:space="preserve"> fundamentally</w:t>
      </w:r>
      <w:r w:rsidRPr="00090BA6">
        <w:rPr>
          <w:sz w:val="16"/>
        </w:rPr>
        <w:t xml:space="preserve"> </w:t>
      </w:r>
      <w:r w:rsidRPr="009B45A2">
        <w:rPr>
          <w:rStyle w:val="StyleUnderline"/>
          <w:highlight w:val="cyan"/>
        </w:rPr>
        <w:t xml:space="preserve">at </w:t>
      </w:r>
      <w:r w:rsidRPr="009B45A2">
        <w:rPr>
          <w:rStyle w:val="Emphasis"/>
          <w:highlight w:val="cyan"/>
        </w:rPr>
        <w:t>odds</w:t>
      </w:r>
      <w:r w:rsidRPr="00090BA6">
        <w:rPr>
          <w:rStyle w:val="StyleUnderline"/>
        </w:rPr>
        <w:t xml:space="preserve"> </w:t>
      </w:r>
      <w:r w:rsidRPr="009B45A2">
        <w:rPr>
          <w:rStyle w:val="StyleUnderline"/>
          <w:highlight w:val="cyan"/>
        </w:rPr>
        <w:t xml:space="preserve">with </w:t>
      </w:r>
      <w:r w:rsidRPr="009B45A2">
        <w:rPr>
          <w:rStyle w:val="Emphasis"/>
          <w:highlight w:val="cyan"/>
        </w:rPr>
        <w:t>these principles</w:t>
      </w:r>
      <w:r w:rsidRPr="00090BA6">
        <w:rPr>
          <w:sz w:val="16"/>
        </w:rPr>
        <w:t xml:space="preserve">, </w:t>
      </w:r>
      <w:r w:rsidRPr="00090BA6">
        <w:rPr>
          <w:rStyle w:val="StyleUnderline"/>
        </w:rPr>
        <w:t xml:space="preserve">threatening to </w:t>
      </w:r>
      <w:r w:rsidRPr="009B45A2">
        <w:rPr>
          <w:rStyle w:val="StyleUnderline"/>
          <w:highlight w:val="cyan"/>
        </w:rPr>
        <w:t>roll back</w:t>
      </w:r>
      <w:r w:rsidRPr="00090BA6">
        <w:rPr>
          <w:rStyle w:val="StyleUnderline"/>
        </w:rPr>
        <w:t xml:space="preserve"> </w:t>
      </w:r>
      <w:r w:rsidRPr="009B45A2">
        <w:rPr>
          <w:rStyle w:val="Emphasis"/>
          <w:highlight w:val="cyan"/>
        </w:rPr>
        <w:t>workplace protections</w:t>
      </w:r>
      <w:r w:rsidRPr="00090BA6">
        <w:rPr>
          <w:sz w:val="16"/>
        </w:rPr>
        <w:t xml:space="preserve">, </w:t>
      </w:r>
      <w:r w:rsidRPr="00090BA6">
        <w:rPr>
          <w:rStyle w:val="StyleUnderline"/>
        </w:rPr>
        <w:t xml:space="preserve">undermine </w:t>
      </w:r>
      <w:r w:rsidRPr="009B45A2">
        <w:rPr>
          <w:rStyle w:val="Emphasis"/>
          <w:highlight w:val="cyan"/>
        </w:rPr>
        <w:t>collective bargaining</w:t>
      </w:r>
      <w:r w:rsidRPr="00090BA6">
        <w:rPr>
          <w:sz w:val="16"/>
        </w:rPr>
        <w:t xml:space="preserve">, </w:t>
      </w:r>
      <w:r w:rsidRPr="00090BA6">
        <w:rPr>
          <w:rStyle w:val="StyleUnderline"/>
        </w:rPr>
        <w:t>and prioritize</w:t>
      </w:r>
      <w:r w:rsidRPr="00090BA6">
        <w:rPr>
          <w:sz w:val="16"/>
        </w:rPr>
        <w:t xml:space="preserve"> corporate </w:t>
      </w:r>
      <w:r w:rsidRPr="009B45A2">
        <w:rPr>
          <w:rStyle w:val="StyleUnderline"/>
          <w:highlight w:val="cyan"/>
        </w:rPr>
        <w:t>profits over the needs</w:t>
      </w:r>
      <w:r w:rsidRPr="00090BA6">
        <w:rPr>
          <w:rStyle w:val="StyleUnderline"/>
        </w:rPr>
        <w:t xml:space="preserve"> of working people</w:t>
      </w:r>
      <w:r w:rsidRPr="00090BA6">
        <w:rPr>
          <w:sz w:val="16"/>
        </w:rPr>
        <w:t xml:space="preserve">. </w:t>
      </w:r>
      <w:r w:rsidRPr="00090BA6">
        <w:rPr>
          <w:rStyle w:val="StyleUnderline"/>
        </w:rPr>
        <w:t xml:space="preserve">This is where her true </w:t>
      </w:r>
      <w:r w:rsidRPr="00090BA6">
        <w:rPr>
          <w:rStyle w:val="Emphasis"/>
        </w:rPr>
        <w:t>commitment</w:t>
      </w:r>
      <w:r w:rsidRPr="00090BA6">
        <w:rPr>
          <w:rStyle w:val="StyleUnderline"/>
        </w:rPr>
        <w:t xml:space="preserve"> to workers will be tested.”</w:t>
      </w:r>
    </w:p>
    <w:p w14:paraId="41AF94F1" w14:textId="77777777" w:rsidR="00F431FC" w:rsidRDefault="00F431FC" w:rsidP="00F431FC">
      <w:pPr>
        <w:rPr>
          <w:rStyle w:val="StyleUnderline"/>
        </w:rPr>
      </w:pPr>
      <w:r w:rsidRPr="00090BA6">
        <w:rPr>
          <w:rStyle w:val="Emphasis"/>
        </w:rPr>
        <w:t>Other</w:t>
      </w:r>
      <w:r w:rsidRPr="00090BA6">
        <w:rPr>
          <w:sz w:val="16"/>
        </w:rPr>
        <w:t xml:space="preserve"> </w:t>
      </w:r>
      <w:r w:rsidRPr="009B45A2">
        <w:rPr>
          <w:rStyle w:val="StyleUnderline"/>
          <w:highlight w:val="cyan"/>
        </w:rPr>
        <w:t>union leaders</w:t>
      </w:r>
      <w:r w:rsidRPr="00090BA6">
        <w:rPr>
          <w:rStyle w:val="StyleUnderline"/>
        </w:rPr>
        <w:t xml:space="preserve"> also </w:t>
      </w:r>
      <w:r w:rsidRPr="009B45A2">
        <w:rPr>
          <w:rStyle w:val="Emphasis"/>
          <w:highlight w:val="cyan"/>
        </w:rPr>
        <w:t>issued praise</w:t>
      </w:r>
      <w:r w:rsidRPr="00090BA6">
        <w:rPr>
          <w:sz w:val="16"/>
        </w:rPr>
        <w:t xml:space="preserve">, </w:t>
      </w:r>
      <w:r w:rsidRPr="00090BA6">
        <w:rPr>
          <w:rStyle w:val="StyleUnderline"/>
        </w:rPr>
        <w:t xml:space="preserve">but also </w:t>
      </w:r>
      <w:r w:rsidRPr="009B45A2">
        <w:rPr>
          <w:rStyle w:val="Emphasis"/>
          <w:highlight w:val="cyan"/>
        </w:rPr>
        <w:t>sounded</w:t>
      </w:r>
      <w:r w:rsidRPr="00090BA6">
        <w:rPr>
          <w:rStyle w:val="StyleUnderline"/>
        </w:rPr>
        <w:t xml:space="preserve"> </w:t>
      </w:r>
      <w:r w:rsidRPr="009B45A2">
        <w:rPr>
          <w:rStyle w:val="StyleUnderline"/>
          <w:highlight w:val="cyan"/>
        </w:rPr>
        <w:t xml:space="preserve">a </w:t>
      </w:r>
      <w:r w:rsidRPr="009B45A2">
        <w:rPr>
          <w:rStyle w:val="Emphasis"/>
          <w:highlight w:val="cyan"/>
        </w:rPr>
        <w:t>note of caution</w:t>
      </w:r>
      <w:r w:rsidRPr="00090BA6">
        <w:rPr>
          <w:rStyle w:val="StyleUnderline"/>
        </w:rPr>
        <w:t>.</w:t>
      </w:r>
    </w:p>
    <w:p w14:paraId="07F1B703" w14:textId="77777777" w:rsidR="00F431FC" w:rsidRDefault="00F431FC" w:rsidP="00F431FC">
      <w:pPr>
        <w:rPr>
          <w:rStyle w:val="StyleUnderline"/>
        </w:rPr>
      </w:pPr>
      <w:r w:rsidRPr="00090BA6">
        <w:rPr>
          <w:sz w:val="16"/>
        </w:rPr>
        <w:t>“</w:t>
      </w:r>
      <w:r w:rsidRPr="00090BA6">
        <w:rPr>
          <w:rStyle w:val="StyleUnderline"/>
        </w:rPr>
        <w:t xml:space="preserve">Educators and </w:t>
      </w:r>
      <w:r w:rsidRPr="009B45A2">
        <w:rPr>
          <w:rStyle w:val="Emphasis"/>
          <w:sz w:val="28"/>
          <w:szCs w:val="28"/>
          <w:highlight w:val="cyan"/>
        </w:rPr>
        <w:t>working families</w:t>
      </w:r>
      <w:r w:rsidRPr="00090BA6">
        <w:rPr>
          <w:rStyle w:val="StyleUnderline"/>
        </w:rPr>
        <w:t xml:space="preserve"> across the </w:t>
      </w:r>
      <w:r w:rsidRPr="00090BA6">
        <w:rPr>
          <w:rStyle w:val="Emphasis"/>
        </w:rPr>
        <w:t>nation</w:t>
      </w:r>
      <w:r w:rsidRPr="00090BA6">
        <w:rPr>
          <w:rStyle w:val="StyleUnderline"/>
        </w:rPr>
        <w:t xml:space="preserve"> </w:t>
      </w:r>
      <w:r w:rsidRPr="009B45A2">
        <w:rPr>
          <w:rStyle w:val="Emphasis"/>
          <w:sz w:val="28"/>
          <w:szCs w:val="28"/>
          <w:highlight w:val="cyan"/>
        </w:rPr>
        <w:t>will be watching</w:t>
      </w:r>
      <w:r w:rsidRPr="00090BA6">
        <w:rPr>
          <w:sz w:val="16"/>
        </w:rPr>
        <w:t xml:space="preserve"> … as she moves through the confirmation process,” the president of the National Education Association, Becky Pringle, said in a statement, “</w:t>
      </w:r>
      <w:r w:rsidRPr="00090BA6">
        <w:rPr>
          <w:rStyle w:val="StyleUnderline"/>
        </w:rPr>
        <w:t xml:space="preserve">and hope to hear a pledge from her to continue to stand up for </w:t>
      </w:r>
      <w:r w:rsidRPr="00090BA6">
        <w:rPr>
          <w:rStyle w:val="Emphasis"/>
        </w:rPr>
        <w:t>workers</w:t>
      </w:r>
      <w:r w:rsidRPr="00090BA6">
        <w:rPr>
          <w:rStyle w:val="StyleUnderline"/>
        </w:rPr>
        <w:t xml:space="preserve"> </w:t>
      </w:r>
      <w:r w:rsidRPr="00090BA6">
        <w:rPr>
          <w:sz w:val="16"/>
        </w:rPr>
        <w:t xml:space="preserve">and students as her record suggests, </w:t>
      </w:r>
      <w:r w:rsidRPr="00090BA6">
        <w:rPr>
          <w:rStyle w:val="StyleUnderline"/>
        </w:rPr>
        <w:t>not blind loyalty to the Project 2025 agenda.”</w:t>
      </w:r>
    </w:p>
    <w:p w14:paraId="5F06949A" w14:textId="77777777" w:rsidR="00F431FC" w:rsidRPr="00090BA6" w:rsidRDefault="00F431FC" w:rsidP="00F431FC">
      <w:pPr>
        <w:rPr>
          <w:sz w:val="16"/>
        </w:rPr>
      </w:pPr>
      <w:r w:rsidRPr="00090BA6">
        <w:rPr>
          <w:sz w:val="16"/>
        </w:rPr>
        <w:t>AFL-CIO President Liz Shuler welcomed the choice while taking care to note Trump’s history of opposing polices that support unions.</w:t>
      </w:r>
    </w:p>
    <w:p w14:paraId="1A7FBFB9" w14:textId="77777777" w:rsidR="00F431FC" w:rsidRDefault="00F431FC" w:rsidP="00F431FC">
      <w:pPr>
        <w:rPr>
          <w:sz w:val="16"/>
        </w:rPr>
      </w:pPr>
      <w:r w:rsidRPr="00090BA6">
        <w:rPr>
          <w:sz w:val="16"/>
        </w:rPr>
        <w:t>“It remains to be seen what she will be permitted to do as secretary of labor in an administration with a dramatically anti-worker agenda,” Shuler said.</w:t>
      </w:r>
    </w:p>
    <w:p w14:paraId="31EAE5A3" w14:textId="77777777" w:rsidR="00F431FC" w:rsidRPr="00B2079E" w:rsidRDefault="00F431FC" w:rsidP="00F431FC">
      <w:pPr>
        <w:pStyle w:val="Heading4"/>
      </w:pPr>
      <w:r>
        <w:t xml:space="preserve">4. Democratic votes. That directly flips </w:t>
      </w:r>
      <w:r>
        <w:rPr>
          <w:u w:val="single"/>
        </w:rPr>
        <w:t>core groups from Dems</w:t>
      </w:r>
      <w:r>
        <w:t xml:space="preserve">. </w:t>
      </w:r>
    </w:p>
    <w:p w14:paraId="1B78785B" w14:textId="77777777" w:rsidR="00F431FC" w:rsidRPr="00E33D16" w:rsidRDefault="00F431FC" w:rsidP="00F431FC">
      <w:r>
        <w:t xml:space="preserve">Stef W. </w:t>
      </w:r>
      <w:r w:rsidRPr="00A13D8F">
        <w:rPr>
          <w:rStyle w:val="Style13ptBold"/>
        </w:rPr>
        <w:t>Kight 25</w:t>
      </w:r>
      <w:r>
        <w:t xml:space="preserve">. Congressional reporter @ Axios. Previously freelance writer at NowThis and Veer Magazine. “Scoop: GOP fight coming over labor unions.” Axios. 1-29-2025. </w:t>
      </w:r>
      <w:r w:rsidRPr="00E33D16">
        <w:t>https://www.axios.com/2025/01/30/senate-republican-josh-hawley-pro-labor-bill-chavez-deremer</w:t>
      </w:r>
    </w:p>
    <w:p w14:paraId="77AE023D" w14:textId="77777777" w:rsidR="00F431FC" w:rsidRPr="007A5819" w:rsidRDefault="00F431FC" w:rsidP="00F431FC">
      <w:pPr>
        <w:rPr>
          <w:sz w:val="16"/>
        </w:rPr>
      </w:pPr>
      <w:r w:rsidRPr="007A5819">
        <w:rPr>
          <w:sz w:val="16"/>
        </w:rPr>
        <w:t xml:space="preserve">Sen. Josh </w:t>
      </w:r>
      <w:r w:rsidRPr="00A13D8F">
        <w:rPr>
          <w:rStyle w:val="StyleUnderline"/>
          <w:highlight w:val="cyan"/>
        </w:rPr>
        <w:t>Hawley</w:t>
      </w:r>
      <w:r w:rsidRPr="007A5819">
        <w:rPr>
          <w:sz w:val="16"/>
        </w:rPr>
        <w:t xml:space="preserve"> (R-Mo.) is aiming to be </w:t>
      </w:r>
      <w:r w:rsidRPr="007A5819">
        <w:rPr>
          <w:rStyle w:val="StyleUnderline"/>
        </w:rPr>
        <w:t>the first Republican</w:t>
      </w:r>
      <w:r w:rsidRPr="007A5819">
        <w:rPr>
          <w:sz w:val="16"/>
        </w:rPr>
        <w:t xml:space="preserve"> in decades </w:t>
      </w:r>
      <w:r w:rsidRPr="007A5819">
        <w:rPr>
          <w:rStyle w:val="StyleUnderline"/>
        </w:rPr>
        <w:t xml:space="preserve">to </w:t>
      </w:r>
      <w:r w:rsidRPr="00A13D8F">
        <w:rPr>
          <w:rStyle w:val="StyleUnderline"/>
          <w:highlight w:val="cyan"/>
        </w:rPr>
        <w:t>sponsor</w:t>
      </w:r>
      <w:r w:rsidRPr="007A5819">
        <w:rPr>
          <w:rStyle w:val="StyleUnderline"/>
        </w:rPr>
        <w:t xml:space="preserve"> major</w:t>
      </w:r>
      <w:r w:rsidRPr="007A5819">
        <w:rPr>
          <w:sz w:val="16"/>
        </w:rPr>
        <w:t xml:space="preserve">, </w:t>
      </w:r>
      <w:r w:rsidRPr="00A13D8F">
        <w:rPr>
          <w:rStyle w:val="StyleUnderline"/>
          <w:highlight w:val="cyan"/>
        </w:rPr>
        <w:t>pro-union labor reform</w:t>
      </w:r>
      <w:r w:rsidRPr="007A5819">
        <w:rPr>
          <w:sz w:val="16"/>
        </w:rPr>
        <w:t>, Axios has learned.</w:t>
      </w:r>
    </w:p>
    <w:p w14:paraId="6998CD6D" w14:textId="77777777" w:rsidR="00F431FC" w:rsidRPr="007A5819" w:rsidRDefault="00F431FC" w:rsidP="00F431FC">
      <w:pPr>
        <w:rPr>
          <w:sz w:val="16"/>
        </w:rPr>
      </w:pPr>
      <w:r w:rsidRPr="007A5819">
        <w:rPr>
          <w:sz w:val="16"/>
        </w:rPr>
        <w:t xml:space="preserve">Why it matters: </w:t>
      </w:r>
      <w:r w:rsidRPr="00A13D8F">
        <w:rPr>
          <w:rStyle w:val="Emphasis"/>
          <w:highlight w:val="cyan"/>
        </w:rPr>
        <w:t>GOP</w:t>
      </w:r>
      <w:r w:rsidRPr="007A5819">
        <w:rPr>
          <w:rStyle w:val="StyleUnderline"/>
        </w:rPr>
        <w:t xml:space="preserve"> </w:t>
      </w:r>
      <w:r w:rsidRPr="00A13D8F">
        <w:rPr>
          <w:rStyle w:val="StyleUnderline"/>
          <w:highlight w:val="cyan"/>
        </w:rPr>
        <w:t>leaders</w:t>
      </w:r>
      <w:r w:rsidRPr="007A5819">
        <w:rPr>
          <w:rStyle w:val="StyleUnderline"/>
        </w:rPr>
        <w:t xml:space="preserve"> </w:t>
      </w:r>
      <w:r w:rsidRPr="00A13D8F">
        <w:rPr>
          <w:rStyle w:val="StyleUnderline"/>
          <w:highlight w:val="cyan"/>
        </w:rPr>
        <w:t>see</w:t>
      </w:r>
      <w:r w:rsidRPr="007A5819">
        <w:rPr>
          <w:rStyle w:val="StyleUnderline"/>
        </w:rPr>
        <w:t xml:space="preserve"> an </w:t>
      </w:r>
      <w:r w:rsidRPr="00A13D8F">
        <w:rPr>
          <w:rStyle w:val="Emphasis"/>
          <w:sz w:val="28"/>
          <w:szCs w:val="28"/>
          <w:highlight w:val="cyan"/>
        </w:rPr>
        <w:t>opportunity</w:t>
      </w:r>
      <w:r w:rsidRPr="00A13D8F">
        <w:rPr>
          <w:rStyle w:val="StyleUnderline"/>
          <w:sz w:val="28"/>
          <w:szCs w:val="28"/>
          <w:highlight w:val="cyan"/>
        </w:rPr>
        <w:t xml:space="preserve"> </w:t>
      </w:r>
      <w:r w:rsidRPr="00A13D8F">
        <w:rPr>
          <w:rStyle w:val="Emphasis"/>
          <w:sz w:val="28"/>
          <w:szCs w:val="28"/>
          <w:highlight w:val="cyan"/>
        </w:rPr>
        <w:t>for</w:t>
      </w:r>
      <w:r w:rsidRPr="007A5819">
        <w:rPr>
          <w:rStyle w:val="Emphasis"/>
        </w:rPr>
        <w:t xml:space="preserve"> </w:t>
      </w:r>
      <w:r w:rsidRPr="00A13D8F">
        <w:rPr>
          <w:rStyle w:val="StyleUnderline"/>
          <w:highlight w:val="cyan"/>
        </w:rPr>
        <w:t>a new</w:t>
      </w:r>
      <w:r w:rsidRPr="007A5819">
        <w:rPr>
          <w:sz w:val="16"/>
        </w:rPr>
        <w:t xml:space="preserve">, </w:t>
      </w:r>
      <w:r w:rsidRPr="00A13D8F">
        <w:rPr>
          <w:rStyle w:val="Emphasis"/>
          <w:sz w:val="28"/>
          <w:szCs w:val="28"/>
          <w:highlight w:val="cyan"/>
        </w:rPr>
        <w:t>working-class coalition</w:t>
      </w:r>
      <w:r w:rsidRPr="007A5819">
        <w:rPr>
          <w:sz w:val="16"/>
        </w:rPr>
        <w:t xml:space="preserve">, </w:t>
      </w:r>
      <w:r w:rsidRPr="007A5819">
        <w:rPr>
          <w:rStyle w:val="StyleUnderline"/>
        </w:rPr>
        <w:t xml:space="preserve">which </w:t>
      </w:r>
      <w:r w:rsidRPr="00A13D8F">
        <w:rPr>
          <w:rStyle w:val="StyleUnderline"/>
          <w:highlight w:val="cyan"/>
        </w:rPr>
        <w:t>includes</w:t>
      </w:r>
      <w:r w:rsidRPr="007A5819">
        <w:rPr>
          <w:sz w:val="16"/>
        </w:rPr>
        <w:t xml:space="preserve"> </w:t>
      </w:r>
      <w:r w:rsidRPr="007A5819">
        <w:rPr>
          <w:rStyle w:val="StyleUnderline"/>
        </w:rPr>
        <w:t xml:space="preserve">more </w:t>
      </w:r>
      <w:r w:rsidRPr="00A13D8F">
        <w:rPr>
          <w:rStyle w:val="Emphasis"/>
          <w:highlight w:val="cyan"/>
        </w:rPr>
        <w:t>union outreach</w:t>
      </w:r>
      <w:r w:rsidRPr="007A5819">
        <w:rPr>
          <w:sz w:val="16"/>
        </w:rPr>
        <w:t>. It's a major shift, and fault lines are already forming over President Trump's pro-labor Cabinet nominee, former Rep. Lori Chavez-DeRemer.</w:t>
      </w:r>
    </w:p>
    <w:p w14:paraId="260DC4C3" w14:textId="77777777" w:rsidR="00F431FC" w:rsidRPr="007A5819" w:rsidRDefault="00F431FC" w:rsidP="00F431FC">
      <w:pPr>
        <w:rPr>
          <w:sz w:val="16"/>
        </w:rPr>
      </w:pPr>
      <w:r w:rsidRPr="007A5819">
        <w:rPr>
          <w:sz w:val="16"/>
        </w:rPr>
        <w:t xml:space="preserve">Zoom in: </w:t>
      </w:r>
      <w:r w:rsidRPr="00A13D8F">
        <w:rPr>
          <w:rStyle w:val="StyleUnderline"/>
          <w:highlight w:val="cyan"/>
        </w:rPr>
        <w:t>Hawley</w:t>
      </w:r>
      <w:r w:rsidRPr="007A5819">
        <w:rPr>
          <w:rStyle w:val="StyleUnderline"/>
        </w:rPr>
        <w:t xml:space="preserve"> has been</w:t>
      </w:r>
      <w:r w:rsidRPr="007A5819">
        <w:rPr>
          <w:sz w:val="16"/>
        </w:rPr>
        <w:t xml:space="preserve"> quietly </w:t>
      </w:r>
      <w:r w:rsidRPr="007A5819">
        <w:rPr>
          <w:rStyle w:val="StyleUnderline"/>
        </w:rPr>
        <w:t>circulating draft legislation</w:t>
      </w:r>
      <w:r w:rsidRPr="007A5819">
        <w:rPr>
          <w:sz w:val="16"/>
        </w:rPr>
        <w:t xml:space="preserve"> </w:t>
      </w:r>
      <w:r w:rsidRPr="007A5819">
        <w:rPr>
          <w:rStyle w:val="StyleUnderline"/>
        </w:rPr>
        <w:t>that would prevent employers from stalling union contract negotiations</w:t>
      </w:r>
      <w:r w:rsidRPr="007A5819">
        <w:rPr>
          <w:sz w:val="16"/>
        </w:rPr>
        <w:t xml:space="preserve"> — keeping the process to months, not years, according to a copy obtained by Axios.</w:t>
      </w:r>
    </w:p>
    <w:p w14:paraId="79423179" w14:textId="77777777" w:rsidR="00F431FC" w:rsidRPr="007A5819" w:rsidRDefault="00F431FC" w:rsidP="00F431FC">
      <w:pPr>
        <w:rPr>
          <w:sz w:val="16"/>
        </w:rPr>
      </w:pPr>
      <w:r w:rsidRPr="007A5819">
        <w:rPr>
          <w:sz w:val="16"/>
        </w:rPr>
        <w:t>He is looking for a Democratic co-sponsor.</w:t>
      </w:r>
    </w:p>
    <w:p w14:paraId="7B70D77B" w14:textId="77777777" w:rsidR="00F431FC" w:rsidRPr="007A5819" w:rsidRDefault="00F431FC" w:rsidP="00F431FC">
      <w:pPr>
        <w:rPr>
          <w:sz w:val="16"/>
        </w:rPr>
      </w:pPr>
      <w:r w:rsidRPr="007A5819">
        <w:rPr>
          <w:rStyle w:val="StyleUnderline"/>
        </w:rPr>
        <w:t xml:space="preserve">The senator </w:t>
      </w:r>
      <w:r w:rsidRPr="00A13D8F">
        <w:rPr>
          <w:rStyle w:val="StyleUnderline"/>
          <w:highlight w:val="cyan"/>
        </w:rPr>
        <w:t>pitched his bill</w:t>
      </w:r>
      <w:r w:rsidRPr="007A5819">
        <w:rPr>
          <w:sz w:val="16"/>
        </w:rPr>
        <w:t xml:space="preserve"> at a dinner Tuesday night </w:t>
      </w:r>
      <w:r w:rsidRPr="00A13D8F">
        <w:rPr>
          <w:rStyle w:val="StyleUnderline"/>
          <w:highlight w:val="cyan"/>
        </w:rPr>
        <w:t>with Teamsters president</w:t>
      </w:r>
      <w:r w:rsidRPr="007A5819">
        <w:rPr>
          <w:rStyle w:val="StyleUnderline"/>
        </w:rPr>
        <w:t xml:space="preserve"> Sean O'Brien</w:t>
      </w:r>
      <w:r w:rsidRPr="007A5819">
        <w:rPr>
          <w:sz w:val="16"/>
        </w:rPr>
        <w:t xml:space="preserve"> </w:t>
      </w:r>
      <w:r w:rsidRPr="00A13D8F">
        <w:rPr>
          <w:rStyle w:val="StyleUnderline"/>
          <w:highlight w:val="cyan"/>
        </w:rPr>
        <w:t>and</w:t>
      </w:r>
      <w:r w:rsidRPr="007A5819">
        <w:rPr>
          <w:sz w:val="16"/>
        </w:rPr>
        <w:t xml:space="preserve"> a small group of </w:t>
      </w:r>
      <w:r w:rsidRPr="00A13D8F">
        <w:rPr>
          <w:rStyle w:val="StyleUnderline"/>
          <w:highlight w:val="cyan"/>
        </w:rPr>
        <w:t>Republican senators</w:t>
      </w:r>
      <w:r w:rsidRPr="007A5819">
        <w:rPr>
          <w:sz w:val="16"/>
        </w:rPr>
        <w:t xml:space="preserve"> — Roger Marshall of Kansas, Jim Banks of Indiana, and Ohio's Bernie Moreno and Jon Husted, sources familiar said.</w:t>
      </w:r>
    </w:p>
    <w:p w14:paraId="33077282" w14:textId="77777777" w:rsidR="00F431FC" w:rsidRPr="007A5819" w:rsidRDefault="00F431FC" w:rsidP="00F431FC">
      <w:pPr>
        <w:rPr>
          <w:sz w:val="16"/>
        </w:rPr>
      </w:pPr>
      <w:r w:rsidRPr="007A5819">
        <w:rPr>
          <w:sz w:val="16"/>
        </w:rPr>
        <w:t xml:space="preserve">"We look forward to </w:t>
      </w:r>
      <w:r w:rsidRPr="00A13D8F">
        <w:rPr>
          <w:rStyle w:val="StyleUnderline"/>
          <w:highlight w:val="cyan"/>
        </w:rPr>
        <w:t>advancing</w:t>
      </w:r>
      <w:r w:rsidRPr="007A5819">
        <w:rPr>
          <w:rStyle w:val="StyleUnderline"/>
        </w:rPr>
        <w:t xml:space="preserve"> </w:t>
      </w:r>
      <w:r w:rsidRPr="00A13D8F">
        <w:rPr>
          <w:rStyle w:val="StyleUnderline"/>
          <w:highlight w:val="cyan"/>
        </w:rPr>
        <w:t>meaningful legislation for working people</w:t>
      </w:r>
      <w:r w:rsidRPr="007A5819">
        <w:rPr>
          <w:sz w:val="16"/>
        </w:rPr>
        <w:t xml:space="preserve"> this Congress," Hawley's office told Axios.</w:t>
      </w:r>
    </w:p>
    <w:p w14:paraId="3FC0C390" w14:textId="77777777" w:rsidR="00F431FC" w:rsidRPr="007A5819" w:rsidRDefault="00F431FC" w:rsidP="00F431FC">
      <w:pPr>
        <w:rPr>
          <w:sz w:val="16"/>
        </w:rPr>
      </w:pPr>
      <w:r w:rsidRPr="007A5819">
        <w:rPr>
          <w:sz w:val="16"/>
        </w:rPr>
        <w:t xml:space="preserve">Zoom out: The effort comes as some Republicans express hesitancy about </w:t>
      </w:r>
      <w:r w:rsidRPr="00A13D8F">
        <w:rPr>
          <w:rStyle w:val="StyleUnderline"/>
          <w:highlight w:val="cyan"/>
        </w:rPr>
        <w:t>Chavez-DeRemer</w:t>
      </w:r>
      <w:r w:rsidRPr="007A5819">
        <w:rPr>
          <w:sz w:val="16"/>
        </w:rPr>
        <w:t>.</w:t>
      </w:r>
    </w:p>
    <w:p w14:paraId="611B3916" w14:textId="77777777" w:rsidR="00F431FC" w:rsidRPr="007A5819" w:rsidRDefault="00F431FC" w:rsidP="00F431FC">
      <w:pPr>
        <w:rPr>
          <w:sz w:val="16"/>
        </w:rPr>
      </w:pPr>
      <w:r w:rsidRPr="007A5819">
        <w:rPr>
          <w:sz w:val="16"/>
        </w:rPr>
        <w:t>Sen. Rand Paul (R-Ky.) told NBC News he is not going to support her, "I think she'll lose 15 Republicans," Paul said, describing her as "</w:t>
      </w:r>
      <w:r w:rsidRPr="00A13D8F">
        <w:rPr>
          <w:rStyle w:val="StyleUnderline"/>
          <w:highlight w:val="cyan"/>
        </w:rPr>
        <w:t>very pro-labor</w:t>
      </w:r>
      <w:r w:rsidRPr="007A5819">
        <w:rPr>
          <w:sz w:val="16"/>
        </w:rPr>
        <w:t>."</w:t>
      </w:r>
    </w:p>
    <w:p w14:paraId="6C69EFA9" w14:textId="77777777" w:rsidR="00F431FC" w:rsidRPr="007A5819" w:rsidRDefault="00F431FC" w:rsidP="00F431FC">
      <w:pPr>
        <w:rPr>
          <w:sz w:val="16"/>
        </w:rPr>
      </w:pPr>
      <w:r w:rsidRPr="007A5819">
        <w:rPr>
          <w:sz w:val="16"/>
        </w:rPr>
        <w:t>Sen. Ron Johnson (R-Wis.) told NBC News he found the nomination "concerning."</w:t>
      </w:r>
    </w:p>
    <w:p w14:paraId="371C0B19" w14:textId="77777777" w:rsidR="00F431FC" w:rsidRPr="007A5819" w:rsidRDefault="00F431FC" w:rsidP="00F431FC">
      <w:pPr>
        <w:rPr>
          <w:sz w:val="16"/>
        </w:rPr>
      </w:pPr>
      <w:r w:rsidRPr="007A5819">
        <w:rPr>
          <w:sz w:val="16"/>
        </w:rPr>
        <w:t>But she is expected to pick up Democratic support, including from fellow Oregonian Sen. Jeff Merkley, who told local reporters of his plans to back her.</w:t>
      </w:r>
    </w:p>
    <w:p w14:paraId="49E29CB7" w14:textId="77777777" w:rsidR="00F431FC" w:rsidRPr="007A5819" w:rsidRDefault="00F431FC" w:rsidP="00F431FC">
      <w:pPr>
        <w:rPr>
          <w:sz w:val="16"/>
        </w:rPr>
      </w:pPr>
      <w:r w:rsidRPr="007A5819">
        <w:rPr>
          <w:sz w:val="16"/>
        </w:rPr>
        <w:t xml:space="preserve">What they're saying: Others in </w:t>
      </w:r>
      <w:r w:rsidRPr="007A5819">
        <w:rPr>
          <w:rStyle w:val="StyleUnderline"/>
        </w:rPr>
        <w:t>the party</w:t>
      </w:r>
      <w:r w:rsidRPr="007A5819">
        <w:rPr>
          <w:sz w:val="16"/>
        </w:rPr>
        <w:t xml:space="preserve"> </w:t>
      </w:r>
      <w:r w:rsidRPr="007A5819">
        <w:rPr>
          <w:rStyle w:val="StyleUnderline"/>
        </w:rPr>
        <w:t>see</w:t>
      </w:r>
      <w:r w:rsidRPr="007A5819">
        <w:rPr>
          <w:sz w:val="16"/>
        </w:rPr>
        <w:t xml:space="preserve"> </w:t>
      </w:r>
      <w:r w:rsidRPr="00A13D8F">
        <w:rPr>
          <w:rStyle w:val="StyleUnderline"/>
          <w:highlight w:val="cyan"/>
        </w:rPr>
        <w:t>the nomination</w:t>
      </w:r>
      <w:r w:rsidRPr="007A5819">
        <w:rPr>
          <w:sz w:val="16"/>
        </w:rPr>
        <w:t xml:space="preserve"> </w:t>
      </w:r>
      <w:r w:rsidRPr="00A13D8F">
        <w:rPr>
          <w:rStyle w:val="StyleUnderline"/>
          <w:highlight w:val="cyan"/>
        </w:rPr>
        <w:t>as a way</w:t>
      </w:r>
      <w:r w:rsidRPr="007A5819">
        <w:rPr>
          <w:sz w:val="16"/>
        </w:rPr>
        <w:t xml:space="preserve"> for Republicans </w:t>
      </w:r>
      <w:r w:rsidRPr="00A13D8F">
        <w:rPr>
          <w:rStyle w:val="StyleUnderline"/>
          <w:highlight w:val="cyan"/>
        </w:rPr>
        <w:t xml:space="preserve">to </w:t>
      </w:r>
      <w:r w:rsidRPr="00A13D8F">
        <w:rPr>
          <w:rStyle w:val="Emphasis"/>
          <w:sz w:val="28"/>
          <w:szCs w:val="28"/>
          <w:highlight w:val="cyan"/>
        </w:rPr>
        <w:t>win over</w:t>
      </w:r>
      <w:r w:rsidRPr="007A5819">
        <w:rPr>
          <w:rStyle w:val="StyleUnderline"/>
        </w:rPr>
        <w:t xml:space="preserve"> more of </w:t>
      </w:r>
      <w:r w:rsidRPr="00A13D8F">
        <w:rPr>
          <w:rStyle w:val="Emphasis"/>
          <w:sz w:val="28"/>
          <w:szCs w:val="28"/>
          <w:highlight w:val="cyan"/>
        </w:rPr>
        <w:t>the</w:t>
      </w:r>
      <w:r w:rsidRPr="00A13D8F">
        <w:rPr>
          <w:rStyle w:val="Emphasis"/>
          <w:sz w:val="28"/>
          <w:szCs w:val="28"/>
        </w:rPr>
        <w:t xml:space="preserve"> </w:t>
      </w:r>
      <w:r w:rsidRPr="00A13D8F">
        <w:rPr>
          <w:rStyle w:val="Emphasis"/>
          <w:sz w:val="28"/>
          <w:szCs w:val="28"/>
          <w:highlight w:val="cyan"/>
        </w:rPr>
        <w:t>historically Democratic union voting bloc</w:t>
      </w:r>
      <w:r w:rsidRPr="007A5819">
        <w:rPr>
          <w:sz w:val="16"/>
        </w:rPr>
        <w:t>.</w:t>
      </w:r>
    </w:p>
    <w:p w14:paraId="15A30222" w14:textId="77777777" w:rsidR="00F431FC" w:rsidRPr="007A5819" w:rsidRDefault="00F431FC" w:rsidP="00F431FC">
      <w:pPr>
        <w:rPr>
          <w:sz w:val="16"/>
        </w:rPr>
      </w:pPr>
      <w:r w:rsidRPr="007A5819">
        <w:rPr>
          <w:rStyle w:val="StyleUnderline"/>
        </w:rPr>
        <w:t>Chavez-DeRemer's nomination</w:t>
      </w:r>
      <w:r w:rsidRPr="007A5819">
        <w:rPr>
          <w:sz w:val="16"/>
        </w:rPr>
        <w:t xml:space="preserve"> "came about by Sean [O'Brien] and I working together with the President," Sen. Markwayne Mullin (R-Okla.) told Axios. He said she is the "perfect balance" as a former Republican lawmaker and </w:t>
      </w:r>
      <w:r w:rsidRPr="00A13D8F">
        <w:rPr>
          <w:rStyle w:val="StyleUnderline"/>
          <w:highlight w:val="cyan"/>
        </w:rPr>
        <w:t>strong pro-labor voice</w:t>
      </w:r>
      <w:r w:rsidRPr="007A5819">
        <w:rPr>
          <w:rStyle w:val="StyleUnderline"/>
        </w:rPr>
        <w:t>.</w:t>
      </w:r>
    </w:p>
    <w:p w14:paraId="29958A2D" w14:textId="77777777" w:rsidR="00F431FC" w:rsidRPr="007A5819" w:rsidRDefault="00F431FC" w:rsidP="00F431FC">
      <w:pPr>
        <w:rPr>
          <w:sz w:val="16"/>
        </w:rPr>
      </w:pPr>
      <w:r w:rsidRPr="007A5819">
        <w:rPr>
          <w:sz w:val="16"/>
        </w:rPr>
        <w:t>Mullin and O'Brien have become friends after going viral for challenging each other to a fight mid-hearing.</w:t>
      </w:r>
    </w:p>
    <w:p w14:paraId="68E2A02F" w14:textId="77777777" w:rsidR="00F431FC" w:rsidRDefault="00F431FC" w:rsidP="00F431FC">
      <w:pPr>
        <w:rPr>
          <w:sz w:val="16"/>
        </w:rPr>
      </w:pPr>
      <w:r w:rsidRPr="007A5819">
        <w:rPr>
          <w:sz w:val="16"/>
        </w:rPr>
        <w:t>"</w:t>
      </w:r>
      <w:r w:rsidRPr="007A5819">
        <w:rPr>
          <w:rStyle w:val="StyleUnderline"/>
        </w:rPr>
        <w:t xml:space="preserve">I think </w:t>
      </w:r>
      <w:r w:rsidRPr="00A13D8F">
        <w:rPr>
          <w:rStyle w:val="Emphasis"/>
          <w:highlight w:val="cyan"/>
        </w:rPr>
        <w:t>the</w:t>
      </w:r>
      <w:r w:rsidRPr="007A5819">
        <w:rPr>
          <w:rStyle w:val="StyleUnderline"/>
        </w:rPr>
        <w:t xml:space="preserve"> </w:t>
      </w:r>
      <w:r w:rsidRPr="00A13D8F">
        <w:rPr>
          <w:rStyle w:val="StyleUnderline"/>
          <w:highlight w:val="cyan"/>
        </w:rPr>
        <w:t>Republican</w:t>
      </w:r>
      <w:r w:rsidRPr="007A5819">
        <w:rPr>
          <w:rStyle w:val="StyleUnderline"/>
        </w:rPr>
        <w:t xml:space="preserve"> </w:t>
      </w:r>
      <w:r w:rsidRPr="00A13D8F">
        <w:rPr>
          <w:rStyle w:val="Emphasis"/>
          <w:sz w:val="28"/>
          <w:szCs w:val="28"/>
          <w:highlight w:val="cyan"/>
        </w:rPr>
        <w:t>Party is expanding</w:t>
      </w:r>
      <w:r w:rsidRPr="007A5819">
        <w:rPr>
          <w:sz w:val="16"/>
        </w:rPr>
        <w:t xml:space="preserve">. I think a lot of that's </w:t>
      </w:r>
      <w:r w:rsidRPr="00A13D8F">
        <w:rPr>
          <w:rStyle w:val="Emphasis"/>
          <w:sz w:val="28"/>
          <w:szCs w:val="28"/>
          <w:highlight w:val="cyan"/>
        </w:rPr>
        <w:t>due to</w:t>
      </w:r>
      <w:r w:rsidRPr="007A5819">
        <w:rPr>
          <w:sz w:val="16"/>
        </w:rPr>
        <w:t xml:space="preserve"> </w:t>
      </w:r>
      <w:r w:rsidRPr="007A5819">
        <w:rPr>
          <w:rStyle w:val="StyleUnderline"/>
        </w:rPr>
        <w:t xml:space="preserve">President </w:t>
      </w:r>
      <w:r w:rsidRPr="00A13D8F">
        <w:rPr>
          <w:rStyle w:val="Emphasis"/>
          <w:sz w:val="28"/>
          <w:szCs w:val="28"/>
          <w:highlight w:val="cyan"/>
        </w:rPr>
        <w:t>Trump</w:t>
      </w:r>
      <w:r w:rsidRPr="007A5819">
        <w:rPr>
          <w:sz w:val="16"/>
        </w:rPr>
        <w:t xml:space="preserve">, and I think that that she should be a solid nomination," </w:t>
      </w:r>
      <w:r w:rsidRPr="007A5819">
        <w:rPr>
          <w:rStyle w:val="StyleUnderline"/>
        </w:rPr>
        <w:t>Marshall</w:t>
      </w:r>
      <w:r w:rsidRPr="007A5819">
        <w:rPr>
          <w:sz w:val="16"/>
        </w:rPr>
        <w:t xml:space="preserve"> told Axios. He also </w:t>
      </w:r>
      <w:r w:rsidRPr="007A5819">
        <w:rPr>
          <w:rStyle w:val="StyleUnderline"/>
        </w:rPr>
        <w:t>expressed willingness to back pro-union legislation</w:t>
      </w:r>
      <w:r w:rsidRPr="007A5819">
        <w:rPr>
          <w:sz w:val="16"/>
        </w:rPr>
        <w:t>.</w:t>
      </w:r>
    </w:p>
    <w:p w14:paraId="592821FC" w14:textId="77777777" w:rsidR="00F431FC" w:rsidRDefault="00F431FC" w:rsidP="00F431FC">
      <w:pPr>
        <w:pStyle w:val="Heading4"/>
      </w:pPr>
      <w:r>
        <w:t xml:space="preserve">That’s key to win the midterm. </w:t>
      </w:r>
    </w:p>
    <w:p w14:paraId="73ACA480" w14:textId="77777777" w:rsidR="00F431FC" w:rsidRPr="006A0965" w:rsidRDefault="00F431FC" w:rsidP="00F431FC">
      <w:pPr>
        <w:rPr>
          <w:lang w:val="fr-FR"/>
        </w:rPr>
      </w:pPr>
      <w:r>
        <w:t xml:space="preserve">Daivd </w:t>
      </w:r>
      <w:r w:rsidRPr="00407ED6">
        <w:rPr>
          <w:rStyle w:val="Style13ptBold"/>
        </w:rPr>
        <w:t>Morgan and</w:t>
      </w:r>
      <w:r>
        <w:t xml:space="preserve"> Bo </w:t>
      </w:r>
      <w:r w:rsidRPr="00407ED6">
        <w:rPr>
          <w:rStyle w:val="Style13ptBold"/>
        </w:rPr>
        <w:t>Erickson, 25</w:t>
      </w:r>
      <w:r>
        <w:t xml:space="preserve">. “Republicans embrace Trump's populist tax push with midterms in mind.” </w:t>
      </w:r>
      <w:r w:rsidRPr="006A0965">
        <w:rPr>
          <w:lang w:val="fr-FR"/>
        </w:rPr>
        <w:t>Reuters. 5-16-2025. https://www.reuters.com/world/us/republicans-embrace-trumps-populist-tax-push-with-midterms-mind-2025-05-15/</w:t>
      </w:r>
    </w:p>
    <w:p w14:paraId="412FA82E" w14:textId="77777777" w:rsidR="00F431FC" w:rsidRPr="00F06F79" w:rsidRDefault="00F431FC" w:rsidP="00F431FC">
      <w:pPr>
        <w:rPr>
          <w:sz w:val="16"/>
        </w:rPr>
      </w:pPr>
      <w:r w:rsidRPr="00FB41EC">
        <w:rPr>
          <w:rStyle w:val="StyleUnderline"/>
        </w:rPr>
        <w:t>After</w:t>
      </w:r>
      <w:r w:rsidRPr="00F06F79">
        <w:rPr>
          <w:sz w:val="16"/>
        </w:rPr>
        <w:t xml:space="preserve"> weeks of </w:t>
      </w:r>
      <w:r w:rsidRPr="00FB41EC">
        <w:rPr>
          <w:rStyle w:val="StyleUnderline"/>
        </w:rPr>
        <w:t>pressure from</w:t>
      </w:r>
      <w:r w:rsidRPr="00F06F79">
        <w:rPr>
          <w:sz w:val="16"/>
        </w:rPr>
        <w:t xml:space="preserve"> </w:t>
      </w:r>
      <w:r w:rsidRPr="00FB41EC">
        <w:rPr>
          <w:rStyle w:val="StyleUnderline"/>
        </w:rPr>
        <w:t>the</w:t>
      </w:r>
      <w:r w:rsidRPr="00F06F79">
        <w:rPr>
          <w:sz w:val="16"/>
        </w:rPr>
        <w:t xml:space="preserve"> president's </w:t>
      </w:r>
      <w:r w:rsidRPr="00FB41EC">
        <w:rPr>
          <w:rStyle w:val="StyleUnderline"/>
        </w:rPr>
        <w:t>MAGA base</w:t>
      </w:r>
      <w:r w:rsidRPr="00F06F79">
        <w:rPr>
          <w:sz w:val="16"/>
        </w:rPr>
        <w:t xml:space="preserve">, </w:t>
      </w:r>
      <w:r w:rsidRPr="006D0381">
        <w:rPr>
          <w:rStyle w:val="StyleUnderline"/>
        </w:rPr>
        <w:t>Republicans</w:t>
      </w:r>
      <w:r w:rsidRPr="006D0381">
        <w:rPr>
          <w:sz w:val="16"/>
        </w:rPr>
        <w:t xml:space="preserve"> in the U.S. House of Representatives </w:t>
      </w:r>
      <w:r w:rsidRPr="006D0381">
        <w:rPr>
          <w:rStyle w:val="StyleUnderline"/>
        </w:rPr>
        <w:t>are advancing legislation</w:t>
      </w:r>
      <w:r w:rsidRPr="006D0381">
        <w:rPr>
          <w:sz w:val="16"/>
        </w:rPr>
        <w:t xml:space="preserve"> </w:t>
      </w:r>
      <w:r w:rsidRPr="006D0381">
        <w:rPr>
          <w:rStyle w:val="StyleUnderline"/>
        </w:rPr>
        <w:t>that includes tax breaks for workers</w:t>
      </w:r>
      <w:r w:rsidRPr="006D0381">
        <w:rPr>
          <w:sz w:val="16"/>
        </w:rPr>
        <w:t xml:space="preserve"> </w:t>
      </w:r>
      <w:r w:rsidRPr="006D0381">
        <w:rPr>
          <w:rStyle w:val="StyleUnderline"/>
        </w:rPr>
        <w:t>who rely on tips and overtime pay</w:t>
      </w:r>
      <w:r w:rsidRPr="006D0381">
        <w:rPr>
          <w:sz w:val="16"/>
        </w:rPr>
        <w:t>, allows people to deduct interest on loans for U.S.-made cars, and proposes government-funded $1,000 MAGA savings accounts for U.S. children born between 2025 and 2028.</w:t>
      </w:r>
    </w:p>
    <w:p w14:paraId="5C53B2EB" w14:textId="77777777" w:rsidR="00F431FC" w:rsidRPr="00F06F79" w:rsidRDefault="00F431FC" w:rsidP="00F431FC">
      <w:pPr>
        <w:rPr>
          <w:sz w:val="16"/>
        </w:rPr>
      </w:pPr>
      <w:r w:rsidRPr="006D0381">
        <w:rPr>
          <w:rStyle w:val="StyleUnderline"/>
          <w:highlight w:val="cyan"/>
        </w:rPr>
        <w:t>They have reason to do</w:t>
      </w:r>
      <w:r w:rsidRPr="00FB41EC">
        <w:rPr>
          <w:rStyle w:val="StyleUnderline"/>
        </w:rPr>
        <w:t xml:space="preserve"> so</w:t>
      </w:r>
      <w:r w:rsidRPr="00F06F79">
        <w:rPr>
          <w:sz w:val="16"/>
        </w:rPr>
        <w:t xml:space="preserve">: voters in </w:t>
      </w:r>
      <w:r w:rsidRPr="006D0381">
        <w:rPr>
          <w:rStyle w:val="StyleUnderline"/>
          <w:highlight w:val="cyan"/>
        </w:rPr>
        <w:t>households earning between</w:t>
      </w:r>
      <w:r w:rsidRPr="00F06F79">
        <w:rPr>
          <w:sz w:val="16"/>
        </w:rPr>
        <w:t xml:space="preserve"> </w:t>
      </w:r>
      <w:r w:rsidRPr="00FB41EC">
        <w:rPr>
          <w:rStyle w:val="StyleUnderline"/>
        </w:rPr>
        <w:t>$</w:t>
      </w:r>
      <w:r w:rsidRPr="006D0381">
        <w:rPr>
          <w:rStyle w:val="StyleUnderline"/>
          <w:highlight w:val="cyan"/>
        </w:rPr>
        <w:t>30</w:t>
      </w:r>
      <w:r w:rsidRPr="00FB41EC">
        <w:rPr>
          <w:rStyle w:val="StyleUnderline"/>
        </w:rPr>
        <w:t xml:space="preserve">,000 </w:t>
      </w:r>
      <w:r w:rsidRPr="006D0381">
        <w:rPr>
          <w:rStyle w:val="StyleUnderline"/>
          <w:highlight w:val="cyan"/>
        </w:rPr>
        <w:t>and $100,000</w:t>
      </w:r>
      <w:r w:rsidRPr="00F06F79">
        <w:rPr>
          <w:sz w:val="16"/>
        </w:rPr>
        <w:t xml:space="preserve"> a year </w:t>
      </w:r>
      <w:r w:rsidRPr="006D0381">
        <w:rPr>
          <w:rStyle w:val="StyleUnderline"/>
          <w:highlight w:val="cyan"/>
        </w:rPr>
        <w:t>swung</w:t>
      </w:r>
      <w:r w:rsidRPr="00FB41EC">
        <w:rPr>
          <w:rStyle w:val="StyleUnderline"/>
        </w:rPr>
        <w:t xml:space="preserve"> </w:t>
      </w:r>
      <w:r w:rsidRPr="006D0381">
        <w:rPr>
          <w:rStyle w:val="StyleUnderline"/>
          <w:highlight w:val="cyan"/>
        </w:rPr>
        <w:t>heavily in Trump's favor</w:t>
      </w:r>
      <w:r w:rsidRPr="00F06F79">
        <w:rPr>
          <w:sz w:val="16"/>
        </w:rPr>
        <w:t xml:space="preserve"> in November, and </w:t>
      </w:r>
      <w:r w:rsidRPr="006D0381">
        <w:rPr>
          <w:rStyle w:val="StyleUnderline"/>
          <w:highlight w:val="cyan"/>
        </w:rPr>
        <w:t>the party</w:t>
      </w:r>
      <w:r w:rsidRPr="00FB41EC">
        <w:rPr>
          <w:rStyle w:val="StyleUnderline"/>
        </w:rPr>
        <w:t xml:space="preserve"> will </w:t>
      </w:r>
      <w:r w:rsidRPr="006D0381">
        <w:rPr>
          <w:rStyle w:val="StyleUnderline"/>
          <w:highlight w:val="cyan"/>
        </w:rPr>
        <w:t>need their support</w:t>
      </w:r>
      <w:r w:rsidRPr="00FB41EC">
        <w:rPr>
          <w:rStyle w:val="StyleUnderline"/>
        </w:rPr>
        <w:t xml:space="preserve"> in next year's midterm elections</w:t>
      </w:r>
      <w:r w:rsidRPr="00F06F79">
        <w:rPr>
          <w:sz w:val="16"/>
        </w:rPr>
        <w:t>, when Democrats will seek to retake control of Congress.</w:t>
      </w:r>
    </w:p>
    <w:p w14:paraId="1203C2C8" w14:textId="77777777" w:rsidR="00F431FC" w:rsidRPr="00F06F79" w:rsidRDefault="00F431FC" w:rsidP="00F431FC">
      <w:pPr>
        <w:rPr>
          <w:sz w:val="16"/>
        </w:rPr>
      </w:pPr>
      <w:r w:rsidRPr="00F06F79">
        <w:rPr>
          <w:sz w:val="16"/>
        </w:rPr>
        <w:t xml:space="preserve">"My </w:t>
      </w:r>
      <w:r w:rsidRPr="006246FD">
        <w:rPr>
          <w:rStyle w:val="Emphasis"/>
          <w:sz w:val="28"/>
          <w:szCs w:val="28"/>
          <w:highlight w:val="cyan"/>
        </w:rPr>
        <w:t>priority</w:t>
      </w:r>
      <w:r w:rsidRPr="00F06F79">
        <w:rPr>
          <w:sz w:val="16"/>
        </w:rPr>
        <w:t xml:space="preserve"> has been </w:t>
      </w:r>
      <w:r w:rsidRPr="00FB41EC">
        <w:rPr>
          <w:rStyle w:val="StyleUnderline"/>
        </w:rPr>
        <w:t xml:space="preserve">to </w:t>
      </w:r>
      <w:r w:rsidRPr="006246FD">
        <w:rPr>
          <w:rStyle w:val="Emphasis"/>
          <w:sz w:val="28"/>
          <w:szCs w:val="28"/>
          <w:highlight w:val="cyan"/>
        </w:rPr>
        <w:t>deliver for the working class</w:t>
      </w:r>
      <w:r w:rsidRPr="00F06F79">
        <w:rPr>
          <w:sz w:val="16"/>
        </w:rPr>
        <w:t xml:space="preserve"> and working families, and that is in fact what this bill will do," said Republican Representative Jason Smith, chair of the tax-writing House Ways &amp; Means Committee, who noted that he grew up living in a trailer in southern Missouri.</w:t>
      </w:r>
    </w:p>
    <w:p w14:paraId="35542B3A" w14:textId="77777777" w:rsidR="00F431FC" w:rsidRPr="00F06F79" w:rsidRDefault="00F431FC" w:rsidP="00F431FC">
      <w:pPr>
        <w:rPr>
          <w:sz w:val="16"/>
        </w:rPr>
      </w:pPr>
      <w:r w:rsidRPr="006D0381">
        <w:rPr>
          <w:rStyle w:val="StyleUnderline"/>
          <w:highlight w:val="cyan"/>
        </w:rPr>
        <w:t>The message</w:t>
      </w:r>
      <w:r w:rsidRPr="00F06F79">
        <w:rPr>
          <w:sz w:val="16"/>
        </w:rPr>
        <w:t xml:space="preserve"> is a far cry from the free-market priorities Republicans prided themselves on a decade ago, and combined with Trump's tariff regime and executive order to cut drug prices, </w:t>
      </w:r>
      <w:r w:rsidRPr="006D0381">
        <w:rPr>
          <w:rStyle w:val="Emphasis"/>
          <w:highlight w:val="cyan"/>
        </w:rPr>
        <w:t>shows</w:t>
      </w:r>
      <w:r w:rsidRPr="00FB41EC">
        <w:rPr>
          <w:rStyle w:val="StyleUnderline"/>
        </w:rPr>
        <w:t xml:space="preserve"> the encompassing </w:t>
      </w:r>
      <w:r w:rsidRPr="006D0381">
        <w:rPr>
          <w:rStyle w:val="Emphasis"/>
          <w:highlight w:val="cyan"/>
        </w:rPr>
        <w:t>sway that</w:t>
      </w:r>
      <w:r w:rsidRPr="00F06F79">
        <w:rPr>
          <w:sz w:val="16"/>
        </w:rPr>
        <w:t xml:space="preserve"> his </w:t>
      </w:r>
      <w:r w:rsidRPr="006D0381">
        <w:rPr>
          <w:rStyle w:val="Emphasis"/>
          <w:highlight w:val="cyan"/>
        </w:rPr>
        <w:t>populism</w:t>
      </w:r>
      <w:r w:rsidRPr="00F06F79">
        <w:rPr>
          <w:sz w:val="16"/>
        </w:rPr>
        <w:t xml:space="preserve"> now </w:t>
      </w:r>
      <w:r w:rsidRPr="006D0381">
        <w:rPr>
          <w:rStyle w:val="Emphasis"/>
          <w:highlight w:val="cyan"/>
        </w:rPr>
        <w:t>holds over the party</w:t>
      </w:r>
      <w:r w:rsidRPr="00F06F79">
        <w:rPr>
          <w:sz w:val="16"/>
        </w:rPr>
        <w:t>.</w:t>
      </w:r>
    </w:p>
    <w:p w14:paraId="790B2F3A" w14:textId="77777777" w:rsidR="00F431FC" w:rsidRPr="00F06F79" w:rsidRDefault="00F431FC" w:rsidP="00F431FC">
      <w:pPr>
        <w:rPr>
          <w:sz w:val="16"/>
        </w:rPr>
      </w:pPr>
      <w:r w:rsidRPr="00F06F79">
        <w:rPr>
          <w:sz w:val="16"/>
        </w:rPr>
        <w:t xml:space="preserve">White House spokesperson Harrison Fields described </w:t>
      </w:r>
      <w:r w:rsidRPr="006D0381">
        <w:rPr>
          <w:rStyle w:val="StyleUnderline"/>
          <w:highlight w:val="cyan"/>
        </w:rPr>
        <w:t>the</w:t>
      </w:r>
      <w:r w:rsidRPr="00F06F79">
        <w:rPr>
          <w:sz w:val="16"/>
        </w:rPr>
        <w:t xml:space="preserve"> House </w:t>
      </w:r>
      <w:r w:rsidRPr="006D0381">
        <w:rPr>
          <w:rStyle w:val="StyleUnderline"/>
          <w:highlight w:val="cyan"/>
        </w:rPr>
        <w:t>bill</w:t>
      </w:r>
      <w:r w:rsidRPr="00F06F79">
        <w:rPr>
          <w:sz w:val="16"/>
        </w:rPr>
        <w:t xml:space="preserve"> as </w:t>
      </w:r>
      <w:r w:rsidRPr="006D0381">
        <w:rPr>
          <w:sz w:val="16"/>
          <w:highlight w:val="cyan"/>
        </w:rPr>
        <w:t>"</w:t>
      </w:r>
      <w:r w:rsidRPr="006D0381">
        <w:rPr>
          <w:rStyle w:val="StyleUnderline"/>
          <w:highlight w:val="cyan"/>
        </w:rPr>
        <w:t>vital relief</w:t>
      </w:r>
      <w:r w:rsidRPr="00F06F79">
        <w:rPr>
          <w:sz w:val="16"/>
        </w:rPr>
        <w:t xml:space="preserve">" </w:t>
      </w:r>
      <w:r w:rsidRPr="00FB41EC">
        <w:rPr>
          <w:rStyle w:val="StyleUnderline"/>
        </w:rPr>
        <w:t>for families</w:t>
      </w:r>
      <w:r w:rsidRPr="00F06F79">
        <w:rPr>
          <w:sz w:val="16"/>
        </w:rPr>
        <w:t xml:space="preserve">. "The </w:t>
      </w:r>
      <w:r w:rsidRPr="006D0381">
        <w:rPr>
          <w:rStyle w:val="StyleUnderline"/>
          <w:highlight w:val="cyan"/>
        </w:rPr>
        <w:t>No Tax on Tips, Overtime, and Social Security</w:t>
      </w:r>
      <w:r w:rsidRPr="00F06F79">
        <w:rPr>
          <w:sz w:val="16"/>
        </w:rPr>
        <w:t xml:space="preserve"> policies — are all included in the House bill, and the administration is going to continue to push these and other critical priorities through the legislative process," Fields said.</w:t>
      </w:r>
    </w:p>
    <w:p w14:paraId="3D1FB822" w14:textId="77777777" w:rsidR="00F431FC" w:rsidRPr="00F06F79" w:rsidRDefault="00F431FC" w:rsidP="00F431FC">
      <w:pPr>
        <w:rPr>
          <w:sz w:val="16"/>
        </w:rPr>
      </w:pPr>
      <w:r w:rsidRPr="00F06F79">
        <w:rPr>
          <w:sz w:val="16"/>
        </w:rPr>
        <w:t>Democrats question how much the bill will really help working-class Americans. Based on a nonpartisan Joint Committee on Taxation analysis, they calculate that people making less than $50,000 per year would get $263 in tax relief while those making over $1 million would get more than $81,000.</w:t>
      </w:r>
    </w:p>
    <w:p w14:paraId="04E7D822" w14:textId="77777777" w:rsidR="00F431FC" w:rsidRPr="00F06F79" w:rsidRDefault="00F431FC" w:rsidP="00F431FC">
      <w:pPr>
        <w:rPr>
          <w:sz w:val="16"/>
        </w:rPr>
      </w:pPr>
      <w:r w:rsidRPr="00F06F79">
        <w:rPr>
          <w:sz w:val="16"/>
        </w:rPr>
        <w:t>"There's no reason we can't focus this tax relief on the people that are out there working hard for a living and not the Elon Musks of the world," said Representative Lloyd Doggett, a Democratic tax writer from Texas.</w:t>
      </w:r>
    </w:p>
    <w:p w14:paraId="4D5B336B" w14:textId="77777777" w:rsidR="00F431FC" w:rsidRPr="00F06F79" w:rsidRDefault="00F431FC" w:rsidP="00F431FC">
      <w:pPr>
        <w:rPr>
          <w:sz w:val="16"/>
        </w:rPr>
      </w:pPr>
      <w:r w:rsidRPr="00FB41EC">
        <w:rPr>
          <w:rStyle w:val="StyleUnderline"/>
        </w:rPr>
        <w:t>Republican lawmakers acknowledged</w:t>
      </w:r>
      <w:r w:rsidRPr="00F06F79">
        <w:rPr>
          <w:sz w:val="16"/>
        </w:rPr>
        <w:t xml:space="preserve"> the </w:t>
      </w:r>
      <w:r w:rsidRPr="006246FD">
        <w:rPr>
          <w:rStyle w:val="Emphasis"/>
          <w:sz w:val="28"/>
          <w:szCs w:val="28"/>
          <w:highlight w:val="cyan"/>
        </w:rPr>
        <w:t>support of working-class</w:t>
      </w:r>
      <w:r w:rsidRPr="006D0381">
        <w:rPr>
          <w:rStyle w:val="Emphasis"/>
          <w:highlight w:val="cyan"/>
        </w:rPr>
        <w:t xml:space="preserve"> </w:t>
      </w:r>
      <w:r w:rsidRPr="006246FD">
        <w:rPr>
          <w:rStyle w:val="Emphasis"/>
          <w:sz w:val="28"/>
          <w:szCs w:val="28"/>
          <w:highlight w:val="cyan"/>
        </w:rPr>
        <w:t>voters</w:t>
      </w:r>
      <w:r w:rsidRPr="00F06F79">
        <w:rPr>
          <w:sz w:val="16"/>
        </w:rPr>
        <w:t xml:space="preserve"> will be </w:t>
      </w:r>
      <w:r w:rsidRPr="006246FD">
        <w:rPr>
          <w:rStyle w:val="Emphasis"/>
          <w:sz w:val="28"/>
          <w:szCs w:val="28"/>
          <w:highlight w:val="cyan"/>
        </w:rPr>
        <w:t>critical to</w:t>
      </w:r>
      <w:r w:rsidRPr="00F06F79">
        <w:rPr>
          <w:sz w:val="16"/>
        </w:rPr>
        <w:t xml:space="preserve"> </w:t>
      </w:r>
      <w:r w:rsidRPr="00FB41EC">
        <w:rPr>
          <w:rStyle w:val="StyleUnderline"/>
        </w:rPr>
        <w:t xml:space="preserve">their chances of </w:t>
      </w:r>
      <w:r w:rsidRPr="006D0381">
        <w:rPr>
          <w:rStyle w:val="Emphasis"/>
          <w:highlight w:val="cyan"/>
        </w:rPr>
        <w:t>protecting their</w:t>
      </w:r>
      <w:r w:rsidRPr="00F06F79">
        <w:rPr>
          <w:sz w:val="16"/>
        </w:rPr>
        <w:t xml:space="preserve"> </w:t>
      </w:r>
      <w:r w:rsidRPr="00FB41EC">
        <w:rPr>
          <w:rStyle w:val="StyleUnderline"/>
        </w:rPr>
        <w:t>220-213</w:t>
      </w:r>
      <w:r w:rsidRPr="00F06F79">
        <w:rPr>
          <w:sz w:val="16"/>
        </w:rPr>
        <w:t xml:space="preserve"> </w:t>
      </w:r>
      <w:r w:rsidRPr="006246FD">
        <w:rPr>
          <w:rStyle w:val="Emphasis"/>
          <w:sz w:val="28"/>
          <w:szCs w:val="28"/>
          <w:highlight w:val="cyan"/>
        </w:rPr>
        <w:t>House majority</w:t>
      </w:r>
      <w:r w:rsidRPr="006D0381">
        <w:rPr>
          <w:rStyle w:val="Emphasis"/>
          <w:highlight w:val="cyan"/>
        </w:rPr>
        <w:t xml:space="preserve"> </w:t>
      </w:r>
      <w:r w:rsidRPr="006246FD">
        <w:rPr>
          <w:rStyle w:val="StyleUnderline"/>
          <w:highlight w:val="cyan"/>
        </w:rPr>
        <w:t>and</w:t>
      </w:r>
      <w:r w:rsidRPr="00F06F79">
        <w:rPr>
          <w:sz w:val="16"/>
        </w:rPr>
        <w:t xml:space="preserve"> </w:t>
      </w:r>
      <w:r w:rsidRPr="00FB41EC">
        <w:rPr>
          <w:rStyle w:val="StyleUnderline"/>
        </w:rPr>
        <w:t>53-47</w:t>
      </w:r>
      <w:r w:rsidRPr="00F06F79">
        <w:rPr>
          <w:sz w:val="16"/>
        </w:rPr>
        <w:t xml:space="preserve"> </w:t>
      </w:r>
      <w:r w:rsidRPr="006D0381">
        <w:rPr>
          <w:rStyle w:val="Emphasis"/>
          <w:highlight w:val="cyan"/>
        </w:rPr>
        <w:t>Senate edge</w:t>
      </w:r>
      <w:r w:rsidRPr="00FB41EC">
        <w:rPr>
          <w:rStyle w:val="StyleUnderline"/>
        </w:rPr>
        <w:t xml:space="preserve"> next year</w:t>
      </w:r>
      <w:r w:rsidRPr="00F06F79">
        <w:rPr>
          <w:sz w:val="16"/>
        </w:rPr>
        <w:t>.</w:t>
      </w:r>
    </w:p>
    <w:p w14:paraId="3ED06A03" w14:textId="77777777" w:rsidR="00F431FC" w:rsidRPr="00F06F79" w:rsidRDefault="00F431FC" w:rsidP="00F431FC">
      <w:pPr>
        <w:rPr>
          <w:sz w:val="16"/>
        </w:rPr>
      </w:pPr>
      <w:r w:rsidRPr="00F06F79">
        <w:rPr>
          <w:sz w:val="16"/>
        </w:rPr>
        <w:t>"</w:t>
      </w:r>
      <w:r w:rsidRPr="00FB41EC">
        <w:rPr>
          <w:rStyle w:val="Emphasis"/>
        </w:rPr>
        <w:t>They're vitally important</w:t>
      </w:r>
      <w:r w:rsidRPr="00F06F79">
        <w:rPr>
          <w:sz w:val="16"/>
        </w:rPr>
        <w:t xml:space="preserve">," Republican Senator Markwayne Mullin of Oklahoma told Reuters. "We expect them to </w:t>
      </w:r>
      <w:r w:rsidRPr="00FB41EC">
        <w:rPr>
          <w:rStyle w:val="StyleUnderline"/>
        </w:rPr>
        <w:t xml:space="preserve">play a </w:t>
      </w:r>
      <w:r w:rsidRPr="006246FD">
        <w:rPr>
          <w:rStyle w:val="Emphasis"/>
          <w:sz w:val="28"/>
          <w:szCs w:val="28"/>
          <w:highlight w:val="cyan"/>
        </w:rPr>
        <w:t>vital</w:t>
      </w:r>
      <w:r w:rsidRPr="00FB41EC">
        <w:rPr>
          <w:rStyle w:val="StyleUnderline"/>
        </w:rPr>
        <w:t xml:space="preserve"> role </w:t>
      </w:r>
      <w:r w:rsidRPr="006246FD">
        <w:rPr>
          <w:rStyle w:val="Emphasis"/>
          <w:sz w:val="28"/>
          <w:szCs w:val="28"/>
          <w:highlight w:val="cyan"/>
        </w:rPr>
        <w:t>in the midterms</w:t>
      </w:r>
      <w:r w:rsidRPr="00F06F79">
        <w:rPr>
          <w:sz w:val="16"/>
        </w:rPr>
        <w:t>."</w:t>
      </w:r>
    </w:p>
    <w:p w14:paraId="5C7FBC45" w14:textId="77777777" w:rsidR="00F431FC" w:rsidRPr="007A5819" w:rsidRDefault="00F431FC" w:rsidP="00F431FC">
      <w:pPr>
        <w:rPr>
          <w:sz w:val="16"/>
        </w:rPr>
      </w:pPr>
    </w:p>
    <w:p w14:paraId="2B669256" w14:textId="77777777" w:rsidR="00F431FC" w:rsidRDefault="00F431FC" w:rsidP="00F431FC">
      <w:pPr>
        <w:pStyle w:val="Heading4"/>
      </w:pPr>
      <w:r>
        <w:t xml:space="preserve">5. Trump. He’ll campaign on even a left-wing proposal like the </w:t>
      </w:r>
      <w:r w:rsidRPr="00B2079E">
        <w:rPr>
          <w:u w:val="single"/>
        </w:rPr>
        <w:t>plan as a win.</w:t>
      </w:r>
      <w:r>
        <w:t xml:space="preserve"> </w:t>
      </w:r>
    </w:p>
    <w:p w14:paraId="1908BCF8" w14:textId="77777777" w:rsidR="00F431FC" w:rsidRDefault="00F431FC" w:rsidP="00F431FC">
      <w:r w:rsidRPr="00533D8B">
        <w:t xml:space="preserve">Batya </w:t>
      </w:r>
      <w:r w:rsidRPr="00533D8B">
        <w:rPr>
          <w:rStyle w:val="Style13ptBold"/>
        </w:rPr>
        <w:t>Ungar-Sargon 24</w:t>
      </w:r>
      <w:r w:rsidRPr="00533D8B">
        <w:t>.</w:t>
      </w:r>
      <w:r>
        <w:t xml:space="preserve"> O</w:t>
      </w:r>
      <w:r w:rsidRPr="00533D8B">
        <w:t>pinion editor at Newsweek</w:t>
      </w:r>
      <w:r>
        <w:t>.</w:t>
      </w:r>
      <w:r w:rsidRPr="00533D8B">
        <w:t xml:space="preserve"> "The Rise of the Pro-Worker Republican." American Compass. 11-18-2024. https://americancompass.org/the-rise-of-the-pro-worker-republican</w:t>
      </w:r>
    </w:p>
    <w:p w14:paraId="7F4633C2" w14:textId="77777777" w:rsidR="00F431FC" w:rsidRDefault="00F431FC" w:rsidP="00F431FC">
      <w:pPr>
        <w:rPr>
          <w:rStyle w:val="StyleUnderline"/>
        </w:rPr>
      </w:pPr>
      <w:r w:rsidRPr="005A4A00">
        <w:rPr>
          <w:rStyle w:val="Emphasis"/>
          <w:sz w:val="24"/>
          <w:szCs w:val="28"/>
          <w:highlight w:val="cyan"/>
        </w:rPr>
        <w:t>Trump hasn’t been shy</w:t>
      </w:r>
      <w:r w:rsidRPr="00533D8B">
        <w:rPr>
          <w:rStyle w:val="StyleUnderline"/>
          <w:sz w:val="24"/>
          <w:szCs w:val="28"/>
        </w:rPr>
        <w:t xml:space="preserve"> </w:t>
      </w:r>
      <w:r w:rsidRPr="005A4A00">
        <w:rPr>
          <w:rStyle w:val="StyleUnderline"/>
          <w:highlight w:val="cyan"/>
        </w:rPr>
        <w:t>to</w:t>
      </w:r>
      <w:r w:rsidRPr="00533D8B">
        <w:rPr>
          <w:rStyle w:val="StyleUnderline"/>
        </w:rPr>
        <w:t xml:space="preserve"> </w:t>
      </w:r>
      <w:r w:rsidRPr="005A4A00">
        <w:rPr>
          <w:rStyle w:val="Emphasis"/>
          <w:highlight w:val="cyan"/>
        </w:rPr>
        <w:t>adopt</w:t>
      </w:r>
      <w:r w:rsidRPr="00533D8B">
        <w:rPr>
          <w:rStyle w:val="StyleUnderline"/>
        </w:rPr>
        <w:t xml:space="preserve"> the </w:t>
      </w:r>
      <w:r w:rsidRPr="00B2079E">
        <w:rPr>
          <w:rStyle w:val="Emphasis"/>
          <w:sz w:val="28"/>
          <w:szCs w:val="32"/>
          <w:highlight w:val="cyan"/>
        </w:rPr>
        <w:t>best ideas from both sides</w:t>
      </w:r>
      <w:r w:rsidRPr="00533D8B">
        <w:rPr>
          <w:rStyle w:val="StyleUnderline"/>
        </w:rPr>
        <w:t xml:space="preserve">—even from </w:t>
      </w:r>
      <w:r w:rsidRPr="00533D8B">
        <w:rPr>
          <w:rStyle w:val="Emphasis"/>
        </w:rPr>
        <w:t>progressives</w:t>
      </w:r>
      <w:r w:rsidRPr="00533D8B">
        <w:rPr>
          <w:sz w:val="16"/>
        </w:rPr>
        <w:t xml:space="preserve">. Recall that it was progressives who used to support tariffs, and progressives who used to support controlling the border and deporting illegal immigrants to protect wages. In both his first term and what he promises for a second, </w:t>
      </w:r>
      <w:r w:rsidRPr="00533D8B">
        <w:rPr>
          <w:rStyle w:val="StyleUnderline"/>
        </w:rPr>
        <w:t xml:space="preserve">Trump has </w:t>
      </w:r>
      <w:r w:rsidRPr="005A4A00">
        <w:rPr>
          <w:rStyle w:val="Emphasis"/>
          <w:highlight w:val="cyan"/>
        </w:rPr>
        <w:t>taken</w:t>
      </w:r>
      <w:r w:rsidRPr="00533D8B">
        <w:rPr>
          <w:rStyle w:val="StyleUnderline"/>
        </w:rPr>
        <w:t xml:space="preserve"> on the </w:t>
      </w:r>
      <w:r w:rsidRPr="005A4A00">
        <w:rPr>
          <w:rStyle w:val="Emphasis"/>
          <w:highlight w:val="cyan"/>
        </w:rPr>
        <w:t>old guard</w:t>
      </w:r>
      <w:r w:rsidRPr="00533D8B">
        <w:rPr>
          <w:rStyle w:val="StyleUnderline"/>
        </w:rPr>
        <w:t xml:space="preserve"> of the </w:t>
      </w:r>
      <w:r w:rsidRPr="005A4A00">
        <w:rPr>
          <w:rStyle w:val="Emphasis"/>
          <w:highlight w:val="cyan"/>
        </w:rPr>
        <w:t>Republican Party</w:t>
      </w:r>
      <w:r w:rsidRPr="00533D8B">
        <w:rPr>
          <w:sz w:val="16"/>
        </w:rPr>
        <w:t>—</w:t>
      </w:r>
      <w:r w:rsidRPr="00533D8B">
        <w:rPr>
          <w:rStyle w:val="StyleUnderline"/>
        </w:rPr>
        <w:t xml:space="preserve">which has historically preferred free trade and trickle-down economics—to </w:t>
      </w:r>
      <w:r w:rsidRPr="005A4A00">
        <w:rPr>
          <w:rStyle w:val="Emphasis"/>
          <w:highlight w:val="cyan"/>
        </w:rPr>
        <w:t>wage political warfare</w:t>
      </w:r>
      <w:r w:rsidRPr="00533D8B">
        <w:rPr>
          <w:rStyle w:val="StyleUnderline"/>
        </w:rPr>
        <w:t xml:space="preserve"> on the entrenched, </w:t>
      </w:r>
      <w:r w:rsidRPr="00533D8B">
        <w:rPr>
          <w:rStyle w:val="Emphasis"/>
        </w:rPr>
        <w:t>credentialed</w:t>
      </w:r>
      <w:r w:rsidRPr="00533D8B">
        <w:rPr>
          <w:rStyle w:val="StyleUnderline"/>
        </w:rPr>
        <w:t xml:space="preserve"> caste of both parties, a </w:t>
      </w:r>
      <w:r w:rsidRPr="00533D8B">
        <w:rPr>
          <w:rStyle w:val="Emphasis"/>
        </w:rPr>
        <w:t>program</w:t>
      </w:r>
      <w:r w:rsidRPr="00533D8B">
        <w:rPr>
          <w:rStyle w:val="StyleUnderline"/>
        </w:rPr>
        <w:t xml:space="preserve"> that </w:t>
      </w:r>
      <w:r w:rsidRPr="00533D8B">
        <w:rPr>
          <w:rStyle w:val="Emphasis"/>
        </w:rPr>
        <w:t>steadily bore fruit until</w:t>
      </w:r>
      <w:r w:rsidRPr="00533D8B">
        <w:rPr>
          <w:rStyle w:val="StyleUnderline"/>
        </w:rPr>
        <w:t xml:space="preserve"> the </w:t>
      </w:r>
      <w:r w:rsidRPr="00533D8B">
        <w:rPr>
          <w:rStyle w:val="Emphasis"/>
        </w:rPr>
        <w:t>pandemic</w:t>
      </w:r>
      <w:r w:rsidRPr="00533D8B">
        <w:rPr>
          <w:rStyle w:val="StyleUnderline"/>
        </w:rPr>
        <w:t xml:space="preserve">. </w:t>
      </w:r>
    </w:p>
    <w:p w14:paraId="433C861F" w14:textId="77777777" w:rsidR="00F431FC" w:rsidRPr="00533D8B" w:rsidRDefault="00F431FC" w:rsidP="00F431FC">
      <w:pPr>
        <w:rPr>
          <w:sz w:val="16"/>
        </w:rPr>
      </w:pPr>
      <w:r w:rsidRPr="00533D8B">
        <w:rPr>
          <w:sz w:val="16"/>
        </w:rPr>
        <w:t>“</w:t>
      </w:r>
      <w:r w:rsidRPr="00533D8B">
        <w:rPr>
          <w:rStyle w:val="StyleUnderline"/>
        </w:rPr>
        <w:t xml:space="preserve">There are many </w:t>
      </w:r>
      <w:r w:rsidRPr="005A4A00">
        <w:rPr>
          <w:rStyle w:val="Emphasis"/>
          <w:highlight w:val="cyan"/>
        </w:rPr>
        <w:t>pro-worker Republicans</w:t>
      </w:r>
      <w:r w:rsidRPr="00533D8B">
        <w:rPr>
          <w:rStyle w:val="StyleUnderline"/>
        </w:rPr>
        <w:t xml:space="preserve"> who are </w:t>
      </w:r>
      <w:r w:rsidRPr="005A4A00">
        <w:rPr>
          <w:rStyle w:val="StyleUnderline"/>
          <w:highlight w:val="cyan"/>
        </w:rPr>
        <w:t xml:space="preserve">moving the </w:t>
      </w:r>
      <w:r w:rsidRPr="005A4A00">
        <w:rPr>
          <w:rStyle w:val="Emphasis"/>
          <w:highlight w:val="cyan"/>
        </w:rPr>
        <w:t>party away</w:t>
      </w:r>
      <w:r w:rsidRPr="00533D8B">
        <w:rPr>
          <w:rStyle w:val="StyleUnderline"/>
        </w:rPr>
        <w:t xml:space="preserve"> </w:t>
      </w:r>
      <w:r w:rsidRPr="005A4A00">
        <w:rPr>
          <w:rStyle w:val="StyleUnderline"/>
          <w:highlight w:val="cyan"/>
        </w:rPr>
        <w:t>from</w:t>
      </w:r>
      <w:r w:rsidRPr="00533D8B">
        <w:rPr>
          <w:rStyle w:val="StyleUnderline"/>
        </w:rPr>
        <w:t xml:space="preserve"> the </w:t>
      </w:r>
      <w:r w:rsidRPr="005A4A00">
        <w:rPr>
          <w:rStyle w:val="Emphasis"/>
          <w:highlight w:val="cyan"/>
        </w:rPr>
        <w:t>corporatist elites</w:t>
      </w:r>
      <w:r w:rsidRPr="00533D8B">
        <w:rPr>
          <w:sz w:val="16"/>
        </w:rPr>
        <w:t>,” O’Brien told me. “</w:t>
      </w:r>
      <w:r w:rsidRPr="00533D8B">
        <w:rPr>
          <w:rStyle w:val="StyleUnderline"/>
        </w:rPr>
        <w:t xml:space="preserve">And </w:t>
      </w:r>
      <w:r w:rsidRPr="005A4A00">
        <w:rPr>
          <w:rStyle w:val="Emphasis"/>
          <w:highlight w:val="cyan"/>
        </w:rPr>
        <w:t>workers</w:t>
      </w:r>
      <w:r w:rsidRPr="00533D8B">
        <w:rPr>
          <w:rStyle w:val="StyleUnderline"/>
        </w:rPr>
        <w:t xml:space="preserve"> </w:t>
      </w:r>
      <w:r w:rsidRPr="005A4A00">
        <w:rPr>
          <w:rStyle w:val="StyleUnderline"/>
          <w:highlight w:val="cyan"/>
        </w:rPr>
        <w:t>are</w:t>
      </w:r>
      <w:r w:rsidRPr="00533D8B">
        <w:rPr>
          <w:rStyle w:val="StyleUnderline"/>
        </w:rPr>
        <w:t xml:space="preserve"> </w:t>
      </w:r>
      <w:r w:rsidRPr="005A4A00">
        <w:rPr>
          <w:rStyle w:val="Emphasis"/>
          <w:highlight w:val="cyan"/>
        </w:rPr>
        <w:t>taking notice</w:t>
      </w:r>
      <w:r w:rsidRPr="00533D8B">
        <w:rPr>
          <w:sz w:val="16"/>
        </w:rPr>
        <w:t>. During the campaign, we watched Democrats cozy up with Big Tech and lean further into corporate mega-donors. They raised more than a billion bucks but it cost them the election.”</w:t>
      </w:r>
    </w:p>
    <w:p w14:paraId="03F23BCA" w14:textId="77777777" w:rsidR="00F431FC" w:rsidRPr="00533D8B" w:rsidRDefault="00F431FC" w:rsidP="00F431FC">
      <w:pPr>
        <w:rPr>
          <w:rStyle w:val="StyleUnderline"/>
        </w:rPr>
      </w:pPr>
      <w:r w:rsidRPr="00533D8B">
        <w:rPr>
          <w:sz w:val="16"/>
        </w:rPr>
        <w:t xml:space="preserve">Both </w:t>
      </w:r>
      <w:r w:rsidRPr="005A4A00">
        <w:rPr>
          <w:rStyle w:val="Emphasis"/>
          <w:highlight w:val="cyan"/>
        </w:rPr>
        <w:t>Trump</w:t>
      </w:r>
      <w:r w:rsidRPr="00533D8B">
        <w:rPr>
          <w:sz w:val="16"/>
        </w:rPr>
        <w:t xml:space="preserve"> and O’Brien showed immense leadership simply by listening to what their constituents—the people who elected them to serve—were asking for, and following through, rather than lecturing them or lying to them. </w:t>
      </w:r>
      <w:r w:rsidRPr="00533D8B">
        <w:rPr>
          <w:rStyle w:val="StyleUnderline"/>
        </w:rPr>
        <w:t xml:space="preserve">Both were willing to </w:t>
      </w:r>
      <w:r w:rsidRPr="005A4A00">
        <w:rPr>
          <w:rStyle w:val="Emphasis"/>
          <w:highlight w:val="cyan"/>
        </w:rPr>
        <w:t>take</w:t>
      </w:r>
      <w:r w:rsidRPr="005A4A00">
        <w:rPr>
          <w:rStyle w:val="StyleUnderline"/>
          <w:highlight w:val="cyan"/>
        </w:rPr>
        <w:t xml:space="preserve"> on</w:t>
      </w:r>
      <w:r w:rsidRPr="00533D8B">
        <w:rPr>
          <w:rStyle w:val="StyleUnderline"/>
        </w:rPr>
        <w:t xml:space="preserve"> an </w:t>
      </w:r>
      <w:r w:rsidRPr="005A4A00">
        <w:rPr>
          <w:rStyle w:val="Emphasis"/>
          <w:highlight w:val="cyan"/>
        </w:rPr>
        <w:t>establishment</w:t>
      </w:r>
      <w:r w:rsidRPr="00533D8B">
        <w:rPr>
          <w:rStyle w:val="StyleUnderline"/>
        </w:rPr>
        <w:t xml:space="preserve"> </w:t>
      </w:r>
      <w:r w:rsidRPr="005A4A00">
        <w:rPr>
          <w:rStyle w:val="StyleUnderline"/>
          <w:highlight w:val="cyan"/>
        </w:rPr>
        <w:t>that</w:t>
      </w:r>
      <w:r w:rsidRPr="00533D8B">
        <w:rPr>
          <w:rStyle w:val="StyleUnderline"/>
        </w:rPr>
        <w:t xml:space="preserve"> told </w:t>
      </w:r>
      <w:r w:rsidRPr="00533D8B">
        <w:rPr>
          <w:rStyle w:val="Emphasis"/>
        </w:rPr>
        <w:t xml:space="preserve">them to </w:t>
      </w:r>
      <w:r w:rsidRPr="005A4A00">
        <w:rPr>
          <w:rStyle w:val="Emphasis"/>
          <w:highlight w:val="cyan"/>
        </w:rPr>
        <w:t>sell out workers</w:t>
      </w:r>
      <w:r w:rsidRPr="00533D8B">
        <w:rPr>
          <w:sz w:val="16"/>
        </w:rPr>
        <w:t xml:space="preserve">, </w:t>
      </w:r>
      <w:r w:rsidRPr="00533D8B">
        <w:rPr>
          <w:rStyle w:val="StyleUnderline"/>
        </w:rPr>
        <w:t xml:space="preserve">either </w:t>
      </w:r>
      <w:r w:rsidRPr="005A4A00">
        <w:rPr>
          <w:rStyle w:val="StyleUnderline"/>
          <w:highlight w:val="cyan"/>
        </w:rPr>
        <w:t xml:space="preserve">to the </w:t>
      </w:r>
      <w:r w:rsidRPr="005A4A00">
        <w:rPr>
          <w:rStyle w:val="Emphasis"/>
          <w:highlight w:val="cyan"/>
        </w:rPr>
        <w:t>Chamber of Commerce</w:t>
      </w:r>
      <w:r w:rsidRPr="00533D8B">
        <w:rPr>
          <w:rStyle w:val="StyleUnderline"/>
        </w:rPr>
        <w:t xml:space="preserve"> </w:t>
      </w:r>
      <w:r w:rsidRPr="005A4A00">
        <w:rPr>
          <w:rStyle w:val="StyleUnderline"/>
          <w:highlight w:val="cyan"/>
        </w:rPr>
        <w:t>or</w:t>
      </w:r>
      <w:r w:rsidRPr="00533D8B">
        <w:rPr>
          <w:rStyle w:val="StyleUnderline"/>
        </w:rPr>
        <w:t xml:space="preserve"> to </w:t>
      </w:r>
      <w:r w:rsidRPr="005A4A00">
        <w:rPr>
          <w:rStyle w:val="StyleUnderline"/>
          <w:highlight w:val="cyan"/>
        </w:rPr>
        <w:t>the</w:t>
      </w:r>
      <w:r w:rsidRPr="00533D8B">
        <w:rPr>
          <w:rStyle w:val="StyleUnderline"/>
        </w:rPr>
        <w:t xml:space="preserve"> peccadilloes of a </w:t>
      </w:r>
      <w:r w:rsidRPr="005A4A00">
        <w:rPr>
          <w:rStyle w:val="Emphasis"/>
          <w:highlight w:val="cyan"/>
        </w:rPr>
        <w:t>Democratic Party</w:t>
      </w:r>
      <w:r w:rsidRPr="00533D8B">
        <w:rPr>
          <w:rStyle w:val="StyleUnderline"/>
        </w:rPr>
        <w:t xml:space="preserve"> </w:t>
      </w:r>
      <w:r w:rsidRPr="005A4A00">
        <w:rPr>
          <w:rStyle w:val="StyleUnderline"/>
          <w:highlight w:val="cyan"/>
        </w:rPr>
        <w:t>that abandoned labor</w:t>
      </w:r>
      <w:r w:rsidRPr="00533D8B">
        <w:rPr>
          <w:rStyle w:val="StyleUnderline"/>
        </w:rPr>
        <w:t xml:space="preserve"> to cater to the cultural concerns of the elites and the economic interests of the dependent poor. </w:t>
      </w:r>
    </w:p>
    <w:p w14:paraId="7EEC76C4" w14:textId="77777777" w:rsidR="00F431FC" w:rsidRDefault="00F431FC" w:rsidP="00F431FC">
      <w:pPr>
        <w:rPr>
          <w:rStyle w:val="StyleUnderline"/>
        </w:rPr>
      </w:pPr>
      <w:r w:rsidRPr="00533D8B">
        <w:rPr>
          <w:sz w:val="16"/>
        </w:rPr>
        <w:t xml:space="preserve">That </w:t>
      </w:r>
      <w:r w:rsidRPr="005A4A00">
        <w:rPr>
          <w:rStyle w:val="Emphasis"/>
          <w:highlight w:val="cyan"/>
        </w:rPr>
        <w:t>Trump</w:t>
      </w:r>
      <w:r w:rsidRPr="00533D8B">
        <w:rPr>
          <w:sz w:val="16"/>
        </w:rPr>
        <w:t xml:space="preserve"> has </w:t>
      </w:r>
      <w:r w:rsidRPr="00533D8B">
        <w:rPr>
          <w:rStyle w:val="StyleUnderline"/>
        </w:rPr>
        <w:t>married</w:t>
      </w:r>
      <w:r w:rsidRPr="00533D8B">
        <w:rPr>
          <w:sz w:val="16"/>
        </w:rPr>
        <w:t xml:space="preserve"> his proposed </w:t>
      </w:r>
      <w:r w:rsidRPr="00533D8B">
        <w:rPr>
          <w:rStyle w:val="StyleUnderline"/>
        </w:rPr>
        <w:t>tariffs</w:t>
      </w:r>
      <w:r w:rsidRPr="00533D8B">
        <w:rPr>
          <w:sz w:val="16"/>
        </w:rPr>
        <w:t xml:space="preserve"> </w:t>
      </w:r>
      <w:r w:rsidRPr="00533D8B">
        <w:rPr>
          <w:rStyle w:val="StyleUnderline"/>
        </w:rPr>
        <w:t>and hawkish immigration policy</w:t>
      </w:r>
      <w:r w:rsidRPr="00533D8B">
        <w:rPr>
          <w:sz w:val="16"/>
        </w:rPr>
        <w:t xml:space="preserve"> </w:t>
      </w:r>
      <w:r w:rsidRPr="00533D8B">
        <w:rPr>
          <w:rStyle w:val="StyleUnderline"/>
        </w:rPr>
        <w:t>with such</w:t>
      </w:r>
      <w:r w:rsidRPr="00533D8B">
        <w:rPr>
          <w:sz w:val="16"/>
        </w:rPr>
        <w:t xml:space="preserve"> </w:t>
      </w:r>
      <w:r w:rsidRPr="00533D8B">
        <w:rPr>
          <w:rStyle w:val="StyleUnderline"/>
        </w:rPr>
        <w:t>an aggressively pro-labor secretary</w:t>
      </w:r>
      <w:r w:rsidRPr="00533D8B">
        <w:rPr>
          <w:sz w:val="16"/>
        </w:rPr>
        <w:t xml:space="preserve"> for the Department of Labor </w:t>
      </w:r>
      <w:r w:rsidRPr="00533D8B">
        <w:rPr>
          <w:rStyle w:val="StyleUnderline"/>
        </w:rPr>
        <w:t xml:space="preserve">shows how </w:t>
      </w:r>
      <w:r w:rsidRPr="005A4A00">
        <w:rPr>
          <w:rStyle w:val="Emphasis"/>
          <w:highlight w:val="cyan"/>
        </w:rPr>
        <w:t>serious</w:t>
      </w:r>
      <w:r w:rsidRPr="00533D8B">
        <w:rPr>
          <w:rStyle w:val="StyleUnderline"/>
        </w:rPr>
        <w:t xml:space="preserve"> he is </w:t>
      </w:r>
      <w:r w:rsidRPr="005A4A00">
        <w:rPr>
          <w:rStyle w:val="StyleUnderline"/>
          <w:highlight w:val="cyan"/>
        </w:rPr>
        <w:t xml:space="preserve">about </w:t>
      </w:r>
      <w:r w:rsidRPr="005A4A00">
        <w:rPr>
          <w:rStyle w:val="Emphasis"/>
          <w:highlight w:val="cyan"/>
        </w:rPr>
        <w:t>representing</w:t>
      </w:r>
      <w:r w:rsidRPr="00533D8B">
        <w:rPr>
          <w:rStyle w:val="StyleUnderline"/>
        </w:rPr>
        <w:t xml:space="preserve"> the </w:t>
      </w:r>
      <w:r w:rsidRPr="005A4A00">
        <w:rPr>
          <w:rStyle w:val="Emphasis"/>
          <w:highlight w:val="cyan"/>
        </w:rPr>
        <w:t>working-class Americans</w:t>
      </w:r>
      <w:r w:rsidRPr="00533D8B">
        <w:rPr>
          <w:rStyle w:val="StyleUnderline"/>
        </w:rPr>
        <w:t xml:space="preserve"> </w:t>
      </w:r>
      <w:r w:rsidRPr="005A4A00">
        <w:rPr>
          <w:rStyle w:val="StyleUnderline"/>
          <w:highlight w:val="cyan"/>
        </w:rPr>
        <w:t xml:space="preserve">who </w:t>
      </w:r>
      <w:r w:rsidRPr="005A4A00">
        <w:rPr>
          <w:rStyle w:val="Emphasis"/>
          <w:highlight w:val="cyan"/>
        </w:rPr>
        <w:t>gave him his victory</w:t>
      </w:r>
      <w:r w:rsidRPr="00533D8B">
        <w:rPr>
          <w:rStyle w:val="StyleUnderline"/>
        </w:rPr>
        <w:t xml:space="preserve">. </w:t>
      </w:r>
    </w:p>
    <w:p w14:paraId="50953ADB" w14:textId="77777777" w:rsidR="00F431FC" w:rsidRPr="00533D8B" w:rsidRDefault="00F431FC" w:rsidP="00F431FC">
      <w:pPr>
        <w:rPr>
          <w:sz w:val="16"/>
        </w:rPr>
      </w:pPr>
      <w:r w:rsidRPr="00533D8B">
        <w:rPr>
          <w:sz w:val="16"/>
        </w:rPr>
        <w:t xml:space="preserve">The lesson here is clear: </w:t>
      </w:r>
      <w:r w:rsidRPr="00533D8B">
        <w:rPr>
          <w:rStyle w:val="StyleUnderline"/>
        </w:rPr>
        <w:t xml:space="preserve">Democratic </w:t>
      </w:r>
      <w:r w:rsidRPr="005A4A00">
        <w:rPr>
          <w:rStyle w:val="StyleUnderline"/>
          <w:highlight w:val="cyan"/>
        </w:rPr>
        <w:t>elites</w:t>
      </w:r>
      <w:r w:rsidRPr="00533D8B">
        <w:rPr>
          <w:rStyle w:val="StyleUnderline"/>
        </w:rPr>
        <w:t xml:space="preserve"> </w:t>
      </w:r>
      <w:r w:rsidRPr="005A4A00">
        <w:rPr>
          <w:rStyle w:val="StyleUnderline"/>
          <w:highlight w:val="cyan"/>
        </w:rPr>
        <w:t xml:space="preserve">need to </w:t>
      </w:r>
      <w:r w:rsidRPr="005A4A00">
        <w:rPr>
          <w:rStyle w:val="Emphasis"/>
          <w:highlight w:val="cyan"/>
        </w:rPr>
        <w:t>stop lecturing people</w:t>
      </w:r>
      <w:r w:rsidRPr="00533D8B">
        <w:rPr>
          <w:rStyle w:val="StyleUnderline"/>
        </w:rPr>
        <w:t xml:space="preserve"> who have</w:t>
      </w:r>
      <w:r w:rsidRPr="00533D8B">
        <w:rPr>
          <w:sz w:val="16"/>
        </w:rPr>
        <w:t xml:space="preserve"> </w:t>
      </w:r>
      <w:r w:rsidRPr="00533D8B">
        <w:rPr>
          <w:rStyle w:val="StyleUnderline"/>
        </w:rPr>
        <w:t>much less than them and start listening to the people who used to be their voters</w:t>
      </w:r>
      <w:r w:rsidRPr="00533D8B">
        <w:rPr>
          <w:sz w:val="16"/>
        </w:rPr>
        <w:t xml:space="preserve">. They can start by taking a page out of the playbook used by Sean O’Brien, who chose to meet workers where they are at and demand for them a seat at the table—whichever table that may be. </w:t>
      </w:r>
    </w:p>
    <w:p w14:paraId="07FFD4EE" w14:textId="77777777" w:rsidR="00F431FC" w:rsidRPr="00533D8B" w:rsidRDefault="00F431FC" w:rsidP="00F431FC">
      <w:pPr>
        <w:rPr>
          <w:sz w:val="16"/>
        </w:rPr>
      </w:pPr>
      <w:r w:rsidRPr="00533D8B">
        <w:rPr>
          <w:sz w:val="16"/>
        </w:rPr>
        <w:t>Needless to say, that move paid off.</w:t>
      </w:r>
    </w:p>
    <w:p w14:paraId="7C985B1D" w14:textId="77777777" w:rsidR="00F431FC" w:rsidRPr="00533D8B" w:rsidRDefault="00F431FC" w:rsidP="00F431FC">
      <w:pPr>
        <w:rPr>
          <w:rStyle w:val="Emphasis"/>
          <w:sz w:val="28"/>
        </w:rPr>
      </w:pPr>
      <w:r w:rsidRPr="00533D8B">
        <w:rPr>
          <w:rStyle w:val="StyleUnderline"/>
        </w:rPr>
        <w:t>“</w:t>
      </w:r>
      <w:r w:rsidRPr="005A4A00">
        <w:rPr>
          <w:rStyle w:val="Emphasis"/>
          <w:highlight w:val="cyan"/>
        </w:rPr>
        <w:t>Trade unionism</w:t>
      </w:r>
      <w:r w:rsidRPr="00533D8B">
        <w:rPr>
          <w:rStyle w:val="StyleUnderline"/>
        </w:rPr>
        <w:t xml:space="preserve"> and </w:t>
      </w:r>
      <w:r w:rsidRPr="005A4A00">
        <w:rPr>
          <w:rStyle w:val="Emphasis"/>
          <w:highlight w:val="cyan"/>
        </w:rPr>
        <w:t>democracy</w:t>
      </w:r>
      <w:r w:rsidRPr="00533D8B">
        <w:rPr>
          <w:rStyle w:val="StyleUnderline"/>
        </w:rPr>
        <w:t xml:space="preserve"> are one and the same—they’re </w:t>
      </w:r>
      <w:r w:rsidRPr="005A4A00">
        <w:rPr>
          <w:rStyle w:val="Emphasis"/>
          <w:highlight w:val="cyan"/>
        </w:rPr>
        <w:t>won</w:t>
      </w:r>
      <w:r w:rsidRPr="00533D8B">
        <w:rPr>
          <w:rStyle w:val="StyleUnderline"/>
        </w:rPr>
        <w:t xml:space="preserve"> </w:t>
      </w:r>
      <w:r w:rsidRPr="005A4A00">
        <w:rPr>
          <w:rStyle w:val="StyleUnderline"/>
          <w:highlight w:val="cyan"/>
        </w:rPr>
        <w:t xml:space="preserve">by </w:t>
      </w:r>
      <w:r w:rsidRPr="005A4A00">
        <w:rPr>
          <w:rStyle w:val="Emphasis"/>
          <w:highlight w:val="cyan"/>
        </w:rPr>
        <w:t>those who show up</w:t>
      </w:r>
      <w:r w:rsidRPr="00533D8B">
        <w:rPr>
          <w:sz w:val="16"/>
        </w:rPr>
        <w:t xml:space="preserve">. And they’re preserved by those who refuse to give up,” O’Brien told me. “The </w:t>
      </w:r>
      <w:r w:rsidRPr="00533D8B">
        <w:rPr>
          <w:rStyle w:val="StyleUnderline"/>
        </w:rPr>
        <w:t>2024</w:t>
      </w:r>
      <w:r w:rsidRPr="00533D8B">
        <w:rPr>
          <w:sz w:val="16"/>
        </w:rPr>
        <w:t xml:space="preserve"> election </w:t>
      </w:r>
      <w:r w:rsidRPr="00533D8B">
        <w:rPr>
          <w:rStyle w:val="StyleUnderline"/>
        </w:rPr>
        <w:t xml:space="preserve">created an opportunity for both parties to do the right thing and work with us to protect workers. </w:t>
      </w:r>
      <w:r w:rsidRPr="005A4A00">
        <w:rPr>
          <w:rStyle w:val="Emphasis"/>
          <w:highlight w:val="cyan"/>
        </w:rPr>
        <w:t>Time will tell</w:t>
      </w:r>
      <w:r w:rsidRPr="00533D8B">
        <w:rPr>
          <w:rStyle w:val="StyleUnderline"/>
        </w:rPr>
        <w:t xml:space="preserve"> </w:t>
      </w:r>
      <w:r w:rsidRPr="005A4A00">
        <w:rPr>
          <w:rStyle w:val="Emphasis"/>
          <w:highlight w:val="cyan"/>
        </w:rPr>
        <w:t>who really shows up</w:t>
      </w:r>
      <w:r w:rsidRPr="00533D8B">
        <w:rPr>
          <w:rStyle w:val="StyleUnderline"/>
        </w:rPr>
        <w:t xml:space="preserve"> </w:t>
      </w:r>
      <w:r w:rsidRPr="005A4A00">
        <w:rPr>
          <w:rStyle w:val="StyleUnderline"/>
          <w:highlight w:val="cyan"/>
        </w:rPr>
        <w:t>and</w:t>
      </w:r>
      <w:r w:rsidRPr="00533D8B">
        <w:rPr>
          <w:rStyle w:val="StyleUnderline"/>
        </w:rPr>
        <w:t xml:space="preserve"> </w:t>
      </w:r>
      <w:r w:rsidRPr="005A4A00">
        <w:rPr>
          <w:rStyle w:val="Emphasis"/>
          <w:sz w:val="24"/>
          <w:szCs w:val="28"/>
          <w:highlight w:val="cyan"/>
        </w:rPr>
        <w:t>follows through</w:t>
      </w:r>
      <w:r w:rsidRPr="00533D8B">
        <w:rPr>
          <w:rStyle w:val="StyleUnderline"/>
        </w:rPr>
        <w:t>.”</w:t>
      </w:r>
    </w:p>
    <w:p w14:paraId="7BEC71A0" w14:textId="77777777" w:rsidR="00F431FC" w:rsidRPr="00B2079E" w:rsidRDefault="00F431FC" w:rsidP="00F431FC"/>
    <w:p w14:paraId="5B35A978" w14:textId="77777777" w:rsidR="00F431FC" w:rsidRDefault="00F431FC" w:rsidP="00FF1F1F">
      <w:pPr>
        <w:rPr>
          <w:sz w:val="16"/>
        </w:rPr>
      </w:pPr>
    </w:p>
    <w:p w14:paraId="44E6FD92" w14:textId="77777777" w:rsidR="00FF1F1F" w:rsidRDefault="00FF1F1F" w:rsidP="00FF1F1F">
      <w:pPr>
        <w:pStyle w:val="Heading3"/>
      </w:pPr>
      <w:r>
        <w:t>AT: Trump Steals (Kilgore)---2NC</w:t>
      </w:r>
    </w:p>
    <w:p w14:paraId="6C9A97BD" w14:textId="77777777" w:rsidR="00FF1F1F" w:rsidRPr="002F7857" w:rsidRDefault="00FF1F1F" w:rsidP="00FF1F1F">
      <w:pPr>
        <w:pStyle w:val="Heading4"/>
      </w:pPr>
      <w:r>
        <w:t>Each warrant is wrong:</w:t>
      </w:r>
    </w:p>
    <w:p w14:paraId="01BC155D" w14:textId="77777777" w:rsidR="00FF1F1F" w:rsidRDefault="00FF1F1F" w:rsidP="00FF1F1F">
      <w:pPr>
        <w:pStyle w:val="Heading4"/>
      </w:pPr>
      <w:r>
        <w:t xml:space="preserve">1. </w:t>
      </w:r>
      <w:r w:rsidRPr="002F7857">
        <w:rPr>
          <w:u w:val="single"/>
        </w:rPr>
        <w:t>Rigging</w:t>
      </w:r>
      <w:r w:rsidRPr="002F7857">
        <w:t xml:space="preserve"> an election is </w:t>
      </w:r>
      <w:r w:rsidRPr="002F7857">
        <w:rPr>
          <w:u w:val="single"/>
        </w:rPr>
        <w:t>impossible</w:t>
      </w:r>
      <w:r>
        <w:t xml:space="preserve">. Be serious. </w:t>
      </w:r>
    </w:p>
    <w:p w14:paraId="278C5340" w14:textId="77777777" w:rsidR="00FF1F1F" w:rsidRPr="002F7857" w:rsidRDefault="00FF1F1F" w:rsidP="00FF1F1F">
      <w:r w:rsidRPr="002F7857">
        <w:t xml:space="preserve">George </w:t>
      </w:r>
      <w:r w:rsidRPr="002F7857">
        <w:rPr>
          <w:rStyle w:val="Style13ptBold"/>
        </w:rPr>
        <w:t>Ayoub 25</w:t>
      </w:r>
      <w:r w:rsidRPr="002F7857">
        <w:t>. "Free, fair and safe elections still work • Nebraska Examiner." Nebraska Examiner. 8-25-2025. https://nebraskaexaminer.com/2025/08/25/free-fair-and-safe-elections-still-work/</w:t>
      </w:r>
    </w:p>
    <w:p w14:paraId="4D627626" w14:textId="77777777" w:rsidR="00FF1F1F" w:rsidRPr="002F7857" w:rsidRDefault="00FF1F1F" w:rsidP="00FF1F1F">
      <w:pPr>
        <w:rPr>
          <w:sz w:val="16"/>
        </w:rPr>
      </w:pPr>
      <w:r w:rsidRPr="002F7857">
        <w:rPr>
          <w:sz w:val="16"/>
        </w:rPr>
        <w:t>If you believe our elections are rigged — and that we should do something extreme and inane such as abolish mail-in ballots and voting machines — step over to your local county election office and sign up to work. See for yourself. Put some experience where that conspiratorial narrative is.</w:t>
      </w:r>
    </w:p>
    <w:p w14:paraId="555B6D9D" w14:textId="77777777" w:rsidR="00FF1F1F" w:rsidRDefault="00FF1F1F" w:rsidP="00FF1F1F">
      <w:pPr>
        <w:rPr>
          <w:rStyle w:val="StyleUnderline"/>
        </w:rPr>
      </w:pPr>
      <w:r w:rsidRPr="002F7857">
        <w:rPr>
          <w:sz w:val="16"/>
        </w:rPr>
        <w:t xml:space="preserve">You’ll learn plenty about our election process, not the least of which is that </w:t>
      </w:r>
      <w:r w:rsidRPr="00073C2E">
        <w:rPr>
          <w:rStyle w:val="Emphasis"/>
          <w:highlight w:val="cyan"/>
        </w:rPr>
        <w:t>rigging</w:t>
      </w:r>
      <w:r w:rsidRPr="002F7857">
        <w:rPr>
          <w:sz w:val="16"/>
        </w:rPr>
        <w:t xml:space="preserve">, </w:t>
      </w:r>
      <w:r w:rsidRPr="002F7857">
        <w:rPr>
          <w:rStyle w:val="Emphasis"/>
        </w:rPr>
        <w:t>perverting</w:t>
      </w:r>
      <w:r w:rsidRPr="002F7857">
        <w:rPr>
          <w:rStyle w:val="StyleUnderline"/>
        </w:rPr>
        <w:t xml:space="preserve"> </w:t>
      </w:r>
      <w:r w:rsidRPr="00073C2E">
        <w:rPr>
          <w:rStyle w:val="StyleUnderline"/>
          <w:highlight w:val="cyan"/>
        </w:rPr>
        <w:t>or</w:t>
      </w:r>
      <w:r w:rsidRPr="002F7857">
        <w:rPr>
          <w:rStyle w:val="StyleUnderline"/>
        </w:rPr>
        <w:t xml:space="preserve"> </w:t>
      </w:r>
      <w:r w:rsidRPr="00073C2E">
        <w:rPr>
          <w:rStyle w:val="Emphasis"/>
          <w:sz w:val="28"/>
          <w:szCs w:val="32"/>
          <w:highlight w:val="cyan"/>
        </w:rPr>
        <w:t>stealing a single vote</w:t>
      </w:r>
      <w:r w:rsidRPr="002F7857">
        <w:rPr>
          <w:rStyle w:val="StyleUnderline"/>
          <w:sz w:val="28"/>
          <w:szCs w:val="32"/>
        </w:rPr>
        <w:t xml:space="preserve"> </w:t>
      </w:r>
      <w:r w:rsidRPr="00073C2E">
        <w:rPr>
          <w:rStyle w:val="StyleUnderline"/>
          <w:highlight w:val="cyan"/>
        </w:rPr>
        <w:t>requires</w:t>
      </w:r>
      <w:r w:rsidRPr="002F7857">
        <w:rPr>
          <w:rStyle w:val="StyleUnderline"/>
        </w:rPr>
        <w:t xml:space="preserve"> an </w:t>
      </w:r>
      <w:r w:rsidRPr="00073C2E">
        <w:rPr>
          <w:rStyle w:val="Emphasis"/>
          <w:highlight w:val="cyan"/>
        </w:rPr>
        <w:t>inordinate</w:t>
      </w:r>
      <w:r w:rsidRPr="002F7857">
        <w:rPr>
          <w:rStyle w:val="StyleUnderline"/>
        </w:rPr>
        <w:t xml:space="preserve"> </w:t>
      </w:r>
      <w:r w:rsidRPr="002F7857">
        <w:rPr>
          <w:rStyle w:val="Emphasis"/>
        </w:rPr>
        <w:t>amount</w:t>
      </w:r>
      <w:r w:rsidRPr="002F7857">
        <w:rPr>
          <w:rStyle w:val="StyleUnderline"/>
        </w:rPr>
        <w:t xml:space="preserve"> of </w:t>
      </w:r>
      <w:r w:rsidRPr="00073C2E">
        <w:rPr>
          <w:rStyle w:val="StyleUnderline"/>
          <w:highlight w:val="cyan"/>
        </w:rPr>
        <w:t>planning</w:t>
      </w:r>
      <w:r w:rsidRPr="002F7857">
        <w:rPr>
          <w:rStyle w:val="StyleUnderline"/>
        </w:rPr>
        <w:t>,</w:t>
      </w:r>
      <w:r w:rsidRPr="002F7857">
        <w:rPr>
          <w:sz w:val="16"/>
        </w:rPr>
        <w:t xml:space="preserve"> </w:t>
      </w:r>
      <w:r w:rsidRPr="002F7857">
        <w:rPr>
          <w:rStyle w:val="Emphasis"/>
        </w:rPr>
        <w:t>subterfuge</w:t>
      </w:r>
      <w:r w:rsidRPr="002F7857">
        <w:rPr>
          <w:rStyle w:val="StyleUnderline"/>
        </w:rPr>
        <w:t xml:space="preserve"> and </w:t>
      </w:r>
      <w:r w:rsidRPr="002F7857">
        <w:rPr>
          <w:rStyle w:val="Emphasis"/>
        </w:rPr>
        <w:t>sophistication few voters</w:t>
      </w:r>
      <w:r w:rsidRPr="002F7857">
        <w:rPr>
          <w:rStyle w:val="StyleUnderline"/>
        </w:rPr>
        <w:t xml:space="preserve"> have</w:t>
      </w:r>
      <w:r w:rsidRPr="002F7857">
        <w:rPr>
          <w:sz w:val="16"/>
        </w:rPr>
        <w:t xml:space="preserve">. </w:t>
      </w:r>
      <w:r w:rsidRPr="00073C2E">
        <w:rPr>
          <w:rStyle w:val="StyleUnderline"/>
          <w:highlight w:val="cyan"/>
        </w:rPr>
        <w:t>The math</w:t>
      </w:r>
      <w:r w:rsidRPr="002F7857">
        <w:rPr>
          <w:rStyle w:val="StyleUnderline"/>
        </w:rPr>
        <w:t xml:space="preserve"> on such </w:t>
      </w:r>
      <w:r w:rsidRPr="002F7857">
        <w:rPr>
          <w:rStyle w:val="Emphasis"/>
        </w:rPr>
        <w:t>malfeasance</w:t>
      </w:r>
      <w:r w:rsidRPr="002F7857">
        <w:rPr>
          <w:rStyle w:val="StyleUnderline"/>
        </w:rPr>
        <w:t xml:space="preserve"> — in </w:t>
      </w:r>
      <w:r w:rsidRPr="002F7857">
        <w:rPr>
          <w:rStyle w:val="Emphasis"/>
        </w:rPr>
        <w:t>person</w:t>
      </w:r>
      <w:r w:rsidRPr="002F7857">
        <w:rPr>
          <w:rStyle w:val="StyleUnderline"/>
        </w:rPr>
        <w:t xml:space="preserve"> or by </w:t>
      </w:r>
      <w:r w:rsidRPr="002F7857">
        <w:rPr>
          <w:rStyle w:val="Emphasis"/>
        </w:rPr>
        <w:t>mail</w:t>
      </w:r>
      <w:r w:rsidRPr="00073C2E">
        <w:rPr>
          <w:rStyle w:val="StyleUnderline"/>
          <w:highlight w:val="cyan"/>
        </w:rPr>
        <w:t xml:space="preserve">— is </w:t>
      </w:r>
      <w:r w:rsidRPr="00073C2E">
        <w:rPr>
          <w:rStyle w:val="Emphasis"/>
          <w:highlight w:val="cyan"/>
        </w:rPr>
        <w:t>undeniable</w:t>
      </w:r>
      <w:r w:rsidRPr="002F7857">
        <w:rPr>
          <w:rStyle w:val="StyleUnderline"/>
        </w:rPr>
        <w:t xml:space="preserve">, too. </w:t>
      </w:r>
    </w:p>
    <w:p w14:paraId="2F8909C3" w14:textId="77777777" w:rsidR="00FF1F1F" w:rsidRDefault="00FF1F1F" w:rsidP="00FF1F1F">
      <w:pPr>
        <w:rPr>
          <w:rStyle w:val="StyleUnderline"/>
        </w:rPr>
      </w:pPr>
      <w:r w:rsidRPr="002F7857">
        <w:rPr>
          <w:rStyle w:val="StyleUnderline"/>
        </w:rPr>
        <w:t>Voter fraud incidents remain infinitestably small.</w:t>
      </w:r>
    </w:p>
    <w:p w14:paraId="37483CA1" w14:textId="77777777" w:rsidR="00FF1F1F" w:rsidRDefault="00FF1F1F" w:rsidP="00FF1F1F">
      <w:r w:rsidRPr="002F7857">
        <w:rPr>
          <w:sz w:val="16"/>
        </w:rPr>
        <w:t xml:space="preserve">You will also discern that </w:t>
      </w:r>
      <w:r w:rsidRPr="00073C2E">
        <w:rPr>
          <w:rStyle w:val="Emphasis"/>
          <w:highlight w:val="cyan"/>
        </w:rPr>
        <w:t>rigging</w:t>
      </w:r>
      <w:r w:rsidRPr="002F7857">
        <w:rPr>
          <w:sz w:val="16"/>
        </w:rPr>
        <w:t xml:space="preserve">, </w:t>
      </w:r>
      <w:r w:rsidRPr="002F7857">
        <w:rPr>
          <w:rStyle w:val="StyleUnderline"/>
        </w:rPr>
        <w:t xml:space="preserve">perverting or stealing </w:t>
      </w:r>
      <w:r w:rsidRPr="00073C2E">
        <w:rPr>
          <w:rStyle w:val="StyleUnderline"/>
          <w:highlight w:val="cyan"/>
        </w:rPr>
        <w:t>a general election</w:t>
      </w:r>
      <w:r w:rsidRPr="002F7857">
        <w:rPr>
          <w:rStyle w:val="StyleUnderline"/>
        </w:rPr>
        <w:t xml:space="preserve"> in the</w:t>
      </w:r>
      <w:r w:rsidRPr="002F7857">
        <w:rPr>
          <w:sz w:val="16"/>
        </w:rPr>
        <w:t xml:space="preserve"> United States </w:t>
      </w:r>
      <w:r w:rsidRPr="002F7857">
        <w:rPr>
          <w:rStyle w:val="StyleUnderline"/>
        </w:rPr>
        <w:t>via mail-in ballots</w:t>
      </w:r>
      <w:r w:rsidRPr="002F7857">
        <w:rPr>
          <w:sz w:val="16"/>
        </w:rPr>
        <w:t xml:space="preserve"> </w:t>
      </w:r>
      <w:r w:rsidRPr="002F7857">
        <w:rPr>
          <w:rStyle w:val="StyleUnderline"/>
        </w:rPr>
        <w:t xml:space="preserve">or </w:t>
      </w:r>
      <w:r w:rsidRPr="002F7857">
        <w:rPr>
          <w:rStyle w:val="Emphasis"/>
        </w:rPr>
        <w:t>voting machines</w:t>
      </w:r>
      <w:r w:rsidRPr="002F7857">
        <w:rPr>
          <w:rStyle w:val="StyleUnderline"/>
        </w:rPr>
        <w:t xml:space="preserve"> </w:t>
      </w:r>
      <w:r w:rsidRPr="00073C2E">
        <w:rPr>
          <w:rStyle w:val="StyleUnderline"/>
          <w:highlight w:val="cyan"/>
        </w:rPr>
        <w:t xml:space="preserve">is </w:t>
      </w:r>
      <w:r w:rsidRPr="00073C2E">
        <w:rPr>
          <w:rStyle w:val="Emphasis"/>
          <w:sz w:val="28"/>
          <w:szCs w:val="32"/>
          <w:highlight w:val="cyan"/>
        </w:rPr>
        <w:t>virtually impossible</w:t>
      </w:r>
      <w:r w:rsidRPr="002F7857">
        <w:rPr>
          <w:sz w:val="16"/>
          <w:szCs w:val="32"/>
        </w:rPr>
        <w:t xml:space="preserve"> </w:t>
      </w:r>
      <w:r w:rsidRPr="002F7857">
        <w:rPr>
          <w:sz w:val="16"/>
        </w:rPr>
        <w:t>— even if conspiracists insist mules are involved, foreign countries are feverishly rewriting lines of voting machine code and non-citizens are casting ballots from prison camps in our backyard.</w:t>
      </w:r>
    </w:p>
    <w:p w14:paraId="694ACE91" w14:textId="77777777" w:rsidR="00FF1F1F" w:rsidRDefault="00FF1F1F" w:rsidP="00FF1F1F">
      <w:pPr>
        <w:pStyle w:val="Heading4"/>
      </w:pPr>
      <w:r>
        <w:t xml:space="preserve">2. If he merely limits turnout, that </w:t>
      </w:r>
      <w:r>
        <w:rPr>
          <w:u w:val="single"/>
        </w:rPr>
        <w:t>hurts</w:t>
      </w:r>
      <w:r>
        <w:t xml:space="preserve"> Republicans.</w:t>
      </w:r>
    </w:p>
    <w:p w14:paraId="75E387F5" w14:textId="77777777" w:rsidR="00FF1F1F" w:rsidRDefault="00FF1F1F" w:rsidP="00FF1F1F">
      <w:r w:rsidRPr="002F7857">
        <w:t xml:space="preserve">Quinta </w:t>
      </w:r>
      <w:r w:rsidRPr="002F7857">
        <w:rPr>
          <w:rStyle w:val="Style13ptBold"/>
        </w:rPr>
        <w:t>Jurecic 25</w:t>
      </w:r>
      <w:r w:rsidRPr="002F7857">
        <w:t>.</w:t>
      </w:r>
      <w:r>
        <w:t xml:space="preserve"> Staff writer.</w:t>
      </w:r>
      <w:r w:rsidRPr="002F7857">
        <w:t xml:space="preserve"> "Trump Has No (Legal) Power to Mess With the Election." 8-21-2025. </w:t>
      </w:r>
      <w:r>
        <w:t xml:space="preserve">The Atlantic. </w:t>
      </w:r>
      <w:r w:rsidRPr="002F7857">
        <w:t>https://www.theatlantic.com/ideas/archive/2025/08/trump-mail-voting-election-machines/683934/</w:t>
      </w:r>
    </w:p>
    <w:p w14:paraId="34E3C8CD" w14:textId="77777777" w:rsidR="00FF1F1F" w:rsidRPr="002F7857" w:rsidRDefault="00FF1F1F" w:rsidP="00FF1F1F">
      <w:pPr>
        <w:rPr>
          <w:rStyle w:val="StyleUnderline"/>
        </w:rPr>
      </w:pPr>
      <w:r w:rsidRPr="002F7857">
        <w:rPr>
          <w:sz w:val="16"/>
        </w:rPr>
        <w:t xml:space="preserve">Yet </w:t>
      </w:r>
      <w:r w:rsidRPr="002F7857">
        <w:rPr>
          <w:rStyle w:val="StyleUnderline"/>
        </w:rPr>
        <w:t>if the goal is</w:t>
      </w:r>
      <w:r w:rsidRPr="002F7857">
        <w:rPr>
          <w:sz w:val="16"/>
        </w:rPr>
        <w:t xml:space="preserve"> </w:t>
      </w:r>
      <w:r w:rsidRPr="00073C2E">
        <w:rPr>
          <w:rStyle w:val="StyleUnderline"/>
          <w:highlight w:val="cyan"/>
        </w:rPr>
        <w:t>to</w:t>
      </w:r>
      <w:r w:rsidRPr="002F7857">
        <w:rPr>
          <w:rStyle w:val="StyleUnderline"/>
        </w:rPr>
        <w:t xml:space="preserve"> </w:t>
      </w:r>
      <w:r w:rsidRPr="002F7857">
        <w:rPr>
          <w:rStyle w:val="Emphasis"/>
        </w:rPr>
        <w:t xml:space="preserve">corruptly </w:t>
      </w:r>
      <w:r w:rsidRPr="00073C2E">
        <w:rPr>
          <w:rStyle w:val="Emphasis"/>
          <w:highlight w:val="cyan"/>
        </w:rPr>
        <w:t>tilt</w:t>
      </w:r>
      <w:r w:rsidRPr="00073C2E">
        <w:rPr>
          <w:rStyle w:val="StyleUnderline"/>
          <w:highlight w:val="cyan"/>
        </w:rPr>
        <w:t xml:space="preserve"> elections </w:t>
      </w:r>
      <w:r w:rsidRPr="00073C2E">
        <w:rPr>
          <w:rStyle w:val="Emphasis"/>
          <w:highlight w:val="cyan"/>
        </w:rPr>
        <w:t>toward</w:t>
      </w:r>
      <w:r w:rsidRPr="002F7857">
        <w:rPr>
          <w:sz w:val="16"/>
        </w:rPr>
        <w:t xml:space="preserve"> </w:t>
      </w:r>
      <w:r w:rsidRPr="00073C2E">
        <w:rPr>
          <w:rStyle w:val="StyleUnderline"/>
          <w:highlight w:val="cyan"/>
        </w:rPr>
        <w:t xml:space="preserve">the </w:t>
      </w:r>
      <w:r w:rsidRPr="00073C2E">
        <w:rPr>
          <w:rStyle w:val="Emphasis"/>
          <w:highlight w:val="cyan"/>
        </w:rPr>
        <w:t>Republican</w:t>
      </w:r>
      <w:r w:rsidRPr="002F7857">
        <w:rPr>
          <w:rStyle w:val="Emphasis"/>
        </w:rPr>
        <w:t xml:space="preserve"> Party</w:t>
      </w:r>
      <w:r w:rsidRPr="002F7857">
        <w:rPr>
          <w:rStyle w:val="StyleUnderline"/>
        </w:rPr>
        <w:t xml:space="preserve">—“you’re not going </w:t>
      </w:r>
      <w:r w:rsidRPr="002F7857">
        <w:rPr>
          <w:rStyle w:val="Emphasis"/>
        </w:rPr>
        <w:t>to have many</w:t>
      </w:r>
      <w:r w:rsidRPr="002F7857">
        <w:rPr>
          <w:rStyle w:val="StyleUnderline"/>
        </w:rPr>
        <w:t xml:space="preserve"> </w:t>
      </w:r>
      <w:r w:rsidRPr="002F7857">
        <w:rPr>
          <w:rStyle w:val="Emphasis"/>
        </w:rPr>
        <w:t>Democrats</w:t>
      </w:r>
      <w:r w:rsidRPr="002F7857">
        <w:rPr>
          <w:rStyle w:val="StyleUnderline"/>
        </w:rPr>
        <w:t xml:space="preserve"> get elected,”</w:t>
      </w:r>
      <w:r w:rsidRPr="002F7857">
        <w:rPr>
          <w:sz w:val="16"/>
        </w:rPr>
        <w:t xml:space="preserve"> Trump promised when detailing his plans to end mail-in voting in the Oval Office—</w:t>
      </w:r>
      <w:r w:rsidRPr="002F7857">
        <w:rPr>
          <w:rStyle w:val="StyleUnderline"/>
        </w:rPr>
        <w:t xml:space="preserve">the president’s </w:t>
      </w:r>
      <w:r w:rsidRPr="002F7857">
        <w:rPr>
          <w:rStyle w:val="Emphasis"/>
        </w:rPr>
        <w:t>mental</w:t>
      </w:r>
      <w:r w:rsidRPr="002F7857">
        <w:rPr>
          <w:rStyle w:val="StyleUnderline"/>
        </w:rPr>
        <w:t xml:space="preserve"> model may be out-of-date</w:t>
      </w:r>
      <w:r w:rsidRPr="002F7857">
        <w:rPr>
          <w:sz w:val="16"/>
        </w:rPr>
        <w:t xml:space="preserve">. </w:t>
      </w:r>
      <w:r w:rsidRPr="002F7857">
        <w:rPr>
          <w:rStyle w:val="StyleUnderline"/>
        </w:rPr>
        <w:t xml:space="preserve">In the </w:t>
      </w:r>
      <w:r w:rsidRPr="00073C2E">
        <w:rPr>
          <w:rStyle w:val="StyleUnderline"/>
          <w:highlight w:val="cyan"/>
        </w:rPr>
        <w:t>Trump</w:t>
      </w:r>
      <w:r w:rsidRPr="002F7857">
        <w:rPr>
          <w:rStyle w:val="StyleUnderline"/>
        </w:rPr>
        <w:t xml:space="preserve"> era, the </w:t>
      </w:r>
      <w:r w:rsidRPr="002F7857">
        <w:rPr>
          <w:rStyle w:val="Emphasis"/>
        </w:rPr>
        <w:t>Republican</w:t>
      </w:r>
      <w:r w:rsidRPr="002F7857">
        <w:rPr>
          <w:rStyle w:val="StyleUnderline"/>
        </w:rPr>
        <w:t xml:space="preserve"> </w:t>
      </w:r>
      <w:r w:rsidRPr="00073C2E">
        <w:rPr>
          <w:rStyle w:val="Emphasis"/>
          <w:highlight w:val="cyan"/>
        </w:rPr>
        <w:t>coalition</w:t>
      </w:r>
      <w:r w:rsidRPr="002F7857">
        <w:rPr>
          <w:rStyle w:val="StyleUnderline"/>
        </w:rPr>
        <w:t xml:space="preserve"> has come to </w:t>
      </w:r>
      <w:r w:rsidRPr="00073C2E">
        <w:rPr>
          <w:rStyle w:val="StyleUnderline"/>
          <w:highlight w:val="cyan"/>
        </w:rPr>
        <w:t xml:space="preserve">rely on </w:t>
      </w:r>
      <w:r w:rsidRPr="00073C2E">
        <w:rPr>
          <w:rStyle w:val="Emphasis"/>
          <w:highlight w:val="cyan"/>
        </w:rPr>
        <w:t>voters</w:t>
      </w:r>
      <w:r w:rsidRPr="00073C2E">
        <w:rPr>
          <w:rStyle w:val="StyleUnderline"/>
          <w:highlight w:val="cyan"/>
        </w:rPr>
        <w:t xml:space="preserve"> who follow politics </w:t>
      </w:r>
      <w:r w:rsidRPr="00073C2E">
        <w:rPr>
          <w:rStyle w:val="Emphasis"/>
          <w:highlight w:val="cyan"/>
        </w:rPr>
        <w:t>less</w:t>
      </w:r>
      <w:r w:rsidRPr="002F7857">
        <w:rPr>
          <w:rStyle w:val="Emphasis"/>
        </w:rPr>
        <w:t xml:space="preserve"> </w:t>
      </w:r>
      <w:r w:rsidRPr="00073C2E">
        <w:rPr>
          <w:rStyle w:val="Emphasis"/>
          <w:highlight w:val="cyan"/>
        </w:rPr>
        <w:t>closely</w:t>
      </w:r>
      <w:r w:rsidRPr="00073C2E">
        <w:rPr>
          <w:sz w:val="16"/>
          <w:highlight w:val="cyan"/>
        </w:rPr>
        <w:t xml:space="preserve">, </w:t>
      </w:r>
      <w:r w:rsidRPr="00073C2E">
        <w:rPr>
          <w:rStyle w:val="Emphasis"/>
          <w:highlight w:val="cyan"/>
        </w:rPr>
        <w:t>vote less</w:t>
      </w:r>
      <w:r w:rsidRPr="002F7857">
        <w:rPr>
          <w:rStyle w:val="Emphasis"/>
        </w:rPr>
        <w:t xml:space="preserve"> frequently</w:t>
      </w:r>
      <w:r w:rsidRPr="002F7857">
        <w:rPr>
          <w:sz w:val="16"/>
        </w:rPr>
        <w:t xml:space="preserve">, </w:t>
      </w:r>
      <w:r w:rsidRPr="00073C2E">
        <w:rPr>
          <w:rStyle w:val="StyleUnderline"/>
          <w:highlight w:val="cyan"/>
        </w:rPr>
        <w:t>and are</w:t>
      </w:r>
      <w:r w:rsidRPr="002F7857">
        <w:rPr>
          <w:rStyle w:val="StyleUnderline"/>
        </w:rPr>
        <w:t xml:space="preserve"> more </w:t>
      </w:r>
      <w:r w:rsidRPr="00073C2E">
        <w:rPr>
          <w:rStyle w:val="StyleUnderline"/>
          <w:highlight w:val="cyan"/>
        </w:rPr>
        <w:t>likely not to cast</w:t>
      </w:r>
      <w:r w:rsidRPr="002F7857">
        <w:rPr>
          <w:rStyle w:val="StyleUnderline"/>
        </w:rPr>
        <w:t xml:space="preserve"> a ballot </w:t>
      </w:r>
      <w:r w:rsidRPr="00073C2E">
        <w:rPr>
          <w:rStyle w:val="StyleUnderline"/>
          <w:highlight w:val="cyan"/>
        </w:rPr>
        <w:t>if</w:t>
      </w:r>
      <w:r w:rsidRPr="002F7857">
        <w:rPr>
          <w:rStyle w:val="StyleUnderline"/>
        </w:rPr>
        <w:t xml:space="preserve"> </w:t>
      </w:r>
      <w:r w:rsidRPr="002F7857">
        <w:rPr>
          <w:rStyle w:val="Emphasis"/>
        </w:rPr>
        <w:t>doing</w:t>
      </w:r>
      <w:r w:rsidRPr="002F7857">
        <w:rPr>
          <w:rStyle w:val="StyleUnderline"/>
        </w:rPr>
        <w:t xml:space="preserve"> so is </w:t>
      </w:r>
      <w:r w:rsidRPr="00073C2E">
        <w:rPr>
          <w:rStyle w:val="Emphasis"/>
          <w:highlight w:val="cyan"/>
        </w:rPr>
        <w:t>difficult</w:t>
      </w:r>
      <w:r w:rsidRPr="002F7857">
        <w:rPr>
          <w:sz w:val="16"/>
        </w:rPr>
        <w:t xml:space="preserve">. </w:t>
      </w:r>
      <w:r w:rsidRPr="00073C2E">
        <w:rPr>
          <w:rStyle w:val="StyleUnderline"/>
          <w:highlight w:val="cyan"/>
        </w:rPr>
        <w:t>Limiting access</w:t>
      </w:r>
      <w:r w:rsidRPr="002F7857">
        <w:rPr>
          <w:rStyle w:val="StyleUnderline"/>
        </w:rPr>
        <w:t xml:space="preserve"> to voting </w:t>
      </w:r>
      <w:r w:rsidRPr="00073C2E">
        <w:rPr>
          <w:rStyle w:val="StyleUnderline"/>
          <w:highlight w:val="cyan"/>
        </w:rPr>
        <w:t xml:space="preserve">might have been politically </w:t>
      </w:r>
      <w:r w:rsidRPr="00073C2E">
        <w:rPr>
          <w:rStyle w:val="Emphasis"/>
          <w:highlight w:val="cyan"/>
        </w:rPr>
        <w:t>helpful</w:t>
      </w:r>
      <w:r w:rsidRPr="002F7857">
        <w:rPr>
          <w:rStyle w:val="StyleUnderline"/>
        </w:rPr>
        <w:t xml:space="preserve"> to </w:t>
      </w:r>
      <w:r w:rsidRPr="002F7857">
        <w:rPr>
          <w:rStyle w:val="Emphasis"/>
        </w:rPr>
        <w:t>Republicans</w:t>
      </w:r>
      <w:r w:rsidRPr="002F7857">
        <w:rPr>
          <w:rStyle w:val="StyleUnderline"/>
        </w:rPr>
        <w:t xml:space="preserve"> </w:t>
      </w:r>
      <w:r w:rsidRPr="00073C2E">
        <w:rPr>
          <w:rStyle w:val="StyleUnderline"/>
          <w:highlight w:val="cyan"/>
        </w:rPr>
        <w:t xml:space="preserve">in the </w:t>
      </w:r>
      <w:r w:rsidRPr="00073C2E">
        <w:rPr>
          <w:rStyle w:val="Emphasis"/>
          <w:highlight w:val="cyan"/>
        </w:rPr>
        <w:t>past</w:t>
      </w:r>
      <w:r w:rsidRPr="002F7857">
        <w:rPr>
          <w:rStyle w:val="StyleUnderline"/>
        </w:rPr>
        <w:t xml:space="preserve">, </w:t>
      </w:r>
      <w:r w:rsidRPr="00073C2E">
        <w:rPr>
          <w:rStyle w:val="StyleUnderline"/>
          <w:highlight w:val="cyan"/>
        </w:rPr>
        <w:t>but</w:t>
      </w:r>
      <w:r w:rsidRPr="002F7857">
        <w:rPr>
          <w:rStyle w:val="StyleUnderline"/>
        </w:rPr>
        <w:t xml:space="preserve"> </w:t>
      </w:r>
      <w:r w:rsidRPr="002F7857">
        <w:rPr>
          <w:rStyle w:val="Emphasis"/>
        </w:rPr>
        <w:t xml:space="preserve">seems </w:t>
      </w:r>
      <w:r w:rsidRPr="00073C2E">
        <w:rPr>
          <w:rStyle w:val="Emphasis"/>
          <w:highlight w:val="cyan"/>
        </w:rPr>
        <w:t>not</w:t>
      </w:r>
      <w:r w:rsidRPr="002F7857">
        <w:rPr>
          <w:rStyle w:val="Emphasis"/>
        </w:rPr>
        <w:t xml:space="preserve"> to be </w:t>
      </w:r>
      <w:r w:rsidRPr="00073C2E">
        <w:rPr>
          <w:rStyle w:val="Emphasis"/>
          <w:highlight w:val="cyan"/>
        </w:rPr>
        <w:t>now</w:t>
      </w:r>
      <w:r w:rsidRPr="002F7857">
        <w:rPr>
          <w:sz w:val="16"/>
        </w:rPr>
        <w:t xml:space="preserve">. </w:t>
      </w:r>
      <w:r w:rsidRPr="00073C2E">
        <w:rPr>
          <w:rStyle w:val="StyleUnderline"/>
          <w:highlight w:val="cyan"/>
        </w:rPr>
        <w:t>That may be</w:t>
      </w:r>
      <w:r w:rsidRPr="002F7857">
        <w:rPr>
          <w:rStyle w:val="StyleUnderline"/>
        </w:rPr>
        <w:t xml:space="preserve"> </w:t>
      </w:r>
      <w:r w:rsidRPr="002F7857">
        <w:rPr>
          <w:rStyle w:val="Emphasis"/>
          <w:sz w:val="28"/>
          <w:szCs w:val="32"/>
        </w:rPr>
        <w:t xml:space="preserve">especially </w:t>
      </w:r>
      <w:r w:rsidRPr="00073C2E">
        <w:rPr>
          <w:rStyle w:val="Emphasis"/>
          <w:sz w:val="28"/>
          <w:szCs w:val="32"/>
          <w:highlight w:val="cyan"/>
        </w:rPr>
        <w:t>true</w:t>
      </w:r>
      <w:r w:rsidRPr="00073C2E">
        <w:rPr>
          <w:rStyle w:val="StyleUnderline"/>
          <w:sz w:val="28"/>
          <w:szCs w:val="32"/>
          <w:highlight w:val="cyan"/>
        </w:rPr>
        <w:t xml:space="preserve"> </w:t>
      </w:r>
      <w:r w:rsidRPr="00073C2E">
        <w:rPr>
          <w:rStyle w:val="StyleUnderline"/>
          <w:highlight w:val="cyan"/>
        </w:rPr>
        <w:t>in</w:t>
      </w:r>
      <w:r w:rsidRPr="002F7857">
        <w:rPr>
          <w:rStyle w:val="StyleUnderline"/>
        </w:rPr>
        <w:t xml:space="preserve"> </w:t>
      </w:r>
      <w:r w:rsidRPr="002F7857">
        <w:rPr>
          <w:rStyle w:val="Emphasis"/>
        </w:rPr>
        <w:t>lower-turnout contests</w:t>
      </w:r>
      <w:r w:rsidRPr="002F7857">
        <w:rPr>
          <w:rStyle w:val="StyleUnderline"/>
        </w:rPr>
        <w:t xml:space="preserve"> such as </w:t>
      </w:r>
      <w:r w:rsidRPr="00073C2E">
        <w:rPr>
          <w:rStyle w:val="Emphasis"/>
          <w:sz w:val="28"/>
          <w:szCs w:val="32"/>
          <w:highlight w:val="cyan"/>
        </w:rPr>
        <w:t>midterms</w:t>
      </w:r>
      <w:r w:rsidRPr="002F7857">
        <w:rPr>
          <w:rStyle w:val="StyleUnderline"/>
        </w:rPr>
        <w:t xml:space="preserve">, </w:t>
      </w:r>
      <w:r w:rsidRPr="00073C2E">
        <w:rPr>
          <w:rStyle w:val="StyleUnderline"/>
          <w:highlight w:val="cyan"/>
        </w:rPr>
        <w:t xml:space="preserve">in which </w:t>
      </w:r>
      <w:r w:rsidRPr="00073C2E">
        <w:rPr>
          <w:rStyle w:val="Emphasis"/>
          <w:highlight w:val="cyan"/>
        </w:rPr>
        <w:t>Democrats</w:t>
      </w:r>
      <w:r w:rsidRPr="002F7857">
        <w:rPr>
          <w:rStyle w:val="StyleUnderline"/>
        </w:rPr>
        <w:t xml:space="preserve"> may </w:t>
      </w:r>
      <w:r w:rsidRPr="00073C2E">
        <w:rPr>
          <w:rStyle w:val="StyleUnderline"/>
          <w:highlight w:val="cyan"/>
        </w:rPr>
        <w:t>see an</w:t>
      </w:r>
      <w:r w:rsidRPr="002F7857">
        <w:rPr>
          <w:rStyle w:val="StyleUnderline"/>
        </w:rPr>
        <w:t xml:space="preserve"> </w:t>
      </w:r>
      <w:r w:rsidRPr="00073C2E">
        <w:rPr>
          <w:rStyle w:val="Emphasis"/>
          <w:highlight w:val="cyan"/>
        </w:rPr>
        <w:t>advantage</w:t>
      </w:r>
      <w:r w:rsidRPr="00073C2E">
        <w:rPr>
          <w:rStyle w:val="StyleUnderline"/>
          <w:highlight w:val="cyan"/>
        </w:rPr>
        <w:t xml:space="preserve"> thanks to a more</w:t>
      </w:r>
      <w:r w:rsidRPr="002F7857">
        <w:rPr>
          <w:rStyle w:val="StyleUnderline"/>
        </w:rPr>
        <w:t xml:space="preserve"> </w:t>
      </w:r>
      <w:r w:rsidRPr="002F7857">
        <w:rPr>
          <w:rStyle w:val="Emphasis"/>
        </w:rPr>
        <w:t xml:space="preserve">politically </w:t>
      </w:r>
      <w:r w:rsidRPr="00073C2E">
        <w:rPr>
          <w:rStyle w:val="Emphasis"/>
          <w:highlight w:val="cyan"/>
        </w:rPr>
        <w:t>engaged voter base</w:t>
      </w:r>
      <w:r w:rsidRPr="00073C2E">
        <w:rPr>
          <w:rStyle w:val="StyleUnderline"/>
          <w:highlight w:val="cyan"/>
        </w:rPr>
        <w:t>.</w:t>
      </w:r>
    </w:p>
    <w:p w14:paraId="219B319F" w14:textId="77777777" w:rsidR="00FF1F1F" w:rsidRDefault="00FF1F1F" w:rsidP="00FF1F1F">
      <w:pPr>
        <w:rPr>
          <w:sz w:val="16"/>
        </w:rPr>
      </w:pPr>
      <w:r w:rsidRPr="002F7857">
        <w:rPr>
          <w:sz w:val="16"/>
        </w:rPr>
        <w:t xml:space="preserve">During the 2024 election, Trump’s campaign staff seems to have been able to convince him to be quiet about his hatred of voting by mail long enough to increase Republicans’ use of mail-in ballots. As the 2026 midterms draw closer, his advisers may have to struggle to contain him once again, whether or not he moves forward with an executive order. </w:t>
      </w:r>
      <w:r w:rsidRPr="002F7857">
        <w:rPr>
          <w:rStyle w:val="StyleUnderline"/>
        </w:rPr>
        <w:t>The risk created by Trump’s attacks</w:t>
      </w:r>
      <w:r w:rsidRPr="002F7857">
        <w:rPr>
          <w:sz w:val="16"/>
        </w:rPr>
        <w:t xml:space="preserve"> on mail-in ballots </w:t>
      </w:r>
      <w:r w:rsidRPr="002F7857">
        <w:rPr>
          <w:rStyle w:val="StyleUnderline"/>
        </w:rPr>
        <w:t>is less that</w:t>
      </w:r>
      <w:r w:rsidRPr="002F7857">
        <w:rPr>
          <w:sz w:val="16"/>
        </w:rPr>
        <w:t xml:space="preserve"> </w:t>
      </w:r>
      <w:r w:rsidRPr="002F7857">
        <w:rPr>
          <w:rStyle w:val="StyleUnderline"/>
        </w:rPr>
        <w:t xml:space="preserve">Trump will </w:t>
      </w:r>
      <w:r w:rsidRPr="002F7857">
        <w:rPr>
          <w:rStyle w:val="Emphasis"/>
          <w:sz w:val="28"/>
          <w:szCs w:val="32"/>
        </w:rPr>
        <w:t>actually succeed</w:t>
      </w:r>
      <w:r w:rsidRPr="002F7857">
        <w:rPr>
          <w:rStyle w:val="StyleUnderline"/>
          <w:sz w:val="28"/>
          <w:szCs w:val="32"/>
        </w:rPr>
        <w:t xml:space="preserve"> </w:t>
      </w:r>
      <w:r w:rsidRPr="002F7857">
        <w:rPr>
          <w:rStyle w:val="StyleUnderline"/>
        </w:rPr>
        <w:t xml:space="preserve">in </w:t>
      </w:r>
      <w:r w:rsidRPr="002F7857">
        <w:rPr>
          <w:rStyle w:val="Emphasis"/>
        </w:rPr>
        <w:t>limiting access</w:t>
      </w:r>
      <w:r w:rsidRPr="002F7857">
        <w:rPr>
          <w:sz w:val="16"/>
        </w:rPr>
        <w:t xml:space="preserve"> to the franchise and that such limitations will actually tilt the playing field toward Republicans, and more that the president will—as he did in 2020—kick up enough doubt and confusion that a significant number of Americans no longer trust an election’s results.</w:t>
      </w:r>
    </w:p>
    <w:p w14:paraId="59CB6FBC" w14:textId="77777777" w:rsidR="00FF1F1F" w:rsidRDefault="00FF1F1F" w:rsidP="00FF1F1F">
      <w:pPr>
        <w:pStyle w:val="Heading4"/>
      </w:pPr>
      <w:r>
        <w:t xml:space="preserve">3. Same with redistricting. It </w:t>
      </w:r>
      <w:r w:rsidRPr="002F7857">
        <w:rPr>
          <w:u w:val="single"/>
        </w:rPr>
        <w:t>backfires</w:t>
      </w:r>
      <w:r>
        <w:t xml:space="preserve"> and helps Dems. </w:t>
      </w:r>
    </w:p>
    <w:p w14:paraId="6C8A6A5E" w14:textId="77777777" w:rsidR="00FF1F1F" w:rsidRPr="002F7857" w:rsidRDefault="00FF1F1F" w:rsidP="00FF1F1F">
      <w:r w:rsidRPr="002F7857">
        <w:t xml:space="preserve">Charlie </w:t>
      </w:r>
      <w:r w:rsidRPr="002F7857">
        <w:rPr>
          <w:rStyle w:val="Style13ptBold"/>
        </w:rPr>
        <w:t>Hunt 25</w:t>
      </w:r>
      <w:r w:rsidRPr="002F7857">
        <w:t>. Associate Professor of Political Science, Boise State University</w:t>
      </w:r>
      <w:r>
        <w:t xml:space="preserve">. </w:t>
      </w:r>
      <w:r w:rsidRPr="002F7857">
        <w:t>"3 reasons Republicans’ redistricting power grab might backfire." Conversation. 8-8-2025. https://theconversation.com/3-reasons-republicans-redistricting-power-grab-might-backfire-262553</w:t>
      </w:r>
    </w:p>
    <w:p w14:paraId="151F87A5" w14:textId="77777777" w:rsidR="00FF1F1F" w:rsidRPr="002F7857" w:rsidRDefault="00FF1F1F" w:rsidP="00FF1F1F">
      <w:pPr>
        <w:rPr>
          <w:sz w:val="16"/>
        </w:rPr>
      </w:pPr>
      <w:r w:rsidRPr="002F7857">
        <w:rPr>
          <w:sz w:val="16"/>
        </w:rPr>
        <w:t>The gerrymandering drama in Texas – and beyond – has continued to unfold after Democratic state legislators fled the state. The Democrats want to prevent the Republican-controlled government from enacting a mid-decade gerrymander aimed at giving Republicans several more seats in Congress.</w:t>
      </w:r>
    </w:p>
    <w:p w14:paraId="75A38334" w14:textId="77777777" w:rsidR="00FF1F1F" w:rsidRPr="002F7857" w:rsidRDefault="00FF1F1F" w:rsidP="00FF1F1F">
      <w:pPr>
        <w:rPr>
          <w:sz w:val="16"/>
        </w:rPr>
      </w:pPr>
      <w:r w:rsidRPr="002F7857">
        <w:rPr>
          <w:sz w:val="16"/>
        </w:rPr>
        <w:t>The Texas GOP move was pushed by President Donald Trump, who’s aiming to ensure he has a GOP-controlled Congress to work with after the 2026 midterm elections.</w:t>
      </w:r>
    </w:p>
    <w:p w14:paraId="1CED5FEC" w14:textId="77777777" w:rsidR="00FF1F1F" w:rsidRDefault="00FF1F1F" w:rsidP="00FF1F1F">
      <w:pPr>
        <w:rPr>
          <w:rStyle w:val="StyleUnderline"/>
        </w:rPr>
      </w:pPr>
      <w:r w:rsidRPr="002F7857">
        <w:rPr>
          <w:sz w:val="16"/>
        </w:rPr>
        <w:t xml:space="preserve">Other Republican states such as Missouri and Ohio may also follow the Texas playbook; </w:t>
      </w:r>
      <w:r w:rsidRPr="00073C2E">
        <w:rPr>
          <w:sz w:val="16"/>
          <w:highlight w:val="cyan"/>
        </w:rPr>
        <w:t xml:space="preserve">and </w:t>
      </w:r>
      <w:r w:rsidRPr="00073C2E">
        <w:rPr>
          <w:rStyle w:val="Emphasis"/>
          <w:highlight w:val="cyan"/>
        </w:rPr>
        <w:t>Democratic</w:t>
      </w:r>
      <w:r w:rsidRPr="00073C2E">
        <w:rPr>
          <w:sz w:val="16"/>
          <w:highlight w:val="cyan"/>
        </w:rPr>
        <w:t xml:space="preserve"> </w:t>
      </w:r>
      <w:r w:rsidRPr="00073C2E">
        <w:rPr>
          <w:rStyle w:val="StyleUnderline"/>
          <w:highlight w:val="cyan"/>
        </w:rPr>
        <w:t>states</w:t>
      </w:r>
      <w:r w:rsidRPr="002F7857">
        <w:rPr>
          <w:rStyle w:val="StyleUnderline"/>
        </w:rPr>
        <w:t xml:space="preserve"> such as California and Illinois seem open to</w:t>
      </w:r>
      <w:r w:rsidRPr="002F7857">
        <w:rPr>
          <w:sz w:val="16"/>
        </w:rPr>
        <w:t xml:space="preserve"> </w:t>
      </w:r>
      <w:r w:rsidRPr="002F7857">
        <w:rPr>
          <w:rStyle w:val="StyleUnderline"/>
        </w:rPr>
        <w:t>responding in kind.</w:t>
      </w:r>
    </w:p>
    <w:p w14:paraId="5985A84A" w14:textId="77777777" w:rsidR="00FF1F1F" w:rsidRDefault="00FF1F1F" w:rsidP="00FF1F1F">
      <w:pPr>
        <w:rPr>
          <w:rStyle w:val="StyleUnderline"/>
        </w:rPr>
      </w:pPr>
      <w:r w:rsidRPr="002F7857">
        <w:rPr>
          <w:sz w:val="16"/>
        </w:rPr>
        <w:t xml:space="preserve">But there are </w:t>
      </w:r>
      <w:r w:rsidRPr="00073C2E">
        <w:rPr>
          <w:rStyle w:val="Emphasis"/>
          <w:highlight w:val="cyan"/>
        </w:rPr>
        <w:t>a few factors</w:t>
      </w:r>
      <w:r w:rsidRPr="002F7857">
        <w:rPr>
          <w:sz w:val="16"/>
        </w:rPr>
        <w:t xml:space="preserve"> that </w:t>
      </w:r>
      <w:r w:rsidRPr="00073C2E">
        <w:rPr>
          <w:rStyle w:val="StyleUnderline"/>
          <w:highlight w:val="cyan"/>
        </w:rPr>
        <w:t>make this</w:t>
      </w:r>
      <w:r w:rsidRPr="009B4414">
        <w:rPr>
          <w:rStyle w:val="StyleUnderline"/>
        </w:rPr>
        <w:t xml:space="preserve"> </w:t>
      </w:r>
      <w:r w:rsidRPr="002F7857">
        <w:rPr>
          <w:sz w:val="16"/>
        </w:rPr>
        <w:t xml:space="preserve">process more </w:t>
      </w:r>
      <w:r w:rsidRPr="00073C2E">
        <w:rPr>
          <w:rStyle w:val="Emphasis"/>
          <w:highlight w:val="cyan"/>
        </w:rPr>
        <w:t>complicated</w:t>
      </w:r>
      <w:r w:rsidRPr="002F7857">
        <w:rPr>
          <w:sz w:val="16"/>
        </w:rPr>
        <w:t xml:space="preserve"> than just grabbing a few House seats. </w:t>
      </w:r>
      <w:r w:rsidRPr="002F7857">
        <w:rPr>
          <w:rStyle w:val="StyleUnderline"/>
        </w:rPr>
        <w:t xml:space="preserve">They </w:t>
      </w:r>
      <w:r w:rsidRPr="00073C2E">
        <w:rPr>
          <w:rStyle w:val="StyleUnderline"/>
          <w:highlight w:val="cyan"/>
        </w:rPr>
        <w:t>may</w:t>
      </w:r>
      <w:r w:rsidRPr="002F7857">
        <w:rPr>
          <w:rStyle w:val="StyleUnderline"/>
        </w:rPr>
        <w:t xml:space="preserve"> even </w:t>
      </w:r>
      <w:r w:rsidRPr="00073C2E">
        <w:rPr>
          <w:rStyle w:val="StyleUnderline"/>
          <w:highlight w:val="cyan"/>
        </w:rPr>
        <w:t xml:space="preserve">make </w:t>
      </w:r>
      <w:r w:rsidRPr="00073C2E">
        <w:rPr>
          <w:rStyle w:val="Emphasis"/>
          <w:highlight w:val="cyan"/>
        </w:rPr>
        <w:t>Republicans</w:t>
      </w:r>
      <w:r w:rsidRPr="00073C2E">
        <w:rPr>
          <w:rStyle w:val="StyleUnderline"/>
          <w:highlight w:val="cyan"/>
        </w:rPr>
        <w:t xml:space="preserve"> </w:t>
      </w:r>
      <w:r w:rsidRPr="00073C2E">
        <w:rPr>
          <w:rStyle w:val="Emphasis"/>
          <w:sz w:val="28"/>
          <w:szCs w:val="32"/>
          <w:highlight w:val="cyan"/>
        </w:rPr>
        <w:t>regret</w:t>
      </w:r>
      <w:r w:rsidRPr="002F7857">
        <w:rPr>
          <w:rStyle w:val="StyleUnderline"/>
          <w:sz w:val="28"/>
          <w:szCs w:val="32"/>
        </w:rPr>
        <w:t xml:space="preserve"> </w:t>
      </w:r>
      <w:r w:rsidRPr="00073C2E">
        <w:rPr>
          <w:rStyle w:val="StyleUnderline"/>
          <w:highlight w:val="cyan"/>
        </w:rPr>
        <w:t xml:space="preserve">their </w:t>
      </w:r>
      <w:r w:rsidRPr="00073C2E">
        <w:rPr>
          <w:rStyle w:val="Emphasis"/>
          <w:highlight w:val="cyan"/>
        </w:rPr>
        <w:t>hardball</w:t>
      </w:r>
      <w:r w:rsidRPr="002F7857">
        <w:rPr>
          <w:rStyle w:val="StyleUnderline"/>
        </w:rPr>
        <w:t xml:space="preserve"> </w:t>
      </w:r>
      <w:r w:rsidRPr="002F7857">
        <w:rPr>
          <w:rStyle w:val="Emphasis"/>
        </w:rPr>
        <w:t xml:space="preserve">gerrymandering </w:t>
      </w:r>
      <w:r w:rsidRPr="00073C2E">
        <w:rPr>
          <w:rStyle w:val="Emphasis"/>
          <w:highlight w:val="cyan"/>
        </w:rPr>
        <w:t>tactics</w:t>
      </w:r>
      <w:r w:rsidRPr="002F7857">
        <w:rPr>
          <w:rStyle w:val="StyleUnderline"/>
        </w:rPr>
        <w:t>, if the party ends up with districts that political scientists like me call “</w:t>
      </w:r>
      <w:r w:rsidRPr="002F7857">
        <w:rPr>
          <w:rStyle w:val="Emphasis"/>
        </w:rPr>
        <w:t>dummymandered</w:t>
      </w:r>
      <w:r w:rsidRPr="002F7857">
        <w:rPr>
          <w:rStyle w:val="StyleUnderline"/>
        </w:rPr>
        <w:t>.”</w:t>
      </w:r>
    </w:p>
    <w:p w14:paraId="77960AA0" w14:textId="77777777" w:rsidR="00FF1F1F" w:rsidRPr="002F7857" w:rsidRDefault="00FF1F1F" w:rsidP="00FF1F1F">
      <w:pPr>
        <w:rPr>
          <w:sz w:val="16"/>
        </w:rPr>
      </w:pPr>
      <w:r w:rsidRPr="002F7857">
        <w:rPr>
          <w:sz w:val="16"/>
        </w:rPr>
        <w:t>Democrats can finally fight back</w:t>
      </w:r>
    </w:p>
    <w:p w14:paraId="5222A3F8" w14:textId="77777777" w:rsidR="00FF1F1F" w:rsidRDefault="00FF1F1F" w:rsidP="00FF1F1F">
      <w:pPr>
        <w:rPr>
          <w:rStyle w:val="StyleUnderline"/>
        </w:rPr>
      </w:pPr>
      <w:r w:rsidRPr="002F7857">
        <w:rPr>
          <w:sz w:val="16"/>
        </w:rPr>
        <w:t xml:space="preserve">Unlike at the federal level, where Democrats are almost completely shut out of power, </w:t>
      </w:r>
      <w:r w:rsidRPr="002F7857">
        <w:rPr>
          <w:rStyle w:val="Emphasis"/>
        </w:rPr>
        <w:t>Republicans</w:t>
      </w:r>
      <w:r w:rsidRPr="002F7857">
        <w:rPr>
          <w:sz w:val="16"/>
        </w:rPr>
        <w:t xml:space="preserve"> </w:t>
      </w:r>
      <w:r w:rsidRPr="002F7857">
        <w:rPr>
          <w:rStyle w:val="StyleUnderline"/>
        </w:rPr>
        <w:t>are</w:t>
      </w:r>
      <w:r w:rsidRPr="002F7857">
        <w:rPr>
          <w:sz w:val="16"/>
        </w:rPr>
        <w:t xml:space="preserve"> already </w:t>
      </w:r>
      <w:r w:rsidRPr="002F7857">
        <w:rPr>
          <w:rStyle w:val="StyleUnderline"/>
        </w:rPr>
        <w:t>facing</w:t>
      </w:r>
      <w:r w:rsidRPr="002F7857">
        <w:rPr>
          <w:sz w:val="16"/>
        </w:rPr>
        <w:t xml:space="preserve"> potentially </w:t>
      </w:r>
      <w:r w:rsidRPr="002F7857">
        <w:rPr>
          <w:rStyle w:val="Emphasis"/>
        </w:rPr>
        <w:t>consequential retaliation</w:t>
      </w:r>
      <w:r w:rsidRPr="002F7857">
        <w:rPr>
          <w:rStyle w:val="StyleUnderline"/>
        </w:rPr>
        <w:t xml:space="preserve"> for their gerrymandering attempts from </w:t>
      </w:r>
      <w:r w:rsidRPr="002F7857">
        <w:rPr>
          <w:rStyle w:val="Emphasis"/>
        </w:rPr>
        <w:t>Democratic</w:t>
      </w:r>
      <w:r w:rsidRPr="002F7857">
        <w:rPr>
          <w:rStyle w:val="StyleUnderline"/>
        </w:rPr>
        <w:t xml:space="preserve"> leaders in other states.</w:t>
      </w:r>
    </w:p>
    <w:p w14:paraId="15F94713" w14:textId="77777777" w:rsidR="00FF1F1F" w:rsidRPr="002F7857" w:rsidRDefault="00FF1F1F" w:rsidP="00FF1F1F">
      <w:pPr>
        <w:rPr>
          <w:sz w:val="16"/>
        </w:rPr>
      </w:pPr>
      <w:r w:rsidRPr="002F7857">
        <w:rPr>
          <w:sz w:val="16"/>
        </w:rPr>
        <w:t xml:space="preserve">Democrats in </w:t>
      </w:r>
      <w:r w:rsidRPr="00073C2E">
        <w:rPr>
          <w:rStyle w:val="StyleUnderline"/>
          <w:highlight w:val="cyan"/>
        </w:rPr>
        <w:t>California</w:t>
      </w:r>
      <w:r w:rsidRPr="002F7857">
        <w:rPr>
          <w:sz w:val="16"/>
        </w:rPr>
        <w:t>, led by Gov. Gavin Newsom, are pushing for a special election later this year, in which the voters could vote on new congressional maps in that state, aiming to balance out Democrats’ losses in Texas. If successful, these changes would take effect prior to next year’s midterm elections.</w:t>
      </w:r>
    </w:p>
    <w:p w14:paraId="17285F8C" w14:textId="77777777" w:rsidR="00FF1F1F" w:rsidRDefault="00FF1F1F" w:rsidP="00FF1F1F">
      <w:pPr>
        <w:rPr>
          <w:rStyle w:val="Emphasis"/>
        </w:rPr>
      </w:pPr>
      <w:r w:rsidRPr="002F7857">
        <w:rPr>
          <w:sz w:val="16"/>
        </w:rPr>
        <w:t xml:space="preserve">Other large Democratic-controlled states, such as </w:t>
      </w:r>
      <w:r w:rsidRPr="00073C2E">
        <w:rPr>
          <w:rStyle w:val="StyleUnderline"/>
          <w:highlight w:val="cyan"/>
        </w:rPr>
        <w:t>Illinois and New York</w:t>
      </w:r>
      <w:r w:rsidRPr="002F7857">
        <w:rPr>
          <w:sz w:val="16"/>
        </w:rPr>
        <w:t xml:space="preserve"> – led by Gov. J.B. Pritzker and Gov. Kathy Hochul, respectively – </w:t>
      </w:r>
      <w:r w:rsidRPr="002F7857">
        <w:rPr>
          <w:rStyle w:val="StyleUnderline"/>
        </w:rPr>
        <w:t xml:space="preserve">have also indicated openness to </w:t>
      </w:r>
      <w:r w:rsidRPr="00073C2E">
        <w:rPr>
          <w:rStyle w:val="StyleUnderline"/>
          <w:highlight w:val="cyan"/>
        </w:rPr>
        <w:t xml:space="preserve">enacting their own </w:t>
      </w:r>
      <w:r w:rsidRPr="002F7857">
        <w:rPr>
          <w:rStyle w:val="StyleUnderline"/>
        </w:rPr>
        <w:t xml:space="preserve">new </w:t>
      </w:r>
      <w:r w:rsidRPr="002F7857">
        <w:rPr>
          <w:rStyle w:val="Emphasis"/>
        </w:rPr>
        <w:t>gerrymanders</w:t>
      </w:r>
      <w:r w:rsidRPr="002F7857">
        <w:rPr>
          <w:sz w:val="16"/>
        </w:rPr>
        <w:t xml:space="preserve"> </w:t>
      </w:r>
      <w:r w:rsidRPr="002F7857">
        <w:rPr>
          <w:rStyle w:val="StyleUnderline"/>
        </w:rPr>
        <w:t xml:space="preserve">to </w:t>
      </w:r>
      <w:r w:rsidRPr="002F7857">
        <w:rPr>
          <w:rStyle w:val="Emphasis"/>
        </w:rPr>
        <w:t>pick up seats</w:t>
      </w:r>
      <w:r w:rsidRPr="002F7857">
        <w:rPr>
          <w:rStyle w:val="StyleUnderline"/>
        </w:rPr>
        <w:t xml:space="preserve"> on the </w:t>
      </w:r>
      <w:r w:rsidRPr="002F7857">
        <w:rPr>
          <w:rStyle w:val="Emphasis"/>
        </w:rPr>
        <w:t>Democratic side.</w:t>
      </w:r>
    </w:p>
    <w:p w14:paraId="02E647D1" w14:textId="77777777" w:rsidR="00FF1F1F" w:rsidRPr="002F7857" w:rsidRDefault="00FF1F1F" w:rsidP="00FF1F1F">
      <w:pPr>
        <w:rPr>
          <w:sz w:val="16"/>
        </w:rPr>
      </w:pPr>
      <w:r w:rsidRPr="002F7857">
        <w:rPr>
          <w:sz w:val="16"/>
        </w:rPr>
        <w:t>New York and California both currently use nonpartisan redistricting commissions to draw their boundaries. But Hochul recently said she is “sick and tired of being pushed around” while other states refuse to adopt redistricting reforms and gerrymander to their full advantage. Hochul said she’d even be open to amending the state constitution to eliminate the nonpartisan redistricting commission.</w:t>
      </w:r>
    </w:p>
    <w:p w14:paraId="575DDB1D" w14:textId="77777777" w:rsidR="00FF1F1F" w:rsidRPr="002F7857" w:rsidRDefault="00FF1F1F" w:rsidP="00FF1F1F">
      <w:pPr>
        <w:rPr>
          <w:sz w:val="16"/>
        </w:rPr>
      </w:pPr>
      <w:r w:rsidRPr="002F7857">
        <w:rPr>
          <w:sz w:val="16"/>
        </w:rPr>
        <w:t>It’s unclear whether these blue states will be successful in their efforts to fight fire with fire; but in the meantime, governors like Hochul and Pritzker have welcomed the protesting Democratic legislators from Texas, in many cases arranging for their housing during their self-imposed exile.</w:t>
      </w:r>
    </w:p>
    <w:p w14:paraId="46ABDE99" w14:textId="77777777" w:rsidR="00FF1F1F" w:rsidRPr="002F7857" w:rsidRDefault="00FF1F1F" w:rsidP="00FF1F1F">
      <w:pPr>
        <w:rPr>
          <w:sz w:val="16"/>
        </w:rPr>
      </w:pPr>
      <w:r w:rsidRPr="002F7857">
        <w:rPr>
          <w:sz w:val="16"/>
        </w:rPr>
        <w:t>Dummymandering</w:t>
      </w:r>
    </w:p>
    <w:p w14:paraId="4A87761D" w14:textId="77777777" w:rsidR="00FF1F1F" w:rsidRPr="002F7857" w:rsidRDefault="00FF1F1F" w:rsidP="00FF1F1F">
      <w:pPr>
        <w:rPr>
          <w:sz w:val="16"/>
        </w:rPr>
      </w:pPr>
      <w:r w:rsidRPr="002F7857">
        <w:rPr>
          <w:sz w:val="16"/>
        </w:rPr>
        <w:t>Another possible problem for either party looking to gain some seats in this process stems from greediness.</w:t>
      </w:r>
    </w:p>
    <w:p w14:paraId="49CB0AE7" w14:textId="77777777" w:rsidR="00FF1F1F" w:rsidRPr="002F7857" w:rsidRDefault="00FF1F1F" w:rsidP="00FF1F1F">
      <w:pPr>
        <w:rPr>
          <w:sz w:val="16"/>
        </w:rPr>
      </w:pPr>
      <w:r w:rsidRPr="002F7857">
        <w:rPr>
          <w:sz w:val="16"/>
        </w:rPr>
        <w:t>In responding to Democrats’ continued absence from Texas, Gov. Greg Abbott threatened even more drastic gerrymanders. “If they don’t start showing up, I may start expanding,” Abbott said. “We may make it six or seven or eight new seats we’re going to be adding on the Republican side.”</w:t>
      </w:r>
    </w:p>
    <w:p w14:paraId="0D6E2DFE" w14:textId="77777777" w:rsidR="00FF1F1F" w:rsidRPr="002F7857" w:rsidRDefault="00FF1F1F" w:rsidP="00FF1F1F">
      <w:pPr>
        <w:rPr>
          <w:sz w:val="16"/>
        </w:rPr>
      </w:pPr>
      <w:r w:rsidRPr="002F7857">
        <w:rPr>
          <w:sz w:val="16"/>
        </w:rPr>
        <w:t>But Abbott might think twice about this strategy.</w:t>
      </w:r>
    </w:p>
    <w:p w14:paraId="56E7163B" w14:textId="77777777" w:rsidR="00FF1F1F" w:rsidRPr="002F7857" w:rsidRDefault="00FF1F1F" w:rsidP="00FF1F1F">
      <w:pPr>
        <w:rPr>
          <w:sz w:val="16"/>
        </w:rPr>
      </w:pPr>
      <w:r w:rsidRPr="002F7857">
        <w:rPr>
          <w:sz w:val="16"/>
        </w:rPr>
        <w:t>Parties that gerrymander their states’ districts are drawing lines to maximize their own advantage, either in state legislatures or, in this case, congressional delegations.</w:t>
      </w:r>
    </w:p>
    <w:p w14:paraId="7A4CAEAC" w14:textId="77777777" w:rsidR="00FF1F1F" w:rsidRPr="002F7857" w:rsidRDefault="00FF1F1F" w:rsidP="00FF1F1F">
      <w:pPr>
        <w:rPr>
          <w:sz w:val="16"/>
        </w:rPr>
      </w:pPr>
      <w:r w:rsidRPr="002F7857">
        <w:rPr>
          <w:rStyle w:val="StyleUnderline"/>
        </w:rPr>
        <w:t xml:space="preserve">When parties </w:t>
      </w:r>
      <w:r w:rsidRPr="00073C2E">
        <w:rPr>
          <w:rStyle w:val="StyleUnderline"/>
          <w:highlight w:val="cyan"/>
        </w:rPr>
        <w:t>gerrymander</w:t>
      </w:r>
      <w:r w:rsidRPr="002F7857">
        <w:rPr>
          <w:rStyle w:val="StyleUnderline"/>
        </w:rPr>
        <w:t xml:space="preserve"> districts</w:t>
      </w:r>
      <w:r w:rsidRPr="002F7857">
        <w:rPr>
          <w:sz w:val="16"/>
        </w:rPr>
        <w:t>, they don’t usually try to make them all as lopsided as possible for their own side. Instead, they try to make as many districts as possible that they are likely to win. They do this by spreading groups of supportive voters across several districts so they can help the party win more of these districts.</w:t>
      </w:r>
    </w:p>
    <w:p w14:paraId="6AD5E322" w14:textId="77777777" w:rsidR="00FF1F1F" w:rsidRDefault="00FF1F1F" w:rsidP="00FF1F1F">
      <w:pPr>
        <w:rPr>
          <w:rStyle w:val="StyleUnderline"/>
        </w:rPr>
      </w:pPr>
      <w:r w:rsidRPr="002F7857">
        <w:rPr>
          <w:sz w:val="16"/>
        </w:rPr>
        <w:t xml:space="preserve">But </w:t>
      </w:r>
      <w:r w:rsidRPr="00073C2E">
        <w:rPr>
          <w:rStyle w:val="StyleUnderline"/>
          <w:highlight w:val="cyan"/>
        </w:rPr>
        <w:t>sometimes</w:t>
      </w:r>
      <w:r w:rsidRPr="002F7857">
        <w:rPr>
          <w:sz w:val="16"/>
        </w:rPr>
        <w:t xml:space="preserve"> the effort </w:t>
      </w:r>
      <w:r w:rsidRPr="00073C2E">
        <w:rPr>
          <w:rStyle w:val="StyleUnderline"/>
          <w:highlight w:val="cyan"/>
        </w:rPr>
        <w:t>backfires</w:t>
      </w:r>
      <w:r w:rsidRPr="002F7857">
        <w:rPr>
          <w:sz w:val="16"/>
        </w:rPr>
        <w:t xml:space="preserve">: </w:t>
      </w:r>
      <w:r w:rsidRPr="002F7857">
        <w:rPr>
          <w:rStyle w:val="StyleUnderline"/>
        </w:rPr>
        <w:t xml:space="preserve">In trying to </w:t>
      </w:r>
      <w:r w:rsidRPr="002F7857">
        <w:rPr>
          <w:rStyle w:val="Emphasis"/>
        </w:rPr>
        <w:t>maximize</w:t>
      </w:r>
      <w:r w:rsidRPr="002F7857">
        <w:rPr>
          <w:rStyle w:val="StyleUnderline"/>
        </w:rPr>
        <w:t xml:space="preserve"> their seats, </w:t>
      </w:r>
      <w:r w:rsidRPr="00073C2E">
        <w:rPr>
          <w:rStyle w:val="StyleUnderline"/>
          <w:highlight w:val="cyan"/>
        </w:rPr>
        <w:t xml:space="preserve">a </w:t>
      </w:r>
      <w:r w:rsidRPr="00073C2E">
        <w:rPr>
          <w:rStyle w:val="Emphasis"/>
          <w:highlight w:val="cyan"/>
        </w:rPr>
        <w:t>party spreads</w:t>
      </w:r>
      <w:r w:rsidRPr="00073C2E">
        <w:rPr>
          <w:rStyle w:val="StyleUnderline"/>
          <w:highlight w:val="cyan"/>
        </w:rPr>
        <w:t xml:space="preserve"> its</w:t>
      </w:r>
      <w:r w:rsidRPr="002F7857">
        <w:rPr>
          <w:rStyle w:val="StyleUnderline"/>
        </w:rPr>
        <w:t xml:space="preserve"> </w:t>
      </w:r>
      <w:r w:rsidRPr="00073C2E">
        <w:rPr>
          <w:rStyle w:val="Emphasis"/>
          <w:highlight w:val="cyan"/>
        </w:rPr>
        <w:t>voters too thin</w:t>
      </w:r>
      <w:r w:rsidRPr="002F7857">
        <w:rPr>
          <w:rStyle w:val="StyleUnderline"/>
        </w:rPr>
        <w:t xml:space="preserve"> </w:t>
      </w:r>
      <w:r w:rsidRPr="00073C2E">
        <w:rPr>
          <w:rStyle w:val="StyleUnderline"/>
          <w:highlight w:val="cyan"/>
        </w:rPr>
        <w:t xml:space="preserve">and </w:t>
      </w:r>
      <w:r w:rsidRPr="00073C2E">
        <w:rPr>
          <w:rStyle w:val="Emphasis"/>
          <w:highlight w:val="cyan"/>
        </w:rPr>
        <w:t>fails</w:t>
      </w:r>
      <w:r w:rsidRPr="00073C2E">
        <w:rPr>
          <w:rStyle w:val="StyleUnderline"/>
          <w:highlight w:val="cyan"/>
        </w:rPr>
        <w:t xml:space="preserve"> to </w:t>
      </w:r>
      <w:r w:rsidRPr="00073C2E">
        <w:rPr>
          <w:rStyle w:val="Emphasis"/>
          <w:highlight w:val="cyan"/>
        </w:rPr>
        <w:t>make some districts safe</w:t>
      </w:r>
      <w:r w:rsidRPr="002F7857">
        <w:rPr>
          <w:rStyle w:val="Emphasis"/>
        </w:rPr>
        <w:t xml:space="preserve"> enough</w:t>
      </w:r>
      <w:r w:rsidRPr="002F7857">
        <w:rPr>
          <w:sz w:val="16"/>
        </w:rPr>
        <w:t xml:space="preserve">. </w:t>
      </w:r>
      <w:r w:rsidRPr="00073C2E">
        <w:rPr>
          <w:rStyle w:val="StyleUnderline"/>
          <w:highlight w:val="cyan"/>
        </w:rPr>
        <w:t xml:space="preserve">These </w:t>
      </w:r>
      <w:r w:rsidRPr="00073C2E">
        <w:rPr>
          <w:rStyle w:val="Emphasis"/>
          <w:highlight w:val="cyan"/>
        </w:rPr>
        <w:t>vulnerable</w:t>
      </w:r>
      <w:r w:rsidRPr="002F7857">
        <w:rPr>
          <w:rStyle w:val="StyleUnderline"/>
        </w:rPr>
        <w:t xml:space="preserve"> </w:t>
      </w:r>
      <w:r w:rsidRPr="00073C2E">
        <w:rPr>
          <w:rStyle w:val="Emphasis"/>
          <w:highlight w:val="cyan"/>
        </w:rPr>
        <w:t>districts</w:t>
      </w:r>
      <w:r w:rsidRPr="002F7857">
        <w:rPr>
          <w:rStyle w:val="StyleUnderline"/>
        </w:rPr>
        <w:t xml:space="preserve"> </w:t>
      </w:r>
      <w:r w:rsidRPr="00073C2E">
        <w:rPr>
          <w:rStyle w:val="StyleUnderline"/>
          <w:highlight w:val="cyan"/>
        </w:rPr>
        <w:t>can</w:t>
      </w:r>
      <w:r w:rsidRPr="002F7857">
        <w:rPr>
          <w:rStyle w:val="StyleUnderline"/>
        </w:rPr>
        <w:t xml:space="preserve"> then </w:t>
      </w:r>
      <w:r w:rsidRPr="00073C2E">
        <w:rPr>
          <w:rStyle w:val="Emphasis"/>
          <w:sz w:val="28"/>
          <w:szCs w:val="32"/>
          <w:highlight w:val="cyan"/>
        </w:rPr>
        <w:t>flip to the other party</w:t>
      </w:r>
      <w:r w:rsidRPr="002F7857">
        <w:rPr>
          <w:rStyle w:val="StyleUnderline"/>
          <w:sz w:val="28"/>
          <w:szCs w:val="32"/>
        </w:rPr>
        <w:t xml:space="preserve"> </w:t>
      </w:r>
      <w:r w:rsidRPr="00073C2E">
        <w:rPr>
          <w:rStyle w:val="StyleUnderline"/>
          <w:highlight w:val="cyan"/>
        </w:rPr>
        <w:t xml:space="preserve">in </w:t>
      </w:r>
      <w:r w:rsidRPr="00073C2E">
        <w:rPr>
          <w:rStyle w:val="Emphasis"/>
          <w:highlight w:val="cyan"/>
        </w:rPr>
        <w:t>future elections</w:t>
      </w:r>
      <w:r w:rsidRPr="002F7857">
        <w:rPr>
          <w:rStyle w:val="StyleUnderline"/>
        </w:rPr>
        <w:t xml:space="preserve">, and the </w:t>
      </w:r>
      <w:r w:rsidRPr="002F7857">
        <w:rPr>
          <w:rStyle w:val="Emphasis"/>
        </w:rPr>
        <w:t>opposing party</w:t>
      </w:r>
      <w:r w:rsidRPr="002F7857">
        <w:rPr>
          <w:rStyle w:val="StyleUnderline"/>
        </w:rPr>
        <w:t xml:space="preserve"> ends up </w:t>
      </w:r>
      <w:r w:rsidRPr="002F7857">
        <w:rPr>
          <w:rStyle w:val="Emphasis"/>
        </w:rPr>
        <w:t>winning</w:t>
      </w:r>
      <w:r w:rsidRPr="002F7857">
        <w:rPr>
          <w:rStyle w:val="StyleUnderline"/>
        </w:rPr>
        <w:t xml:space="preserve"> more seats </w:t>
      </w:r>
      <w:r w:rsidRPr="002F7857">
        <w:rPr>
          <w:rStyle w:val="Emphasis"/>
        </w:rPr>
        <w:t>than expected</w:t>
      </w:r>
      <w:r w:rsidRPr="002F7857">
        <w:rPr>
          <w:rStyle w:val="StyleUnderline"/>
        </w:rPr>
        <w:t>.</w:t>
      </w:r>
    </w:p>
    <w:p w14:paraId="2A7789DC" w14:textId="77777777" w:rsidR="00FF1F1F" w:rsidRPr="002F7857" w:rsidRDefault="00FF1F1F" w:rsidP="00FF1F1F">
      <w:pPr>
        <w:rPr>
          <w:sz w:val="16"/>
        </w:rPr>
      </w:pPr>
      <w:r w:rsidRPr="002F7857">
        <w:rPr>
          <w:sz w:val="16"/>
        </w:rPr>
        <w:t xml:space="preserve">This phenomenon, </w:t>
      </w:r>
      <w:r w:rsidRPr="002F7857">
        <w:rPr>
          <w:rStyle w:val="StyleUnderline"/>
        </w:rPr>
        <w:t>commonly referred to as “</w:t>
      </w:r>
      <w:r w:rsidRPr="002F7857">
        <w:rPr>
          <w:rStyle w:val="Emphasis"/>
        </w:rPr>
        <w:t>dummymandering</w:t>
      </w:r>
      <w:r w:rsidRPr="002F7857">
        <w:rPr>
          <w:rStyle w:val="StyleUnderline"/>
        </w:rPr>
        <w:t>,” has happened before</w:t>
      </w:r>
      <w:r w:rsidRPr="002F7857">
        <w:rPr>
          <w:sz w:val="16"/>
        </w:rPr>
        <w:t>. It even happened in Texas, where Republicans lost a large handful of poorly drawn state legislative districts in the Dallas suburbs in 2018, a strong year for Democrats nationwide.</w:t>
      </w:r>
    </w:p>
    <w:p w14:paraId="46F09629" w14:textId="77777777" w:rsidR="00FF1F1F" w:rsidRPr="002F7857" w:rsidRDefault="00FF1F1F" w:rsidP="00FF1F1F">
      <w:pPr>
        <w:rPr>
          <w:sz w:val="16"/>
        </w:rPr>
      </w:pPr>
      <w:r w:rsidRPr="002F7857">
        <w:rPr>
          <w:sz w:val="16"/>
        </w:rPr>
        <w:t>With Democrats poised for a strong 2026 midterm election against an unpopular president, this is a lesson Republicans might need to pay attention to.</w:t>
      </w:r>
    </w:p>
    <w:p w14:paraId="16BD898D" w14:textId="77777777" w:rsidR="00FF1F1F" w:rsidRPr="002F7857" w:rsidRDefault="00FF1F1F" w:rsidP="00FF1F1F">
      <w:pPr>
        <w:rPr>
          <w:sz w:val="16"/>
        </w:rPr>
      </w:pPr>
      <w:r w:rsidRPr="002F7857">
        <w:rPr>
          <w:sz w:val="16"/>
        </w:rPr>
        <w:t>There’s not much left to gerrymander</w:t>
      </w:r>
    </w:p>
    <w:p w14:paraId="005293DC" w14:textId="77777777" w:rsidR="00FF1F1F" w:rsidRPr="002F7857" w:rsidRDefault="00FF1F1F" w:rsidP="00FF1F1F">
      <w:pPr>
        <w:rPr>
          <w:sz w:val="16"/>
        </w:rPr>
      </w:pPr>
      <w:r w:rsidRPr="002F7857">
        <w:rPr>
          <w:rStyle w:val="StyleUnderline"/>
        </w:rPr>
        <w:t xml:space="preserve">One of the main reasons dummymandering happens is that there has been so much gerrymandering that there are </w:t>
      </w:r>
      <w:r w:rsidRPr="002F7857">
        <w:rPr>
          <w:rStyle w:val="Emphasis"/>
        </w:rPr>
        <w:t>few remaining districts</w:t>
      </w:r>
      <w:r w:rsidRPr="002F7857">
        <w:rPr>
          <w:sz w:val="16"/>
        </w:rPr>
        <w:t xml:space="preserve"> </w:t>
      </w:r>
      <w:r w:rsidRPr="002F7857">
        <w:rPr>
          <w:rStyle w:val="StyleUnderline"/>
        </w:rPr>
        <w:t xml:space="preserve">competitive enough for a controlling party to </w:t>
      </w:r>
      <w:r w:rsidRPr="002F7857">
        <w:rPr>
          <w:rStyle w:val="Emphasis"/>
        </w:rPr>
        <w:t>pick off for themselves</w:t>
      </w:r>
      <w:r w:rsidRPr="002F7857">
        <w:rPr>
          <w:sz w:val="16"/>
        </w:rPr>
        <w:t>. This important development has unfolded for two big reasons.</w:t>
      </w:r>
    </w:p>
    <w:p w14:paraId="7AFF03C9" w14:textId="77777777" w:rsidR="00FF1F1F" w:rsidRPr="002F7857" w:rsidRDefault="00FF1F1F" w:rsidP="00FF1F1F">
      <w:pPr>
        <w:rPr>
          <w:sz w:val="16"/>
        </w:rPr>
      </w:pPr>
      <w:r w:rsidRPr="002F7857">
        <w:rPr>
          <w:sz w:val="16"/>
        </w:rPr>
        <w:t xml:space="preserve">First, in </w:t>
      </w:r>
      <w:r w:rsidRPr="002F7857">
        <w:rPr>
          <w:rStyle w:val="StyleUnderline"/>
        </w:rPr>
        <w:t xml:space="preserve">terms of gerrymandering, </w:t>
      </w:r>
      <w:r w:rsidRPr="00073C2E">
        <w:rPr>
          <w:rStyle w:val="StyleUnderline"/>
          <w:highlight w:val="cyan"/>
        </w:rPr>
        <w:t xml:space="preserve">the </w:t>
      </w:r>
      <w:r w:rsidRPr="00073C2E">
        <w:rPr>
          <w:rStyle w:val="Emphasis"/>
          <w:highlight w:val="cyan"/>
        </w:rPr>
        <w:t>low-hanging fruit</w:t>
      </w:r>
      <w:r w:rsidRPr="00073C2E">
        <w:rPr>
          <w:rStyle w:val="StyleUnderline"/>
          <w:highlight w:val="cyan"/>
        </w:rPr>
        <w:t xml:space="preserve"> is </w:t>
      </w:r>
      <w:r w:rsidRPr="00073C2E">
        <w:rPr>
          <w:rStyle w:val="Emphasis"/>
          <w:highlight w:val="cyan"/>
        </w:rPr>
        <w:t>already picked over</w:t>
      </w:r>
      <w:r w:rsidRPr="002F7857">
        <w:rPr>
          <w:sz w:val="16"/>
        </w:rPr>
        <w:t>. States controlled by either Democrats or Republicans have already undertaken pretty egregious gerrymanders during previous regular redistricting processes, particularly following the 2010 and 2020 censuses.</w:t>
      </w:r>
    </w:p>
    <w:p w14:paraId="24411DF3" w14:textId="77777777" w:rsidR="00FF1F1F" w:rsidRPr="002F7857" w:rsidRDefault="00FF1F1F" w:rsidP="00FF1F1F">
      <w:pPr>
        <w:rPr>
          <w:sz w:val="16"/>
        </w:rPr>
      </w:pPr>
      <w:r w:rsidRPr="002F7857">
        <w:rPr>
          <w:sz w:val="16"/>
        </w:rPr>
        <w:t>Republicans have generally been more adept at the process, particularly in maximizing their seat shares in relatively competitive states such as Wisconsin and North Carolina that they happen to control.</w:t>
      </w:r>
    </w:p>
    <w:p w14:paraId="7126B2BD" w14:textId="77777777" w:rsidR="00FF1F1F" w:rsidRPr="002F7857" w:rsidRDefault="00FF1F1F" w:rsidP="00FF1F1F">
      <w:pPr>
        <w:rPr>
          <w:sz w:val="16"/>
        </w:rPr>
      </w:pPr>
      <w:r w:rsidRPr="002F7857">
        <w:rPr>
          <w:sz w:val="16"/>
        </w:rPr>
        <w:t>But Democrats have also been successful in states such as Maryland, where only one Republican serves out of nine seats, despite the party winning 35% of the presidential vote in 2024. In Massachusetts, where Democrats hold all eight seats, Republicans won 37% of the presidential vote in 2024.</w:t>
      </w:r>
    </w:p>
    <w:p w14:paraId="74A3F717" w14:textId="77777777" w:rsidR="00FF1F1F" w:rsidRDefault="00FF1F1F" w:rsidP="00FF1F1F">
      <w:pPr>
        <w:rPr>
          <w:rStyle w:val="StyleUnderline"/>
        </w:rPr>
      </w:pPr>
      <w:r w:rsidRPr="002F7857">
        <w:rPr>
          <w:rStyle w:val="Emphasis"/>
        </w:rPr>
        <w:t>There’s</w:t>
      </w:r>
      <w:r w:rsidRPr="002F7857">
        <w:rPr>
          <w:rStyle w:val="StyleUnderline"/>
        </w:rPr>
        <w:t xml:space="preserve"> </w:t>
      </w:r>
      <w:r w:rsidRPr="002F7857">
        <w:rPr>
          <w:rStyle w:val="Emphasis"/>
        </w:rPr>
        <w:t>also the fact</w:t>
      </w:r>
      <w:r w:rsidRPr="002F7857">
        <w:rPr>
          <w:rStyle w:val="StyleUnderline"/>
        </w:rPr>
        <w:t xml:space="preserve"> that over the past half-century, “</w:t>
      </w:r>
      <w:r w:rsidRPr="00073C2E">
        <w:rPr>
          <w:rStyle w:val="Emphasis"/>
          <w:highlight w:val="cyan"/>
        </w:rPr>
        <w:t>gerrymanderable</w:t>
      </w:r>
      <w:r w:rsidRPr="002F7857">
        <w:rPr>
          <w:rStyle w:val="StyleUnderline"/>
        </w:rPr>
        <w:t xml:space="preserve">” </w:t>
      </w:r>
      <w:r w:rsidRPr="00073C2E">
        <w:rPr>
          <w:rStyle w:val="Emphasis"/>
          <w:highlight w:val="cyan"/>
        </w:rPr>
        <w:t>territory</w:t>
      </w:r>
      <w:r w:rsidRPr="002F7857">
        <w:rPr>
          <w:rStyle w:val="StyleUnderline"/>
        </w:rPr>
        <w:t xml:space="preserve"> </w:t>
      </w:r>
      <w:r w:rsidRPr="00073C2E">
        <w:rPr>
          <w:rStyle w:val="StyleUnderline"/>
          <w:highlight w:val="cyan"/>
        </w:rPr>
        <w:t>has become</w:t>
      </w:r>
      <w:r w:rsidRPr="002F7857">
        <w:rPr>
          <w:rStyle w:val="StyleUnderline"/>
        </w:rPr>
        <w:t xml:space="preserve"> </w:t>
      </w:r>
      <w:r w:rsidRPr="00073C2E">
        <w:rPr>
          <w:rStyle w:val="StyleUnderline"/>
          <w:highlight w:val="cyan"/>
        </w:rPr>
        <w:t xml:space="preserve">more </w:t>
      </w:r>
      <w:r w:rsidRPr="00073C2E">
        <w:rPr>
          <w:rStyle w:val="Emphasis"/>
          <w:highlight w:val="cyan"/>
        </w:rPr>
        <w:t>difficult</w:t>
      </w:r>
      <w:r w:rsidRPr="00073C2E">
        <w:rPr>
          <w:rStyle w:val="StyleUnderline"/>
          <w:highlight w:val="cyan"/>
        </w:rPr>
        <w:t xml:space="preserve"> </w:t>
      </w:r>
      <w:r w:rsidRPr="00073C2E">
        <w:rPr>
          <w:rStyle w:val="Emphasis"/>
          <w:highlight w:val="cyan"/>
        </w:rPr>
        <w:t>to</w:t>
      </w:r>
      <w:r w:rsidRPr="002F7857">
        <w:rPr>
          <w:rStyle w:val="Emphasis"/>
        </w:rPr>
        <w:t xml:space="preserve"> find regardless</w:t>
      </w:r>
      <w:r w:rsidRPr="002F7857">
        <w:rPr>
          <w:rStyle w:val="StyleUnderline"/>
        </w:rPr>
        <w:t xml:space="preserve"> of how you draw the boundaries</w:t>
      </w:r>
      <w:r w:rsidRPr="002F7857">
        <w:rPr>
          <w:sz w:val="16"/>
        </w:rPr>
        <w:t xml:space="preserve">. </w:t>
      </w:r>
      <w:r w:rsidRPr="002F7857">
        <w:rPr>
          <w:rStyle w:val="StyleUnderline"/>
        </w:rPr>
        <w:t xml:space="preserve">That’s because </w:t>
      </w:r>
      <w:r w:rsidRPr="00073C2E">
        <w:rPr>
          <w:rStyle w:val="StyleUnderline"/>
          <w:highlight w:val="cyan"/>
        </w:rPr>
        <w:t>the</w:t>
      </w:r>
      <w:r w:rsidRPr="002F7857">
        <w:rPr>
          <w:rStyle w:val="StyleUnderline"/>
        </w:rPr>
        <w:t xml:space="preserve"> voting </w:t>
      </w:r>
      <w:r w:rsidRPr="00073C2E">
        <w:rPr>
          <w:rStyle w:val="StyleUnderline"/>
          <w:highlight w:val="cyan"/>
        </w:rPr>
        <w:t>electorate</w:t>
      </w:r>
      <w:r w:rsidRPr="002F7857">
        <w:rPr>
          <w:rStyle w:val="StyleUnderline"/>
        </w:rPr>
        <w:t xml:space="preserve"> </w:t>
      </w:r>
      <w:r w:rsidRPr="00073C2E">
        <w:rPr>
          <w:rStyle w:val="StyleUnderline"/>
          <w:highlight w:val="cyan"/>
        </w:rPr>
        <w:t>is</w:t>
      </w:r>
      <w:r w:rsidRPr="002F7857">
        <w:rPr>
          <w:rStyle w:val="StyleUnderline"/>
        </w:rPr>
        <w:t xml:space="preserve"> </w:t>
      </w:r>
      <w:r w:rsidRPr="002F7857">
        <w:rPr>
          <w:rStyle w:val="Emphasis"/>
        </w:rPr>
        <w:t xml:space="preserve">more </w:t>
      </w:r>
      <w:r w:rsidRPr="00073C2E">
        <w:rPr>
          <w:rStyle w:val="Emphasis"/>
          <w:highlight w:val="cyan"/>
        </w:rPr>
        <w:t>geographically</w:t>
      </w:r>
      <w:r w:rsidRPr="002F7857">
        <w:rPr>
          <w:rStyle w:val="StyleUnderline"/>
        </w:rPr>
        <w:t xml:space="preserve"> </w:t>
      </w:r>
      <w:r w:rsidRPr="00073C2E">
        <w:rPr>
          <w:rStyle w:val="StyleUnderline"/>
          <w:highlight w:val="cyan"/>
        </w:rPr>
        <w:t>sorted</w:t>
      </w:r>
      <w:r w:rsidRPr="002F7857">
        <w:rPr>
          <w:rStyle w:val="StyleUnderline"/>
        </w:rPr>
        <w:t xml:space="preserve"> </w:t>
      </w:r>
      <w:r w:rsidRPr="002F7857">
        <w:rPr>
          <w:rStyle w:val="Emphasis"/>
        </w:rPr>
        <w:t>between</w:t>
      </w:r>
      <w:r w:rsidRPr="002F7857">
        <w:rPr>
          <w:rStyle w:val="StyleUnderline"/>
        </w:rPr>
        <w:t xml:space="preserve"> the </w:t>
      </w:r>
      <w:r w:rsidRPr="002F7857">
        <w:rPr>
          <w:rStyle w:val="Emphasis"/>
        </w:rPr>
        <w:t>parties</w:t>
      </w:r>
      <w:r w:rsidRPr="002F7857">
        <w:rPr>
          <w:rStyle w:val="StyleUnderline"/>
        </w:rPr>
        <w:t>.</w:t>
      </w:r>
    </w:p>
    <w:p w14:paraId="514B2610" w14:textId="77777777" w:rsidR="00FF1F1F" w:rsidRPr="002F7857" w:rsidRDefault="00FF1F1F" w:rsidP="00FF1F1F">
      <w:pPr>
        <w:rPr>
          <w:sz w:val="16"/>
        </w:rPr>
      </w:pPr>
      <w:r w:rsidRPr="002F7857">
        <w:rPr>
          <w:sz w:val="16"/>
        </w:rPr>
        <w:t>This means that Democratic and Republican voters are segregated from each other geographically, with Democrats tending toward big cities and suburbs, and Republicans occupying rural areas.</w:t>
      </w:r>
    </w:p>
    <w:p w14:paraId="4B0025A1" w14:textId="77777777" w:rsidR="00FF1F1F" w:rsidRDefault="00FF1F1F" w:rsidP="00FF1F1F">
      <w:pPr>
        <w:rPr>
          <w:sz w:val="16"/>
        </w:rPr>
      </w:pPr>
      <w:r w:rsidRPr="002F7857">
        <w:rPr>
          <w:sz w:val="16"/>
        </w:rPr>
        <w:t>As a result, it’s become less geographically possible than ever to draw reasonable-looking districts that split up the other party’s voters in order to diminish the opponents’ ability to elect one of their own.</w:t>
      </w:r>
    </w:p>
    <w:p w14:paraId="5FB067F4" w14:textId="77777777" w:rsidR="00FF1F1F" w:rsidRDefault="00FF1F1F" w:rsidP="00FF1F1F">
      <w:pPr>
        <w:pStyle w:val="Heading4"/>
      </w:pPr>
      <w:r>
        <w:t xml:space="preserve">Either way, it won’t impact the election. </w:t>
      </w:r>
    </w:p>
    <w:p w14:paraId="0D90ED03" w14:textId="77777777" w:rsidR="00FF1F1F" w:rsidRPr="002F7857" w:rsidRDefault="00FF1F1F" w:rsidP="00FF1F1F">
      <w:r w:rsidRPr="002F7857">
        <w:t xml:space="preserve">Mark Z. </w:t>
      </w:r>
      <w:r w:rsidRPr="002F7857">
        <w:rPr>
          <w:rStyle w:val="Style13ptBold"/>
        </w:rPr>
        <w:t>Barabak 25</w:t>
      </w:r>
      <w:r w:rsidRPr="002F7857">
        <w:t xml:space="preserve">. "Redistricting fight assumes closer midterm than history shows." L.A. Times. 9-21-2025. </w:t>
      </w:r>
    </w:p>
    <w:p w14:paraId="0BE138C0" w14:textId="77777777" w:rsidR="00FF1F1F" w:rsidRPr="002F7857" w:rsidRDefault="00FF1F1F" w:rsidP="00FF1F1F">
      <w:pPr>
        <w:rPr>
          <w:sz w:val="16"/>
        </w:rPr>
      </w:pPr>
      <w:r w:rsidRPr="002F7857">
        <w:rPr>
          <w:sz w:val="16"/>
        </w:rPr>
        <w:t>Another thing Democats have going for them is the passion of their voters, who’ve been flocking to the polls in off-year and special elections. The Downballot, which tracks races nationwide, finds Democratic candidates have far surpassed Kamala Harris’ 2024 performance, a potential harbinger of strong turnout in 2026.</w:t>
      </w:r>
    </w:p>
    <w:p w14:paraId="5A4ADB1D" w14:textId="77777777" w:rsidR="00FF1F1F" w:rsidRPr="002F7857" w:rsidRDefault="00FF1F1F" w:rsidP="00FF1F1F">
      <w:pPr>
        <w:rPr>
          <w:sz w:val="16"/>
        </w:rPr>
      </w:pPr>
      <w:r w:rsidRPr="002F7857">
        <w:rPr>
          <w:sz w:val="16"/>
        </w:rPr>
        <w:t>Those advantages are somewhat offset by a GOP edge in two other measures. Republicans have significantly outraised Democrats and have limited the number of House members retiring. Generally speaking, it’s tougher for a party to defend a seat when it comes open.</w:t>
      </w:r>
    </w:p>
    <w:p w14:paraId="04C4DEAD" w14:textId="77777777" w:rsidR="00FF1F1F" w:rsidRPr="002F7857" w:rsidRDefault="00FF1F1F" w:rsidP="00FF1F1F">
      <w:pPr>
        <w:rPr>
          <w:rStyle w:val="Emphasis"/>
          <w:sz w:val="28"/>
          <w:szCs w:val="32"/>
        </w:rPr>
      </w:pPr>
      <w:r w:rsidRPr="002F7857">
        <w:rPr>
          <w:sz w:val="16"/>
        </w:rPr>
        <w:t xml:space="preserve">In short, for all the partisan passions, </w:t>
      </w:r>
      <w:r w:rsidRPr="00073C2E">
        <w:rPr>
          <w:rStyle w:val="StyleUnderline"/>
          <w:highlight w:val="cyan"/>
        </w:rPr>
        <w:t xml:space="preserve">the </w:t>
      </w:r>
      <w:r w:rsidRPr="00073C2E">
        <w:rPr>
          <w:rStyle w:val="Emphasis"/>
          <w:sz w:val="28"/>
          <w:szCs w:val="32"/>
          <w:highlight w:val="cyan"/>
        </w:rPr>
        <w:t>redistricting wars aren’t likely to decide</w:t>
      </w:r>
      <w:r w:rsidRPr="002F7857">
        <w:rPr>
          <w:rStyle w:val="Emphasis"/>
          <w:sz w:val="28"/>
          <w:szCs w:val="32"/>
        </w:rPr>
        <w:t xml:space="preserve"> </w:t>
      </w:r>
      <w:r w:rsidRPr="00073C2E">
        <w:rPr>
          <w:rStyle w:val="Emphasis"/>
          <w:sz w:val="28"/>
          <w:szCs w:val="32"/>
          <w:highlight w:val="cyan"/>
        </w:rPr>
        <w:t>control of the House.</w:t>
      </w:r>
    </w:p>
    <w:p w14:paraId="0F9F3EFC" w14:textId="77777777" w:rsidR="00FF1F1F" w:rsidRPr="002F7857" w:rsidRDefault="00FF1F1F" w:rsidP="00FF1F1F">
      <w:pPr>
        <w:rPr>
          <w:sz w:val="16"/>
        </w:rPr>
      </w:pPr>
      <w:r w:rsidRPr="002F7857">
        <w:rPr>
          <w:sz w:val="16"/>
        </w:rPr>
        <w:t>“</w:t>
      </w:r>
      <w:r w:rsidRPr="002F7857">
        <w:rPr>
          <w:rStyle w:val="StyleUnderline"/>
        </w:rPr>
        <w:t xml:space="preserve">Opinions of </w:t>
      </w:r>
      <w:r w:rsidRPr="00073C2E">
        <w:rPr>
          <w:rStyle w:val="StyleUnderline"/>
          <w:highlight w:val="cyan"/>
        </w:rPr>
        <w:t>the economy</w:t>
      </w:r>
      <w:r w:rsidRPr="002F7857">
        <w:rPr>
          <w:sz w:val="16"/>
        </w:rPr>
        <w:t xml:space="preserve"> and Trump’s handling of it, </w:t>
      </w:r>
      <w:r w:rsidRPr="002F7857">
        <w:rPr>
          <w:rStyle w:val="StyleUnderline"/>
        </w:rPr>
        <w:t xml:space="preserve">the </w:t>
      </w:r>
      <w:r w:rsidRPr="00073C2E">
        <w:rPr>
          <w:rStyle w:val="StyleUnderline"/>
          <w:highlight w:val="cyan"/>
        </w:rPr>
        <w:t>popularity</w:t>
      </w:r>
      <w:r w:rsidRPr="002F7857">
        <w:rPr>
          <w:rStyle w:val="StyleUnderline"/>
        </w:rPr>
        <w:t xml:space="preserve"> (or lack thereof</w:t>
      </w:r>
      <w:r w:rsidRPr="00073C2E">
        <w:rPr>
          <w:rStyle w:val="StyleUnderline"/>
          <w:highlight w:val="cyan"/>
        </w:rPr>
        <w:t>)</w:t>
      </w:r>
      <w:r w:rsidRPr="002F7857">
        <w:rPr>
          <w:rStyle w:val="StyleUnderline"/>
        </w:rPr>
        <w:t xml:space="preserve"> of</w:t>
      </w:r>
      <w:r w:rsidRPr="002F7857">
        <w:rPr>
          <w:sz w:val="16"/>
        </w:rPr>
        <w:t xml:space="preserve"> </w:t>
      </w:r>
      <w:r w:rsidRPr="00073C2E">
        <w:rPr>
          <w:rStyle w:val="StyleUnderline"/>
          <w:highlight w:val="cyan"/>
        </w:rPr>
        <w:t>Republicans’</w:t>
      </w:r>
      <w:r w:rsidRPr="002F7857">
        <w:rPr>
          <w:rStyle w:val="StyleUnderline"/>
        </w:rPr>
        <w:t xml:space="preserve"> signature </w:t>
      </w:r>
      <w:r w:rsidRPr="00073C2E">
        <w:rPr>
          <w:rStyle w:val="StyleUnderline"/>
          <w:highlight w:val="cyan"/>
        </w:rPr>
        <w:t>legislation</w:t>
      </w:r>
      <w:r w:rsidRPr="002F7857">
        <w:rPr>
          <w:sz w:val="16"/>
        </w:rPr>
        <w:t xml:space="preserve">” — the tax-cutting, Medicaid-slashing bill passed in July — </w:t>
      </w:r>
      <w:r w:rsidRPr="00073C2E">
        <w:rPr>
          <w:rStyle w:val="StyleUnderline"/>
          <w:highlight w:val="cyan"/>
        </w:rPr>
        <w:t>as well</w:t>
      </w:r>
      <w:r w:rsidRPr="002F7857">
        <w:rPr>
          <w:rStyle w:val="StyleUnderline"/>
        </w:rPr>
        <w:t xml:space="preserve"> </w:t>
      </w:r>
      <w:r w:rsidRPr="00073C2E">
        <w:rPr>
          <w:rStyle w:val="StyleUnderline"/>
          <w:highlight w:val="cyan"/>
        </w:rPr>
        <w:t>as “</w:t>
      </w:r>
      <w:r w:rsidRPr="00073C2E">
        <w:rPr>
          <w:rStyle w:val="Emphasis"/>
          <w:highlight w:val="cyan"/>
        </w:rPr>
        <w:t>partisan enthusiasm</w:t>
      </w:r>
      <w:r w:rsidRPr="002F7857">
        <w:rPr>
          <w:sz w:val="16"/>
        </w:rPr>
        <w:t xml:space="preserve"> </w:t>
      </w:r>
      <w:r w:rsidRPr="002F7857">
        <w:rPr>
          <w:rStyle w:val="StyleUnderline"/>
        </w:rPr>
        <w:t xml:space="preserve">to </w:t>
      </w:r>
      <w:r w:rsidRPr="002F7857">
        <w:rPr>
          <w:rStyle w:val="Emphasis"/>
        </w:rPr>
        <w:t>vote</w:t>
      </w:r>
      <w:r w:rsidRPr="002F7857">
        <w:rPr>
          <w:rStyle w:val="StyleUnderline"/>
        </w:rPr>
        <w:t xml:space="preserve"> </w:t>
      </w:r>
      <w:r w:rsidRPr="00073C2E">
        <w:rPr>
          <w:rStyle w:val="StyleUnderline"/>
          <w:highlight w:val="cyan"/>
        </w:rPr>
        <w:t>are</w:t>
      </w:r>
      <w:r w:rsidRPr="002F7857">
        <w:rPr>
          <w:rStyle w:val="StyleUnderline"/>
        </w:rPr>
        <w:t xml:space="preserve"> going to be </w:t>
      </w:r>
      <w:r w:rsidRPr="00073C2E">
        <w:rPr>
          <w:rStyle w:val="StyleUnderline"/>
          <w:highlight w:val="cyan"/>
        </w:rPr>
        <w:t xml:space="preserve">more </w:t>
      </w:r>
      <w:r w:rsidRPr="00073C2E">
        <w:rPr>
          <w:rStyle w:val="Emphasis"/>
          <w:highlight w:val="cyan"/>
        </w:rPr>
        <w:t>determinative</w:t>
      </w:r>
      <w:r w:rsidRPr="002F7857">
        <w:rPr>
          <w:sz w:val="16"/>
        </w:rPr>
        <w:t xml:space="preserve"> </w:t>
      </w:r>
      <w:r w:rsidRPr="002F7857">
        <w:rPr>
          <w:rStyle w:val="StyleUnderline"/>
        </w:rPr>
        <w:t xml:space="preserve">to the </w:t>
      </w:r>
      <w:r w:rsidRPr="002F7857">
        <w:rPr>
          <w:rStyle w:val="Emphasis"/>
        </w:rPr>
        <w:t>2026</w:t>
      </w:r>
      <w:r w:rsidRPr="002F7857">
        <w:rPr>
          <w:rStyle w:val="StyleUnderline"/>
        </w:rPr>
        <w:t xml:space="preserve"> outcome </w:t>
      </w:r>
      <w:r w:rsidRPr="00073C2E">
        <w:rPr>
          <w:rStyle w:val="StyleUnderline"/>
          <w:highlight w:val="cyan"/>
        </w:rPr>
        <w:t>than</w:t>
      </w:r>
      <w:r w:rsidRPr="002F7857">
        <w:rPr>
          <w:rStyle w:val="StyleUnderline"/>
        </w:rPr>
        <w:t xml:space="preserve"> </w:t>
      </w:r>
      <w:r w:rsidRPr="00073C2E">
        <w:rPr>
          <w:rStyle w:val="Emphasis"/>
          <w:highlight w:val="cyan"/>
        </w:rPr>
        <w:t>redistricting</w:t>
      </w:r>
      <w:r w:rsidRPr="002F7857">
        <w:rPr>
          <w:rStyle w:val="Emphasis"/>
        </w:rPr>
        <w:t xml:space="preserve"> alone</w:t>
      </w:r>
      <w:r w:rsidRPr="002F7857">
        <w:rPr>
          <w:sz w:val="16"/>
        </w:rPr>
        <w:t>,” Amy Walter, the Cook Report’s editor-in-chief, wrote in a recent analysis.</w:t>
      </w:r>
    </w:p>
    <w:p w14:paraId="6B3FFC7F" w14:textId="77777777" w:rsidR="00FF1F1F" w:rsidRPr="002F7857" w:rsidRDefault="00FF1F1F" w:rsidP="00FF1F1F">
      <w:pPr>
        <w:rPr>
          <w:sz w:val="16"/>
        </w:rPr>
      </w:pPr>
      <w:r w:rsidRPr="002F7857">
        <w:rPr>
          <w:sz w:val="16"/>
        </w:rPr>
        <w:t>In other words, control of the House will most likely rest in the hands of voters, not scheming politicians.</w:t>
      </w:r>
    </w:p>
    <w:p w14:paraId="10C681C3" w14:textId="77777777" w:rsidR="00FF1F1F" w:rsidRPr="002F7857" w:rsidRDefault="00FF1F1F" w:rsidP="00FF1F1F">
      <w:r w:rsidRPr="002F7857">
        <w:rPr>
          <w:sz w:val="16"/>
        </w:rPr>
        <w:t>Which is exactly where it belongs.</w:t>
      </w:r>
    </w:p>
    <w:p w14:paraId="1F739D7B" w14:textId="2717DBE4" w:rsidR="00FF1F1F" w:rsidRDefault="00FF1F1F" w:rsidP="00FF1F1F">
      <w:pPr>
        <w:pStyle w:val="Heading3"/>
      </w:pPr>
      <w:r>
        <w:t>Dems Internal---2NC</w:t>
      </w:r>
    </w:p>
    <w:p w14:paraId="24D8EB5D" w14:textId="005ECCA2" w:rsidR="00FF1F1F" w:rsidRDefault="00FF1F1F" w:rsidP="00FF1F1F">
      <w:pPr>
        <w:pStyle w:val="Heading4"/>
      </w:pPr>
      <w:r>
        <w:t>Dems constrain trump.</w:t>
      </w:r>
    </w:p>
    <w:p w14:paraId="6DF3BA1A" w14:textId="1FF299C4" w:rsidR="00FF1F1F" w:rsidRDefault="00FF1F1F" w:rsidP="00FF1F1F">
      <w:pPr>
        <w:pStyle w:val="Heading4"/>
      </w:pPr>
      <w:r>
        <w:t>They end funding and gut his individual propositions.</w:t>
      </w:r>
    </w:p>
    <w:p w14:paraId="12986CB6" w14:textId="5C1A8934" w:rsidR="00FF1F1F" w:rsidRDefault="00FF1F1F" w:rsidP="00FF1F1F">
      <w:pPr>
        <w:pStyle w:val="Heading4"/>
      </w:pPr>
      <w:r>
        <w:t>A dem house majority means they can IMPEACH him, which ousts him forever.</w:t>
      </w:r>
    </w:p>
    <w:p w14:paraId="24D21061" w14:textId="71B9B674" w:rsidR="00FF1F1F" w:rsidRDefault="00FF1F1F" w:rsidP="00FF1F1F">
      <w:pPr>
        <w:pStyle w:val="Heading4"/>
      </w:pPr>
      <w:r>
        <w:t>Even the THREAT is sufficient because it deters them. Jackson.</w:t>
      </w:r>
    </w:p>
    <w:p w14:paraId="151BBEBC" w14:textId="77777777" w:rsidR="00F431FC" w:rsidRDefault="00F431FC" w:rsidP="00F431FC"/>
    <w:p w14:paraId="6A8FB971" w14:textId="3BAC0672" w:rsidR="00F431FC" w:rsidRDefault="00F431FC" w:rsidP="00F431FC">
      <w:pPr>
        <w:pStyle w:val="Heading4"/>
      </w:pPr>
      <w:r>
        <w:t>Full throttle now.</w:t>
      </w:r>
    </w:p>
    <w:p w14:paraId="26CA1844" w14:textId="77777777" w:rsidR="00F431FC" w:rsidRPr="00002EE9" w:rsidRDefault="00F431FC" w:rsidP="00F431FC">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3211B7FA" w14:textId="77777777" w:rsidR="00F431FC" w:rsidRPr="008E3CE0" w:rsidRDefault="00F431FC" w:rsidP="00F431FC">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1A02FC">
        <w:rPr>
          <w:rStyle w:val="StyleUnderline"/>
          <w:highlight w:val="yellow"/>
        </w:rPr>
        <w:t>mass-deportation program</w:t>
      </w:r>
      <w:r w:rsidRPr="001A02FC">
        <w:rPr>
          <w:sz w:val="16"/>
          <w:highlight w:val="yellow"/>
        </w:rPr>
        <w:t xml:space="preserve">, a </w:t>
      </w:r>
      <w:r w:rsidRPr="001A02FC">
        <w:rPr>
          <w:rStyle w:val="StyleUnderline"/>
          <w:highlight w:val="yellow"/>
        </w:rPr>
        <w:t xml:space="preserve">return to </w:t>
      </w:r>
      <w:r w:rsidRPr="001A02FC">
        <w:rPr>
          <w:rStyle w:val="Emphasis"/>
          <w:highlight w:val="yellow"/>
        </w:rPr>
        <w:t>protectionist</w:t>
      </w:r>
      <w:r w:rsidRPr="001A02FC">
        <w:rPr>
          <w:sz w:val="16"/>
          <w:highlight w:val="yellow"/>
        </w:rPr>
        <w:t xml:space="preserve"> economic </w:t>
      </w:r>
      <w:r w:rsidRPr="001A02FC">
        <w:rPr>
          <w:rStyle w:val="StyleUnderline"/>
          <w:highlight w:val="yellow"/>
        </w:rPr>
        <w:t xml:space="preserve">strategies, and </w:t>
      </w:r>
      <w:r w:rsidRPr="001A02FC">
        <w:rPr>
          <w:rStyle w:val="Emphasis"/>
          <w:highlight w:val="yellow"/>
        </w:rPr>
        <w:t>relentless threats</w:t>
      </w:r>
      <w:r w:rsidRPr="001A02FC">
        <w:rPr>
          <w:sz w:val="16"/>
          <w:highlight w:val="yellow"/>
        </w:rPr>
        <w:t xml:space="preserve"> </w:t>
      </w:r>
      <w:r w:rsidRPr="001A02FC">
        <w:rPr>
          <w:rStyle w:val="StyleUnderline"/>
          <w:highlight w:val="yellow"/>
        </w:rPr>
        <w:t>of Mafia-style retribution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6CCBD267" w14:textId="77777777" w:rsidR="00F431FC" w:rsidRPr="008E3CE0" w:rsidRDefault="00F431FC" w:rsidP="00F431FC">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6253986D" w14:textId="77777777" w:rsidR="00F431FC" w:rsidRPr="008E3CE0" w:rsidRDefault="00F431FC" w:rsidP="00F431FC">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3C0B73BA" w14:textId="77777777" w:rsidR="00F431FC" w:rsidRPr="008E3CE0" w:rsidRDefault="00F431FC" w:rsidP="00F431FC">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w:t>
      </w:r>
      <w:r w:rsidRPr="001A02FC">
        <w:t>House</w:t>
      </w:r>
      <w:r w:rsidRPr="008E3CE0">
        <w:rPr>
          <w:sz w:val="16"/>
        </w:rPr>
        <w:t xml:space="preserv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1A02FC">
        <w:rPr>
          <w:rStyle w:val="Emphasis"/>
          <w:sz w:val="30"/>
          <w:szCs w:val="30"/>
          <w:highlight w:val="yellow"/>
        </w:rPr>
        <w:t>rabid pursuit</w:t>
      </w:r>
      <w:r w:rsidRPr="001A02FC">
        <w:rPr>
          <w:sz w:val="30"/>
          <w:szCs w:val="30"/>
          <w:highlight w:val="yellow"/>
        </w:rPr>
        <w:t xml:space="preserve"> </w:t>
      </w:r>
      <w:r w:rsidRPr="001A02FC">
        <w:rPr>
          <w:rStyle w:val="StyleUnderline"/>
          <w:sz w:val="30"/>
          <w:szCs w:val="30"/>
          <w:highlight w:val="yellow"/>
        </w:rPr>
        <w:t xml:space="preserve">of a </w:t>
      </w:r>
      <w:r w:rsidRPr="001A02FC">
        <w:rPr>
          <w:rStyle w:val="Emphasis"/>
          <w:sz w:val="30"/>
          <w:szCs w:val="30"/>
          <w:highlight w:val="yellow"/>
        </w:rPr>
        <w:t>maximalist agenda</w:t>
      </w:r>
      <w:r w:rsidRPr="001A02FC">
        <w:rPr>
          <w:rStyle w:val="StyleUnderline"/>
          <w:sz w:val="30"/>
          <w:szCs w:val="30"/>
          <w:highlight w:val="yellow"/>
        </w:rPr>
        <w:t xml:space="preserve"> is compatible with a </w:t>
      </w:r>
      <w:r w:rsidRPr="001A02FC">
        <w:rPr>
          <w:rStyle w:val="Emphasis"/>
          <w:sz w:val="30"/>
          <w:szCs w:val="30"/>
          <w:highlight w:val="yellow"/>
        </w:rPr>
        <w:t>successful midterm win</w:t>
      </w:r>
      <w:r w:rsidRPr="001A02FC">
        <w:rPr>
          <w:sz w:val="30"/>
          <w:szCs w:val="30"/>
        </w:rPr>
        <w:t xml:space="preserve"> </w:t>
      </w:r>
      <w:r w:rsidRPr="008E3CE0">
        <w:rPr>
          <w:sz w:val="16"/>
        </w:rPr>
        <w:t>and long-term Republican success.</w:t>
      </w:r>
    </w:p>
    <w:p w14:paraId="1E637027" w14:textId="77777777" w:rsidR="00F431FC" w:rsidRPr="008E3CE0" w:rsidRDefault="00F431FC" w:rsidP="00F431FC">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67D249E1" w14:textId="77777777" w:rsidR="00F431FC" w:rsidRPr="008E3CE0" w:rsidRDefault="00F431FC" w:rsidP="00F431FC">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0969220C" w14:textId="77777777" w:rsidR="00F431FC" w:rsidRPr="008E3CE0" w:rsidRDefault="00F431FC" w:rsidP="00F431FC">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214BC9A7" w14:textId="77777777" w:rsidR="00F431FC" w:rsidRPr="008E3CE0" w:rsidRDefault="00F431FC" w:rsidP="00F431FC">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7383D458" w14:textId="77777777" w:rsidR="00F431FC" w:rsidRPr="008E3CE0" w:rsidRDefault="00F431FC" w:rsidP="00F431FC">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5A28CEBB" w14:textId="77777777" w:rsidR="00F431FC" w:rsidRPr="00F431FC" w:rsidRDefault="00F431FC" w:rsidP="00F431FC"/>
    <w:p w14:paraId="316D3700" w14:textId="77777777" w:rsidR="00FF1F1F" w:rsidRPr="00025FE9" w:rsidRDefault="00FF1F1F" w:rsidP="00FF1F1F">
      <w:pPr>
        <w:pStyle w:val="Heading4"/>
      </w:pPr>
      <w:r>
        <w:t xml:space="preserve">It </w:t>
      </w:r>
      <w:r>
        <w:rPr>
          <w:u w:val="single"/>
        </w:rPr>
        <w:t>ends</w:t>
      </w:r>
      <w:r w:rsidRPr="00025FE9">
        <w:t xml:space="preserve"> </w:t>
      </w:r>
      <w:r>
        <w:rPr>
          <w:u w:val="single"/>
        </w:rPr>
        <w:t>partisan</w:t>
      </w:r>
      <w:r>
        <w:t xml:space="preserve"> legislation and imposes </w:t>
      </w:r>
      <w:r>
        <w:rPr>
          <w:u w:val="single"/>
        </w:rPr>
        <w:t>oversight.</w:t>
      </w:r>
    </w:p>
    <w:p w14:paraId="45E3C122" w14:textId="77777777" w:rsidR="00FF1F1F" w:rsidRPr="00025FE9" w:rsidRDefault="00FF1F1F" w:rsidP="00FF1F1F">
      <w:r w:rsidRPr="00025FE9">
        <w:t xml:space="preserve">Elaine </w:t>
      </w:r>
      <w:r w:rsidRPr="00025FE9">
        <w:rPr>
          <w:rStyle w:val="Style13ptBold"/>
        </w:rPr>
        <w:t>Kamarck 25</w:t>
      </w:r>
      <w:r w:rsidRPr="00025FE9">
        <w:t>. "What history tells us about the 2026 midterm elections." Brookings. 8-28-2025. https://www.brookings.edu/articles/what-history-tells-us-about-the-2026-midterm-elections/</w:t>
      </w:r>
    </w:p>
    <w:p w14:paraId="4D750FCA" w14:textId="77777777" w:rsidR="00FF1F1F" w:rsidRDefault="00FF1F1F" w:rsidP="00FF1F1F">
      <w:pPr>
        <w:rPr>
          <w:rStyle w:val="StyleUnderline"/>
        </w:rPr>
      </w:pPr>
      <w:r w:rsidRPr="00025FE9">
        <w:rPr>
          <w:sz w:val="16"/>
        </w:rPr>
        <w:t xml:space="preserve">Since reentering the White House in January, President </w:t>
      </w:r>
      <w:r w:rsidRPr="00025FE9">
        <w:rPr>
          <w:rStyle w:val="Emphasis"/>
          <w:highlight w:val="cyan"/>
        </w:rPr>
        <w:t>Trump</w:t>
      </w:r>
      <w:r w:rsidRPr="00025FE9">
        <w:rPr>
          <w:sz w:val="16"/>
        </w:rPr>
        <w:t xml:space="preserve"> </w:t>
      </w:r>
      <w:r w:rsidRPr="00025FE9">
        <w:rPr>
          <w:rStyle w:val="StyleUnderline"/>
        </w:rPr>
        <w:t xml:space="preserve">has </w:t>
      </w:r>
      <w:r w:rsidRPr="00025FE9">
        <w:rPr>
          <w:rStyle w:val="StyleUnderline"/>
          <w:highlight w:val="cyan"/>
        </w:rPr>
        <w:t>enjoyed</w:t>
      </w:r>
      <w:r w:rsidRPr="00025FE9">
        <w:rPr>
          <w:rStyle w:val="StyleUnderline"/>
        </w:rPr>
        <w:t xml:space="preserve"> the</w:t>
      </w:r>
      <w:r w:rsidRPr="00025FE9">
        <w:rPr>
          <w:sz w:val="16"/>
        </w:rPr>
        <w:t xml:space="preserve"> </w:t>
      </w:r>
      <w:r w:rsidRPr="00025FE9">
        <w:rPr>
          <w:rStyle w:val="StyleUnderline"/>
        </w:rPr>
        <w:t xml:space="preserve">support of </w:t>
      </w:r>
      <w:r w:rsidRPr="00025FE9">
        <w:rPr>
          <w:rStyle w:val="StyleUnderline"/>
          <w:highlight w:val="cyan"/>
        </w:rPr>
        <w:t>narrow</w:t>
      </w:r>
      <w:r w:rsidRPr="00025FE9">
        <w:rPr>
          <w:rStyle w:val="StyleUnderline"/>
        </w:rPr>
        <w:t xml:space="preserve"> but unified Republican </w:t>
      </w:r>
      <w:r w:rsidRPr="00025FE9">
        <w:rPr>
          <w:rStyle w:val="StyleUnderline"/>
          <w:highlight w:val="cyan"/>
        </w:rPr>
        <w:t>majorities</w:t>
      </w:r>
      <w:r w:rsidRPr="00025FE9">
        <w:rPr>
          <w:rStyle w:val="StyleUnderline"/>
        </w:rPr>
        <w:t xml:space="preserve"> in both the House and the Senate.</w:t>
      </w:r>
      <w:r w:rsidRPr="00025FE9">
        <w:rPr>
          <w:sz w:val="16"/>
        </w:rPr>
        <w:t xml:space="preserve"> </w:t>
      </w:r>
      <w:r w:rsidRPr="00025FE9">
        <w:rPr>
          <w:rStyle w:val="StyleUnderline"/>
        </w:rPr>
        <w:t>This has enabled</w:t>
      </w:r>
      <w:r w:rsidRPr="00025FE9">
        <w:rPr>
          <w:sz w:val="16"/>
        </w:rPr>
        <w:t xml:space="preserve"> him to win significant </w:t>
      </w:r>
      <w:r w:rsidRPr="00025FE9">
        <w:rPr>
          <w:rStyle w:val="StyleUnderline"/>
        </w:rPr>
        <w:t>legislative victories</w:t>
      </w:r>
      <w:r w:rsidRPr="00025FE9">
        <w:rPr>
          <w:sz w:val="16"/>
        </w:rPr>
        <w:t xml:space="preserve"> </w:t>
      </w:r>
      <w:r w:rsidRPr="00025FE9">
        <w:rPr>
          <w:rStyle w:val="StyleUnderline"/>
        </w:rPr>
        <w:t xml:space="preserve">while minimizing potentially troubling </w:t>
      </w:r>
      <w:r w:rsidRPr="00025FE9">
        <w:rPr>
          <w:rStyle w:val="Emphasis"/>
        </w:rPr>
        <w:t>congressional oversight</w:t>
      </w:r>
      <w:r w:rsidRPr="00025FE9">
        <w:rPr>
          <w:rStyle w:val="StyleUnderline"/>
        </w:rPr>
        <w:t>.</w:t>
      </w:r>
    </w:p>
    <w:p w14:paraId="1EEB9B71" w14:textId="77777777" w:rsidR="00FF1F1F" w:rsidRPr="00025FE9" w:rsidRDefault="00FF1F1F" w:rsidP="00FF1F1F">
      <w:pPr>
        <w:rPr>
          <w:sz w:val="16"/>
        </w:rPr>
      </w:pPr>
      <w:r w:rsidRPr="00025FE9">
        <w:rPr>
          <w:rStyle w:val="StyleUnderline"/>
          <w:highlight w:val="cyan"/>
        </w:rPr>
        <w:t>If Republicans</w:t>
      </w:r>
      <w:r w:rsidRPr="00025FE9">
        <w:rPr>
          <w:sz w:val="16"/>
          <w:highlight w:val="cyan"/>
        </w:rPr>
        <w:t xml:space="preserve"> </w:t>
      </w:r>
      <w:r w:rsidRPr="00025FE9">
        <w:rPr>
          <w:rStyle w:val="Emphasis"/>
          <w:highlight w:val="cyan"/>
        </w:rPr>
        <w:t>lost control</w:t>
      </w:r>
      <w:r w:rsidRPr="00025FE9">
        <w:rPr>
          <w:sz w:val="16"/>
        </w:rPr>
        <w:t xml:space="preserve"> </w:t>
      </w:r>
      <w:r w:rsidRPr="00025FE9">
        <w:rPr>
          <w:rStyle w:val="StyleUnderline"/>
          <w:highlight w:val="cyan"/>
        </w:rPr>
        <w:t xml:space="preserve">of either </w:t>
      </w:r>
      <w:r w:rsidRPr="00025FE9">
        <w:rPr>
          <w:rStyle w:val="Emphasis"/>
          <w:highlight w:val="cyan"/>
        </w:rPr>
        <w:t>chamber</w:t>
      </w:r>
      <w:r w:rsidRPr="00025FE9">
        <w:rPr>
          <w:rStyle w:val="StyleUnderline"/>
        </w:rPr>
        <w:t xml:space="preserve"> in </w:t>
      </w:r>
      <w:r w:rsidRPr="00025FE9">
        <w:rPr>
          <w:rStyle w:val="Emphasis"/>
        </w:rPr>
        <w:t>2026</w:t>
      </w:r>
      <w:r w:rsidRPr="00025FE9">
        <w:rPr>
          <w:sz w:val="16"/>
        </w:rPr>
        <w:t xml:space="preserve">, </w:t>
      </w:r>
      <w:r w:rsidRPr="00025FE9">
        <w:rPr>
          <w:rStyle w:val="StyleUnderline"/>
          <w:highlight w:val="cyan"/>
        </w:rPr>
        <w:t>the legislative phase</w:t>
      </w:r>
      <w:r w:rsidRPr="00025FE9">
        <w:rPr>
          <w:rStyle w:val="StyleUnderline"/>
        </w:rPr>
        <w:t xml:space="preserve"> of</w:t>
      </w:r>
      <w:r w:rsidRPr="00025FE9">
        <w:rPr>
          <w:sz w:val="16"/>
        </w:rPr>
        <w:t xml:space="preserve"> </w:t>
      </w:r>
      <w:r w:rsidRPr="00025FE9">
        <w:rPr>
          <w:rStyle w:val="Emphasis"/>
        </w:rPr>
        <w:t>Trump’s presidency</w:t>
      </w:r>
      <w:r w:rsidRPr="00025FE9">
        <w:rPr>
          <w:rStyle w:val="StyleUnderline"/>
        </w:rPr>
        <w:t xml:space="preserve"> </w:t>
      </w:r>
      <w:r w:rsidRPr="00025FE9">
        <w:rPr>
          <w:rStyle w:val="StyleUnderline"/>
          <w:highlight w:val="cyan"/>
        </w:rPr>
        <w:t xml:space="preserve">would </w:t>
      </w:r>
      <w:r w:rsidRPr="00025FE9">
        <w:rPr>
          <w:rStyle w:val="Emphasis"/>
          <w:highlight w:val="cyan"/>
        </w:rPr>
        <w:t>end</w:t>
      </w:r>
      <w:r w:rsidRPr="00025FE9">
        <w:rPr>
          <w:sz w:val="16"/>
        </w:rPr>
        <w:t xml:space="preserve"> (unless he and the Democratic opposition pivoted toward an unlikely bipartisanship), </w:t>
      </w:r>
      <w:r w:rsidRPr="00025FE9">
        <w:rPr>
          <w:rStyle w:val="StyleUnderline"/>
          <w:highlight w:val="cyan"/>
        </w:rPr>
        <w:t>and</w:t>
      </w:r>
      <w:r w:rsidRPr="00025FE9">
        <w:rPr>
          <w:rStyle w:val="StyleUnderline"/>
        </w:rPr>
        <w:t xml:space="preserve"> a </w:t>
      </w:r>
      <w:r w:rsidRPr="00025FE9">
        <w:rPr>
          <w:rStyle w:val="Emphasis"/>
          <w:highlight w:val="cyan"/>
        </w:rPr>
        <w:t>stream</w:t>
      </w:r>
      <w:r w:rsidRPr="00025FE9">
        <w:rPr>
          <w:rStyle w:val="StyleUnderline"/>
          <w:highlight w:val="cyan"/>
        </w:rPr>
        <w:t xml:space="preserve"> of </w:t>
      </w:r>
      <w:r w:rsidRPr="00025FE9">
        <w:rPr>
          <w:rStyle w:val="Emphasis"/>
          <w:highlight w:val="cyan"/>
        </w:rPr>
        <w:t>oversight hearings</w:t>
      </w:r>
      <w:r w:rsidRPr="00025FE9">
        <w:rPr>
          <w:rStyle w:val="StyleUnderline"/>
        </w:rPr>
        <w:t xml:space="preserve"> </w:t>
      </w:r>
      <w:r w:rsidRPr="00025FE9">
        <w:rPr>
          <w:rStyle w:val="StyleUnderline"/>
          <w:highlight w:val="cyan"/>
        </w:rPr>
        <w:t>would put his</w:t>
      </w:r>
      <w:r w:rsidRPr="00025FE9">
        <w:rPr>
          <w:sz w:val="16"/>
          <w:highlight w:val="cyan"/>
        </w:rPr>
        <w:t xml:space="preserve"> </w:t>
      </w:r>
      <w:r w:rsidRPr="00025FE9">
        <w:rPr>
          <w:rStyle w:val="Emphasis"/>
          <w:highlight w:val="cyan"/>
        </w:rPr>
        <w:t>administration</w:t>
      </w:r>
      <w:r w:rsidRPr="00025FE9">
        <w:rPr>
          <w:rStyle w:val="StyleUnderline"/>
        </w:rPr>
        <w:t xml:space="preserve"> </w:t>
      </w:r>
      <w:r w:rsidRPr="00025FE9">
        <w:rPr>
          <w:rStyle w:val="StyleUnderline"/>
          <w:highlight w:val="cyan"/>
        </w:rPr>
        <w:t>on the</w:t>
      </w:r>
      <w:r w:rsidRPr="00025FE9">
        <w:rPr>
          <w:rStyle w:val="StyleUnderline"/>
        </w:rPr>
        <w:t xml:space="preserve"> </w:t>
      </w:r>
      <w:r w:rsidRPr="00025FE9">
        <w:rPr>
          <w:rStyle w:val="Emphasis"/>
          <w:highlight w:val="cyan"/>
        </w:rPr>
        <w:t>defensive</w:t>
      </w:r>
      <w:r w:rsidRPr="00025FE9">
        <w:rPr>
          <w:sz w:val="16"/>
        </w:rPr>
        <w:t xml:space="preserve">. </w:t>
      </w:r>
      <w:r w:rsidRPr="00025FE9">
        <w:rPr>
          <w:rStyle w:val="StyleUnderline"/>
        </w:rPr>
        <w:t xml:space="preserve">For a president whose approval rests in part on his ability to move </w:t>
      </w:r>
      <w:r w:rsidRPr="00025FE9">
        <w:rPr>
          <w:rStyle w:val="Emphasis"/>
        </w:rPr>
        <w:t>swiftly</w:t>
      </w:r>
      <w:r w:rsidRPr="00025FE9">
        <w:rPr>
          <w:rStyle w:val="StyleUnderline"/>
        </w:rPr>
        <w:t xml:space="preserve"> and </w:t>
      </w:r>
      <w:r w:rsidRPr="00025FE9">
        <w:rPr>
          <w:rStyle w:val="Emphasis"/>
        </w:rPr>
        <w:t>decisively</w:t>
      </w:r>
      <w:r w:rsidRPr="00025FE9">
        <w:rPr>
          <w:rStyle w:val="StyleUnderline"/>
        </w:rPr>
        <w:t xml:space="preserve">, </w:t>
      </w:r>
      <w:r w:rsidRPr="00025FE9">
        <w:rPr>
          <w:rStyle w:val="StyleUnderline"/>
          <w:highlight w:val="cyan"/>
        </w:rPr>
        <w:t xml:space="preserve">this </w:t>
      </w:r>
      <w:r w:rsidRPr="00025FE9">
        <w:rPr>
          <w:rStyle w:val="Emphasis"/>
          <w:sz w:val="24"/>
          <w:szCs w:val="28"/>
          <w:highlight w:val="cyan"/>
        </w:rPr>
        <w:t>would be a major setback</w:t>
      </w:r>
      <w:r w:rsidRPr="00025FE9">
        <w:rPr>
          <w:sz w:val="16"/>
          <w:highlight w:val="cyan"/>
        </w:rPr>
        <w:t>.</w:t>
      </w:r>
    </w:p>
    <w:p w14:paraId="4FB6F679" w14:textId="77777777" w:rsidR="00FF1F1F" w:rsidRPr="00025FE9" w:rsidRDefault="00FF1F1F" w:rsidP="00FF1F1F">
      <w:pPr>
        <w:rPr>
          <w:sz w:val="16"/>
        </w:rPr>
      </w:pPr>
      <w:r w:rsidRPr="00025FE9">
        <w:rPr>
          <w:sz w:val="16"/>
        </w:rPr>
        <w:t>What are the odds that this will happen? Here’s what we know about midterms.</w:t>
      </w:r>
    </w:p>
    <w:p w14:paraId="391A512E" w14:textId="77777777" w:rsidR="00FF1F1F" w:rsidRDefault="00FF1F1F" w:rsidP="00FF1F1F">
      <w:r w:rsidRPr="00025FE9">
        <w:rPr>
          <w:sz w:val="16"/>
        </w:rPr>
        <w:t>House elections differ structurally from Senate elections. The most obvious and consequential difference is that while every House member faces the voters every two years, only one-third of the senators do, and there is no guarantee that these senators in the aggregate will represent the actual balance between the parties.</w:t>
      </w:r>
    </w:p>
    <w:p w14:paraId="41A927A7" w14:textId="77777777" w:rsidR="00FF1F1F" w:rsidRDefault="00FF1F1F" w:rsidP="00FF1F1F">
      <w:pPr>
        <w:pStyle w:val="Heading4"/>
      </w:pPr>
      <w:r>
        <w:t xml:space="preserve">That’s </w:t>
      </w:r>
      <w:r>
        <w:rPr>
          <w:u w:val="single"/>
        </w:rPr>
        <w:t>uniquely powerful</w:t>
      </w:r>
      <w:r>
        <w:t xml:space="preserve"> in constraining Trump’s foreign policy. </w:t>
      </w:r>
    </w:p>
    <w:p w14:paraId="1163189F" w14:textId="77777777" w:rsidR="00FF1F1F" w:rsidRPr="005D38B1" w:rsidRDefault="00FF1F1F" w:rsidP="00FF1F1F">
      <w:pPr>
        <w:rPr>
          <w:b/>
          <w:sz w:val="26"/>
        </w:rPr>
      </w:pPr>
      <w:r w:rsidRPr="005D38B1">
        <w:t xml:space="preserve">Albin </w:t>
      </w:r>
      <w:r w:rsidRPr="005D38B1">
        <w:rPr>
          <w:rStyle w:val="Style13ptBold"/>
        </w:rPr>
        <w:t>Aronsson &amp;</w:t>
      </w:r>
      <w:r w:rsidRPr="005D38B1">
        <w:t xml:space="preserve"> Björn </w:t>
      </w:r>
      <w:r w:rsidRPr="005D38B1">
        <w:rPr>
          <w:rStyle w:val="Style13ptBold"/>
        </w:rPr>
        <w:t>Ottosson</w:t>
      </w:r>
      <w:r>
        <w:rPr>
          <w:rStyle w:val="Style13ptBold"/>
        </w:rPr>
        <w:t xml:space="preserve"> 25. </w:t>
      </w:r>
      <w:r w:rsidRPr="005D38B1">
        <w:t>*Deputy Programme Manager for NOTS and a Researcher in FOI’s Department for International Security Policy</w:t>
      </w:r>
      <w:r>
        <w:t>; Master’s degree in War Studies from King’s College London. **Programme Manager for NOTS and a Senior Researcher in FOI’s Department for International Security Policy;</w:t>
      </w:r>
      <w:r>
        <w:rPr>
          <w:rStyle w:val="Style13ptBold"/>
        </w:rPr>
        <w:t xml:space="preserve"> </w:t>
      </w:r>
      <w:r w:rsidRPr="005D38B1">
        <w:t>PhD in Political Science from Stockholm University. “Drift or Abandonment? Exploring How US Domestic Politics and External Realities may affect US Security Engagement in Europe 2025–2029.”</w:t>
      </w:r>
      <w:r>
        <w:t xml:space="preserve"> Swedish Ministry of Defense. </w:t>
      </w:r>
      <w:r w:rsidRPr="005D38B1">
        <w:t>August 2025</w:t>
      </w:r>
      <w:r>
        <w:t xml:space="preserve">. </w:t>
      </w:r>
      <w:r w:rsidRPr="005D38B1">
        <w:t>https://www.foi.se/rest-api/report/FOI-R--5777--SE</w:t>
      </w:r>
    </w:p>
    <w:p w14:paraId="21B45545" w14:textId="77777777" w:rsidR="00FF1F1F" w:rsidRPr="005D38B1" w:rsidRDefault="00FF1F1F" w:rsidP="00FF1F1F">
      <w:pPr>
        <w:rPr>
          <w:sz w:val="16"/>
        </w:rPr>
      </w:pPr>
      <w:r w:rsidRPr="005D38B1">
        <w:rPr>
          <w:rStyle w:val="StyleUnderline"/>
        </w:rPr>
        <w:t xml:space="preserve">Democratic opposition forms an </w:t>
      </w:r>
      <w:r w:rsidRPr="005D38B1">
        <w:rPr>
          <w:rStyle w:val="Emphasis"/>
        </w:rPr>
        <w:t>additional line</w:t>
      </w:r>
      <w:r w:rsidRPr="005D38B1">
        <w:rPr>
          <w:rStyle w:val="StyleUnderline"/>
        </w:rPr>
        <w:t xml:space="preserve"> of </w:t>
      </w:r>
      <w:r w:rsidRPr="005D38B1">
        <w:rPr>
          <w:rStyle w:val="Emphasis"/>
        </w:rPr>
        <w:t>resistance</w:t>
      </w:r>
      <w:r w:rsidRPr="005D38B1">
        <w:rPr>
          <w:sz w:val="16"/>
        </w:rPr>
        <w:t xml:space="preserve">. While Republicans may control the executive branch, </w:t>
      </w:r>
      <w:r w:rsidRPr="005D38B1">
        <w:rPr>
          <w:rStyle w:val="Emphasis"/>
          <w:highlight w:val="cyan"/>
        </w:rPr>
        <w:t>Democrats in Congress</w:t>
      </w:r>
      <w:r w:rsidRPr="005D38B1">
        <w:rPr>
          <w:sz w:val="16"/>
        </w:rPr>
        <w:t xml:space="preserve">, </w:t>
      </w:r>
      <w:r w:rsidRPr="005D38B1">
        <w:rPr>
          <w:rStyle w:val="StyleUnderline"/>
        </w:rPr>
        <w:t>particularly in the Senate</w:t>
      </w:r>
      <w:r w:rsidRPr="005D38B1">
        <w:rPr>
          <w:sz w:val="16"/>
        </w:rPr>
        <w:t xml:space="preserve"> </w:t>
      </w:r>
      <w:r w:rsidRPr="005D38B1">
        <w:rPr>
          <w:rStyle w:val="StyleUnderline"/>
        </w:rPr>
        <w:t>and House committees on Foreign Affairs</w:t>
      </w:r>
      <w:r w:rsidRPr="005D38B1">
        <w:rPr>
          <w:sz w:val="16"/>
        </w:rPr>
        <w:t xml:space="preserve">, Armed Services, and Intelligence, </w:t>
      </w:r>
      <w:r w:rsidRPr="005D38B1">
        <w:rPr>
          <w:rStyle w:val="StyleUnderline"/>
          <w:highlight w:val="cyan"/>
        </w:rPr>
        <w:t>can</w:t>
      </w:r>
      <w:r w:rsidRPr="005D38B1">
        <w:rPr>
          <w:sz w:val="16"/>
          <w:highlight w:val="cyan"/>
        </w:rPr>
        <w:t xml:space="preserve"> </w:t>
      </w:r>
      <w:r w:rsidRPr="005D38B1">
        <w:rPr>
          <w:rStyle w:val="StyleUnderline"/>
          <w:highlight w:val="cyan"/>
        </w:rPr>
        <w:t xml:space="preserve">leverage </w:t>
      </w:r>
      <w:r w:rsidRPr="005D38B1">
        <w:rPr>
          <w:rStyle w:val="Emphasis"/>
          <w:highlight w:val="cyan"/>
        </w:rPr>
        <w:t>procedural tools</w:t>
      </w:r>
      <w:r w:rsidRPr="005D38B1">
        <w:rPr>
          <w:rStyle w:val="StyleUnderline"/>
          <w:highlight w:val="cyan"/>
        </w:rPr>
        <w:t>,</w:t>
      </w:r>
      <w:r w:rsidRPr="005D38B1">
        <w:rPr>
          <w:rStyle w:val="StyleUnderline"/>
        </w:rPr>
        <w:t xml:space="preserve"> public </w:t>
      </w:r>
      <w:r w:rsidRPr="005D38B1">
        <w:rPr>
          <w:rStyle w:val="Emphasis"/>
        </w:rPr>
        <w:t>hearings</w:t>
      </w:r>
      <w:r w:rsidRPr="005D38B1">
        <w:rPr>
          <w:rStyle w:val="StyleUnderline"/>
        </w:rPr>
        <w:t xml:space="preserve">, </w:t>
      </w:r>
      <w:r w:rsidRPr="005D38B1">
        <w:rPr>
          <w:rStyle w:val="StyleUnderline"/>
          <w:highlight w:val="cyan"/>
        </w:rPr>
        <w:t>and</w:t>
      </w:r>
      <w:r w:rsidRPr="005D38B1">
        <w:rPr>
          <w:rStyle w:val="StyleUnderline"/>
        </w:rPr>
        <w:t xml:space="preserve"> legislative </w:t>
      </w:r>
      <w:r w:rsidRPr="005D38B1">
        <w:rPr>
          <w:rStyle w:val="Emphasis"/>
          <w:highlight w:val="cyan"/>
        </w:rPr>
        <w:t>oversight</w:t>
      </w:r>
      <w:r w:rsidRPr="005D38B1">
        <w:rPr>
          <w:rStyle w:val="StyleUnderline"/>
        </w:rPr>
        <w:t xml:space="preserve"> </w:t>
      </w:r>
      <w:r w:rsidRPr="005D38B1">
        <w:rPr>
          <w:rStyle w:val="StyleUnderline"/>
          <w:highlight w:val="cyan"/>
        </w:rPr>
        <w:t>to</w:t>
      </w:r>
      <w:r w:rsidRPr="005D38B1">
        <w:rPr>
          <w:rStyle w:val="StyleUnderline"/>
        </w:rPr>
        <w:t xml:space="preserve"> scrutinise or </w:t>
      </w:r>
      <w:r w:rsidRPr="005D38B1">
        <w:rPr>
          <w:rStyle w:val="StyleUnderline"/>
          <w:highlight w:val="cyan"/>
        </w:rPr>
        <w:t>stall</w:t>
      </w:r>
      <w:r w:rsidRPr="005D38B1">
        <w:rPr>
          <w:rStyle w:val="StyleUnderline"/>
        </w:rPr>
        <w:t xml:space="preserve"> </w:t>
      </w:r>
      <w:r w:rsidRPr="005D38B1">
        <w:rPr>
          <w:rStyle w:val="Emphasis"/>
        </w:rPr>
        <w:t xml:space="preserve">controversial </w:t>
      </w:r>
      <w:r w:rsidRPr="005D38B1">
        <w:rPr>
          <w:rStyle w:val="Emphasis"/>
          <w:highlight w:val="cyan"/>
        </w:rPr>
        <w:t>initiatives</w:t>
      </w:r>
      <w:r w:rsidRPr="005D38B1">
        <w:rPr>
          <w:sz w:val="16"/>
        </w:rPr>
        <w:t xml:space="preserve">. </w:t>
      </w:r>
      <w:r w:rsidRPr="005D38B1">
        <w:rPr>
          <w:rStyle w:val="StyleUnderline"/>
        </w:rPr>
        <w:t>During Trump’s</w:t>
      </w:r>
      <w:r w:rsidRPr="005D38B1">
        <w:rPr>
          <w:sz w:val="16"/>
        </w:rPr>
        <w:t xml:space="preserve"> </w:t>
      </w:r>
      <w:r w:rsidRPr="005D38B1">
        <w:rPr>
          <w:rStyle w:val="StyleUnderline"/>
        </w:rPr>
        <w:t>first term</w:t>
      </w:r>
      <w:r w:rsidRPr="005D38B1">
        <w:rPr>
          <w:sz w:val="16"/>
        </w:rPr>
        <w:t>, for example</w:t>
      </w:r>
      <w:r w:rsidRPr="005D38B1">
        <w:rPr>
          <w:rStyle w:val="StyleUnderline"/>
        </w:rPr>
        <w:t>, bipartisan coalitions</w:t>
      </w:r>
      <w:r w:rsidRPr="005D38B1">
        <w:rPr>
          <w:sz w:val="16"/>
        </w:rPr>
        <w:t xml:space="preserve">, often led or backed by Democrats, </w:t>
      </w:r>
      <w:r w:rsidRPr="005D38B1">
        <w:rPr>
          <w:rStyle w:val="StyleUnderline"/>
        </w:rPr>
        <w:t xml:space="preserve">moved to block or </w:t>
      </w:r>
      <w:r w:rsidRPr="005D38B1">
        <w:rPr>
          <w:rStyle w:val="StyleUnderline"/>
          <w:highlight w:val="cyan"/>
        </w:rPr>
        <w:t>constrain</w:t>
      </w:r>
      <w:r w:rsidRPr="005D38B1">
        <w:rPr>
          <w:rStyle w:val="StyleUnderline"/>
        </w:rPr>
        <w:t xml:space="preserve"> certain </w:t>
      </w:r>
      <w:r w:rsidRPr="005D38B1">
        <w:rPr>
          <w:rStyle w:val="StyleUnderline"/>
          <w:highlight w:val="cyan"/>
        </w:rPr>
        <w:t>foreign policy moves</w:t>
      </w:r>
      <w:r w:rsidRPr="005D38B1">
        <w:rPr>
          <w:sz w:val="16"/>
        </w:rPr>
        <w:t xml:space="preserve">. In 2023, </w:t>
      </w:r>
      <w:r w:rsidRPr="005D38B1">
        <w:rPr>
          <w:rStyle w:val="StyleUnderline"/>
        </w:rPr>
        <w:t>Congress passed legislation prohibiting the president</w:t>
      </w:r>
      <w:r w:rsidRPr="005D38B1">
        <w:rPr>
          <w:sz w:val="16"/>
        </w:rPr>
        <w:t xml:space="preserve"> </w:t>
      </w:r>
      <w:r w:rsidRPr="005D38B1">
        <w:rPr>
          <w:rStyle w:val="StyleUnderline"/>
        </w:rPr>
        <w:t>from unilaterally withdrawing</w:t>
      </w:r>
      <w:r w:rsidRPr="005D38B1">
        <w:rPr>
          <w:sz w:val="16"/>
        </w:rPr>
        <w:t xml:space="preserve"> the United States </w:t>
      </w:r>
      <w:r w:rsidRPr="005D38B1">
        <w:rPr>
          <w:rStyle w:val="Emphasis"/>
        </w:rPr>
        <w:t>from NATO</w:t>
      </w:r>
      <w:r w:rsidRPr="005D38B1">
        <w:rPr>
          <w:sz w:val="16"/>
        </w:rPr>
        <w:t xml:space="preserve"> without Senate approval, reflecting concerns over Trump’s repeated criticisms of the alliance and signalling institutional commitment to transatlantic security.25</w:t>
      </w:r>
    </w:p>
    <w:p w14:paraId="1E37F2D0" w14:textId="77777777" w:rsidR="00FF1F1F" w:rsidRPr="005D38B1" w:rsidRDefault="00FF1F1F" w:rsidP="00FF1F1F">
      <w:pPr>
        <w:rPr>
          <w:rStyle w:val="StyleUnderline"/>
        </w:rPr>
      </w:pPr>
      <w:r w:rsidRPr="005D38B1">
        <w:rPr>
          <w:sz w:val="16"/>
        </w:rPr>
        <w:t xml:space="preserve">Furthermore, Democratic governors, attorneys general, and state-level actors have historically mobilised legal and political opposition to federal directives, especially on immigration, climate, and human rights, extending resistance beyond Washington and into the broader federal system. </w:t>
      </w:r>
      <w:r w:rsidRPr="005D38B1">
        <w:rPr>
          <w:rStyle w:val="StyleUnderline"/>
        </w:rPr>
        <w:t xml:space="preserve">This </w:t>
      </w:r>
      <w:r w:rsidRPr="005D38B1">
        <w:rPr>
          <w:rStyle w:val="Emphasis"/>
        </w:rPr>
        <w:t>multi-tiered</w:t>
      </w:r>
      <w:r w:rsidRPr="005D38B1">
        <w:rPr>
          <w:rStyle w:val="StyleUnderline"/>
        </w:rPr>
        <w:t xml:space="preserve"> resistance can constrain, delay, or reshape presidential foreign and security policy</w:t>
      </w:r>
      <w:r w:rsidRPr="005D38B1">
        <w:rPr>
          <w:sz w:val="16"/>
        </w:rPr>
        <w:t xml:space="preserve">, even when the executive branch seeks to centralise control. Needless to say, </w:t>
      </w:r>
      <w:r w:rsidRPr="005D38B1">
        <w:rPr>
          <w:rStyle w:val="StyleUnderline"/>
          <w:highlight w:val="cyan"/>
        </w:rPr>
        <w:t xml:space="preserve">if the Democrats </w:t>
      </w:r>
      <w:r w:rsidRPr="005D38B1">
        <w:rPr>
          <w:rStyle w:val="Emphasis"/>
          <w:highlight w:val="cyan"/>
        </w:rPr>
        <w:t>win</w:t>
      </w:r>
      <w:r w:rsidRPr="005D38B1">
        <w:rPr>
          <w:rStyle w:val="StyleUnderline"/>
        </w:rPr>
        <w:t xml:space="preserve"> in </w:t>
      </w:r>
      <w:r w:rsidRPr="005D38B1">
        <w:rPr>
          <w:rStyle w:val="StyleUnderline"/>
          <w:highlight w:val="cyan"/>
        </w:rPr>
        <w:t xml:space="preserve">the </w:t>
      </w:r>
      <w:r w:rsidRPr="005D38B1">
        <w:rPr>
          <w:rStyle w:val="Emphasis"/>
          <w:sz w:val="28"/>
          <w:szCs w:val="32"/>
          <w:highlight w:val="cyan"/>
        </w:rPr>
        <w:t>2026 midterms</w:t>
      </w:r>
      <w:r w:rsidRPr="005D38B1">
        <w:rPr>
          <w:rStyle w:val="StyleUnderline"/>
        </w:rPr>
        <w:t xml:space="preserve">, </w:t>
      </w:r>
      <w:r w:rsidRPr="005D38B1">
        <w:rPr>
          <w:rStyle w:val="Emphasis"/>
          <w:sz w:val="28"/>
          <w:szCs w:val="32"/>
          <w:highlight w:val="cyan"/>
        </w:rPr>
        <w:t>especially</w:t>
      </w:r>
      <w:r w:rsidRPr="005D38B1">
        <w:rPr>
          <w:rStyle w:val="StyleUnderline"/>
          <w:sz w:val="28"/>
          <w:szCs w:val="32"/>
        </w:rPr>
        <w:t xml:space="preserve"> </w:t>
      </w:r>
      <w:r w:rsidRPr="005D38B1">
        <w:rPr>
          <w:rStyle w:val="StyleUnderline"/>
        </w:rPr>
        <w:t xml:space="preserve">if they gain </w:t>
      </w:r>
      <w:r w:rsidRPr="005D38B1">
        <w:rPr>
          <w:rStyle w:val="StyleUnderline"/>
          <w:highlight w:val="cyan"/>
        </w:rPr>
        <w:t xml:space="preserve">a </w:t>
      </w:r>
      <w:r w:rsidRPr="005D38B1">
        <w:rPr>
          <w:rStyle w:val="Emphasis"/>
          <w:highlight w:val="cyan"/>
        </w:rPr>
        <w:t>majority</w:t>
      </w:r>
      <w:r w:rsidRPr="005D38B1">
        <w:rPr>
          <w:rStyle w:val="StyleUnderline"/>
          <w:highlight w:val="cyan"/>
        </w:rPr>
        <w:t xml:space="preserve"> in the </w:t>
      </w:r>
      <w:r w:rsidRPr="005D38B1">
        <w:rPr>
          <w:rStyle w:val="Emphasis"/>
          <w:highlight w:val="cyan"/>
        </w:rPr>
        <w:t>House</w:t>
      </w:r>
      <w:r w:rsidRPr="005D38B1">
        <w:rPr>
          <w:rStyle w:val="Emphasis"/>
        </w:rPr>
        <w:t xml:space="preserve"> of Representatives</w:t>
      </w:r>
      <w:r w:rsidRPr="005D38B1">
        <w:rPr>
          <w:sz w:val="16"/>
        </w:rPr>
        <w:t xml:space="preserve">, </w:t>
      </w:r>
      <w:r w:rsidRPr="005D38B1">
        <w:rPr>
          <w:rStyle w:val="StyleUnderline"/>
        </w:rPr>
        <w:t xml:space="preserve">this resistance </w:t>
      </w:r>
      <w:r w:rsidRPr="005D38B1">
        <w:rPr>
          <w:rStyle w:val="StyleUnderline"/>
          <w:highlight w:val="cyan"/>
        </w:rPr>
        <w:t>will</w:t>
      </w:r>
      <w:r w:rsidRPr="005D38B1">
        <w:rPr>
          <w:rStyle w:val="StyleUnderline"/>
        </w:rPr>
        <w:t xml:space="preserve"> likely </w:t>
      </w:r>
      <w:r w:rsidRPr="005D38B1">
        <w:rPr>
          <w:rStyle w:val="StyleUnderline"/>
          <w:highlight w:val="cyan"/>
        </w:rPr>
        <w:t>become</w:t>
      </w:r>
      <w:r w:rsidRPr="005D38B1">
        <w:rPr>
          <w:rStyle w:val="StyleUnderline"/>
        </w:rPr>
        <w:t xml:space="preserve"> </w:t>
      </w:r>
      <w:r w:rsidRPr="005D38B1">
        <w:rPr>
          <w:rStyle w:val="Emphasis"/>
        </w:rPr>
        <w:t>considerably</w:t>
      </w:r>
      <w:r w:rsidRPr="005D38B1">
        <w:rPr>
          <w:rStyle w:val="StyleUnderline"/>
        </w:rPr>
        <w:t xml:space="preserve"> </w:t>
      </w:r>
      <w:r w:rsidRPr="005D38B1">
        <w:rPr>
          <w:rStyle w:val="Emphasis"/>
          <w:sz w:val="28"/>
          <w:szCs w:val="32"/>
          <w:highlight w:val="cyan"/>
        </w:rPr>
        <w:t>more effective</w:t>
      </w:r>
      <w:r w:rsidRPr="005D38B1">
        <w:t>,</w:t>
      </w:r>
      <w:r w:rsidRPr="005D38B1">
        <w:rPr>
          <w:rStyle w:val="StyleUnderline"/>
        </w:rPr>
        <w:t xml:space="preserve"> </w:t>
      </w:r>
      <w:r w:rsidRPr="005D38B1">
        <w:rPr>
          <w:rStyle w:val="StyleUnderline"/>
          <w:highlight w:val="cyan"/>
        </w:rPr>
        <w:t xml:space="preserve">with </w:t>
      </w:r>
      <w:r w:rsidRPr="005D38B1">
        <w:rPr>
          <w:rStyle w:val="Emphasis"/>
          <w:highlight w:val="cyan"/>
        </w:rPr>
        <w:t>enhanced</w:t>
      </w:r>
      <w:r w:rsidRPr="005D38B1">
        <w:rPr>
          <w:rStyle w:val="StyleUnderline"/>
          <w:highlight w:val="cyan"/>
        </w:rPr>
        <w:t xml:space="preserve"> </w:t>
      </w:r>
      <w:r w:rsidRPr="005D38B1">
        <w:rPr>
          <w:rStyle w:val="Emphasis"/>
          <w:highlight w:val="cyan"/>
        </w:rPr>
        <w:t>capacity</w:t>
      </w:r>
      <w:r w:rsidRPr="005D38B1">
        <w:rPr>
          <w:rStyle w:val="StyleUnderline"/>
          <w:highlight w:val="cyan"/>
        </w:rPr>
        <w:t xml:space="preserve"> to </w:t>
      </w:r>
      <w:r w:rsidRPr="005D38B1">
        <w:rPr>
          <w:rStyle w:val="Emphasis"/>
          <w:highlight w:val="cyan"/>
        </w:rPr>
        <w:t>investigate</w:t>
      </w:r>
      <w:r w:rsidRPr="005D38B1">
        <w:rPr>
          <w:rStyle w:val="StyleUnderline"/>
        </w:rPr>
        <w:t xml:space="preserve">, </w:t>
      </w:r>
      <w:r w:rsidRPr="005D38B1">
        <w:rPr>
          <w:rStyle w:val="Emphasis"/>
        </w:rPr>
        <w:t>block</w:t>
      </w:r>
      <w:r w:rsidRPr="005D38B1">
        <w:rPr>
          <w:rStyle w:val="StyleUnderline"/>
        </w:rPr>
        <w:t xml:space="preserve">, </w:t>
      </w:r>
      <w:r w:rsidRPr="005D38B1">
        <w:rPr>
          <w:rStyle w:val="StyleUnderline"/>
          <w:highlight w:val="cyan"/>
        </w:rPr>
        <w:t xml:space="preserve">or </w:t>
      </w:r>
      <w:r w:rsidRPr="005D38B1">
        <w:rPr>
          <w:rStyle w:val="Emphasis"/>
          <w:highlight w:val="cyan"/>
        </w:rPr>
        <w:t>amend</w:t>
      </w:r>
      <w:r w:rsidRPr="005D38B1">
        <w:rPr>
          <w:rStyle w:val="Emphasis"/>
        </w:rPr>
        <w:t xml:space="preserve"> </w:t>
      </w:r>
      <w:r w:rsidRPr="005D38B1">
        <w:rPr>
          <w:rStyle w:val="Emphasis"/>
          <w:highlight w:val="cyan"/>
        </w:rPr>
        <w:t>executive actions</w:t>
      </w:r>
      <w:r w:rsidRPr="005D38B1">
        <w:rPr>
          <w:rStyle w:val="StyleUnderline"/>
        </w:rPr>
        <w:t xml:space="preserve"> </w:t>
      </w:r>
      <w:r w:rsidRPr="005D38B1">
        <w:rPr>
          <w:rStyle w:val="StyleUnderline"/>
          <w:highlight w:val="cyan"/>
        </w:rPr>
        <w:t>across</w:t>
      </w:r>
      <w:r w:rsidRPr="005D38B1">
        <w:rPr>
          <w:rStyle w:val="StyleUnderline"/>
        </w:rPr>
        <w:t xml:space="preserve"> a range of </w:t>
      </w:r>
      <w:r w:rsidRPr="005D38B1">
        <w:rPr>
          <w:rStyle w:val="Emphasis"/>
          <w:highlight w:val="cyan"/>
        </w:rPr>
        <w:t>foreign</w:t>
      </w:r>
      <w:r w:rsidRPr="005D38B1">
        <w:rPr>
          <w:rStyle w:val="StyleUnderline"/>
        </w:rPr>
        <w:t xml:space="preserve"> </w:t>
      </w:r>
      <w:r w:rsidRPr="005D38B1">
        <w:rPr>
          <w:rStyle w:val="StyleUnderline"/>
          <w:highlight w:val="cyan"/>
        </w:rPr>
        <w:t xml:space="preserve">and </w:t>
      </w:r>
      <w:r w:rsidRPr="005D38B1">
        <w:rPr>
          <w:rStyle w:val="Emphasis"/>
          <w:highlight w:val="cyan"/>
        </w:rPr>
        <w:t>security policy</w:t>
      </w:r>
      <w:r w:rsidRPr="005D38B1">
        <w:rPr>
          <w:rStyle w:val="Emphasis"/>
        </w:rPr>
        <w:t xml:space="preserve"> </w:t>
      </w:r>
      <w:r w:rsidRPr="005D38B1">
        <w:rPr>
          <w:rStyle w:val="Emphasis"/>
          <w:highlight w:val="cyan"/>
        </w:rPr>
        <w:t>areas</w:t>
      </w:r>
      <w:r w:rsidRPr="005D38B1">
        <w:rPr>
          <w:rStyle w:val="StyleUnderline"/>
        </w:rPr>
        <w:t>.</w:t>
      </w:r>
    </w:p>
    <w:p w14:paraId="636AD89F" w14:textId="77777777" w:rsidR="00FF1F1F" w:rsidRPr="002A1C62" w:rsidRDefault="00FF1F1F" w:rsidP="00FF1F1F"/>
    <w:p w14:paraId="26AE4027" w14:textId="77777777" w:rsidR="00FF1F1F" w:rsidRDefault="00FF1F1F" w:rsidP="00FF1F1F"/>
    <w:p w14:paraId="05DFDAEF" w14:textId="77777777" w:rsidR="00FF1F1F" w:rsidRDefault="00FF1F1F" w:rsidP="00FF1F1F"/>
    <w:p w14:paraId="77DEB03A" w14:textId="77777777" w:rsidR="00FF1F1F" w:rsidRDefault="00FF1F1F" w:rsidP="00FF1F1F"/>
    <w:p w14:paraId="351BA41F" w14:textId="77777777" w:rsidR="00FF1F1F" w:rsidRPr="00B2079E" w:rsidRDefault="00FF1F1F" w:rsidP="00FF1F1F"/>
    <w:p w14:paraId="3F86975F" w14:textId="0A5E695A" w:rsidR="00187B7A" w:rsidRPr="00FF1F1F" w:rsidRDefault="00187B7A" w:rsidP="00FF1F1F"/>
    <w:sectPr w:rsidR="00187B7A" w:rsidRPr="00FF1F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A577D" w14:textId="77777777" w:rsidR="00B1360F" w:rsidRDefault="00B1360F" w:rsidP="00066D2C">
      <w:pPr>
        <w:spacing w:after="0" w:line="240" w:lineRule="auto"/>
      </w:pPr>
      <w:r>
        <w:separator/>
      </w:r>
    </w:p>
  </w:endnote>
  <w:endnote w:type="continuationSeparator" w:id="0">
    <w:p w14:paraId="3A813A4A" w14:textId="77777777" w:rsidR="00B1360F" w:rsidRDefault="00B1360F"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89F97" w14:textId="77777777" w:rsidR="00B1360F" w:rsidRDefault="00B1360F" w:rsidP="00066D2C">
      <w:pPr>
        <w:spacing w:after="0" w:line="240" w:lineRule="auto"/>
      </w:pPr>
      <w:r>
        <w:separator/>
      </w:r>
    </w:p>
  </w:footnote>
  <w:footnote w:type="continuationSeparator" w:id="0">
    <w:p w14:paraId="0F7995A3" w14:textId="77777777" w:rsidR="00B1360F" w:rsidRDefault="00B1360F"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517CED"/>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87B7A"/>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17CE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B6F9D"/>
    <w:rsid w:val="008C2555"/>
    <w:rsid w:val="008C29FB"/>
    <w:rsid w:val="008C4352"/>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0699"/>
    <w:rsid w:val="00B1231F"/>
    <w:rsid w:val="00B12C1D"/>
    <w:rsid w:val="00B1360F"/>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31FC"/>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1F1F"/>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B8FBD"/>
  <w15:chartTrackingRefBased/>
  <w15:docId w15:val="{8CFE9FFC-3E91-4D1B-A0D1-E5DBC470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7"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17CED"/>
    <w:rPr>
      <w:rFonts w:ascii="Calibri" w:hAnsi="Calibri" w:cs="Calibri"/>
    </w:rPr>
  </w:style>
  <w:style w:type="paragraph" w:styleId="Heading1">
    <w:name w:val="heading 1"/>
    <w:aliases w:val="Pocket"/>
    <w:basedOn w:val="Normal"/>
    <w:next w:val="Normal"/>
    <w:link w:val="Heading1Char"/>
    <w:qFormat/>
    <w:rsid w:val="00517CE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17CE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itation,Underline Char Char Char,Heading 3 Char Char Char,Heading 3 Char Char,Citation Char Char,Heading 3 Char1 Char Char,Heading 3 Char Char Char Char,Citation Char Char Char Char,Citation Char1 Char Char,Heading 3 Char Char1, Char,no,n"/>
    <w:basedOn w:val="Normal"/>
    <w:next w:val="Normal"/>
    <w:link w:val="Heading3Char"/>
    <w:uiPriority w:val="2"/>
    <w:qFormat/>
    <w:rsid w:val="00517CE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3"/>
    <w:qFormat/>
    <w:rsid w:val="00517CE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17CE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17C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17CED"/>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s"/>
    <w:basedOn w:val="DefaultParagraphFont"/>
    <w:link w:val="textbold"/>
    <w:uiPriority w:val="8"/>
    <w:qFormat/>
    <w:rsid w:val="00517CE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517CED"/>
    <w:rPr>
      <w:color w:val="auto"/>
      <w:u w:val="none"/>
    </w:rPr>
  </w:style>
  <w:style w:type="character" w:customStyle="1" w:styleId="Heading1Char">
    <w:name w:val="Heading 1 Char"/>
    <w:aliases w:val="Pocket Char"/>
    <w:basedOn w:val="DefaultParagraphFont"/>
    <w:link w:val="Heading1"/>
    <w:rsid w:val="00517CE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17CED"/>
    <w:rPr>
      <w:rFonts w:ascii="Calibri" w:eastAsiaTheme="majorEastAsia" w:hAnsi="Calibri" w:cstheme="majorBidi"/>
      <w:b/>
      <w:sz w:val="44"/>
      <w:szCs w:val="26"/>
      <w:u w:val="double"/>
    </w:rPr>
  </w:style>
  <w:style w:type="character" w:customStyle="1" w:styleId="Heading3Char">
    <w:name w:val="Heading 3 Char"/>
    <w:aliases w:val="Block Char,Citation Char,Underline Char Char Char Char,Heading 3 Char Char Char Char1,Heading 3 Char Char Char1,Citation Char Char Char1,Heading 3 Char1 Char Char Char,Heading 3 Char Char Char Char Char,Citation Char Char Char Char Char"/>
    <w:basedOn w:val="DefaultParagraphFont"/>
    <w:link w:val="Heading3"/>
    <w:uiPriority w:val="2"/>
    <w:rsid w:val="00517CE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3"/>
    <w:rsid w:val="00517CE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517CED"/>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Title Char,Bold Cite Char,ci,cite,c,Bo,B,S"/>
    <w:basedOn w:val="DefaultParagraphFont"/>
    <w:link w:val="Title"/>
    <w:uiPriority w:val="7"/>
    <w:qFormat/>
    <w:rsid w:val="00517CED"/>
    <w:rPr>
      <w:b w:val="0"/>
      <w:sz w:val="22"/>
      <w:u w:val="single"/>
    </w:rPr>
  </w:style>
  <w:style w:type="character" w:styleId="Strong">
    <w:name w:val="Strong"/>
    <w:basedOn w:val="DefaultParagraphFont"/>
    <w:uiPriority w:val="22"/>
    <w:semiHidden/>
    <w:qFormat/>
    <w:rsid w:val="00517CED"/>
    <w:rPr>
      <w:b/>
      <w:bCs/>
    </w:rPr>
  </w:style>
  <w:style w:type="character" w:styleId="BookTitle">
    <w:name w:val="Book Title"/>
    <w:basedOn w:val="DefaultParagraphFont"/>
    <w:uiPriority w:val="33"/>
    <w:semiHidden/>
    <w:qFormat/>
    <w:rsid w:val="00517CED"/>
    <w:rPr>
      <w:b/>
      <w:bCs/>
      <w:i/>
      <w:iCs/>
      <w:spacing w:val="5"/>
    </w:rPr>
  </w:style>
  <w:style w:type="character" w:customStyle="1" w:styleId="Heading5Char">
    <w:name w:val="Heading 5 Char"/>
    <w:basedOn w:val="DefaultParagraphFont"/>
    <w:link w:val="Heading5"/>
    <w:uiPriority w:val="9"/>
    <w:semiHidden/>
    <w:rsid w:val="00517CE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17CED"/>
  </w:style>
  <w:style w:type="paragraph" w:styleId="Header">
    <w:name w:val="header"/>
    <w:basedOn w:val="Normal"/>
    <w:link w:val="HeaderChar"/>
    <w:uiPriority w:val="99"/>
    <w:semiHidden/>
    <w:rsid w:val="00517CE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7CED"/>
    <w:rPr>
      <w:rFonts w:ascii="Calibri" w:hAnsi="Calibri" w:cs="Calibri"/>
    </w:rPr>
  </w:style>
  <w:style w:type="paragraph" w:styleId="Footer">
    <w:name w:val="footer"/>
    <w:basedOn w:val="Normal"/>
    <w:link w:val="FooterChar"/>
    <w:uiPriority w:val="99"/>
    <w:semiHidden/>
    <w:rsid w:val="00517C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7CED"/>
    <w:rPr>
      <w:rFonts w:ascii="Calibri" w:hAnsi="Calibri" w:cs="Calibri"/>
    </w:rPr>
  </w:style>
  <w:style w:type="paragraph" w:styleId="BodyText">
    <w:name w:val="Body Text"/>
    <w:basedOn w:val="Normal"/>
    <w:link w:val="BodyTextChar"/>
    <w:uiPriority w:val="99"/>
    <w:semiHidden/>
    <w:unhideWhenUsed/>
    <w:rsid w:val="00517CED"/>
    <w:pPr>
      <w:spacing w:after="120"/>
    </w:pPr>
  </w:style>
  <w:style w:type="character" w:customStyle="1" w:styleId="BodyTextChar">
    <w:name w:val="Body Text Char"/>
    <w:basedOn w:val="DefaultParagraphFont"/>
    <w:link w:val="BodyText"/>
    <w:uiPriority w:val="99"/>
    <w:semiHidden/>
    <w:rsid w:val="00517CED"/>
    <w:rPr>
      <w:rFonts w:ascii="Calibri" w:hAnsi="Calibri" w:cs="Calibri"/>
    </w:rPr>
  </w:style>
  <w:style w:type="paragraph" w:styleId="NoSpacing">
    <w:name w:val="No Spacing"/>
    <w:link w:val="NoSpacingChar"/>
    <w:uiPriority w:val="99"/>
    <w:semiHidden/>
    <w:unhideWhenUsed/>
    <w:qFormat/>
    <w:rsid w:val="00517CE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17CED"/>
    <w:rPr>
      <w:rFonts w:ascii="Calibri" w:hAnsi="Calibri" w:cs="Calibri"/>
    </w:rPr>
  </w:style>
  <w:style w:type="character" w:styleId="Hyperlink">
    <w:name w:val="Hyperlink"/>
    <w:basedOn w:val="DefaultParagraphFont"/>
    <w:uiPriority w:val="99"/>
    <w:unhideWhenUsed/>
    <w:rsid w:val="00517CED"/>
    <w:rPr>
      <w:color w:val="0563C1" w:themeColor="hyperlink"/>
      <w:u w:val="single"/>
    </w:rPr>
  </w:style>
  <w:style w:type="character" w:styleId="UnresolvedMention">
    <w:name w:val="Unresolved Mention"/>
    <w:basedOn w:val="DefaultParagraphFont"/>
    <w:uiPriority w:val="99"/>
    <w:semiHidden/>
    <w:unhideWhenUsed/>
    <w:rsid w:val="00517CED"/>
    <w:rPr>
      <w:color w:val="605E5C"/>
      <w:shd w:val="clear" w:color="auto" w:fill="E1DFDD"/>
    </w:rPr>
  </w:style>
  <w:style w:type="paragraph" w:customStyle="1" w:styleId="Analytics">
    <w:name w:val="Analytics"/>
    <w:basedOn w:val="Heading4"/>
    <w:link w:val="AnalyticsChar"/>
    <w:uiPriority w:val="5"/>
    <w:qFormat/>
    <w:rsid w:val="00517CED"/>
    <w:rPr>
      <w:color w:val="000099"/>
      <w:u w:color="000099"/>
    </w:rPr>
  </w:style>
  <w:style w:type="character" w:customStyle="1" w:styleId="AnalyticsChar">
    <w:name w:val="Analytics Char"/>
    <w:basedOn w:val="DefaultParagraphFont"/>
    <w:link w:val="Analytics"/>
    <w:uiPriority w:val="5"/>
    <w:rsid w:val="00517CED"/>
    <w:rPr>
      <w:rFonts w:ascii="Calibri" w:eastAsiaTheme="majorEastAsia" w:hAnsi="Calibri" w:cstheme="majorBidi"/>
      <w:b/>
      <w:iCs/>
      <w:color w:val="000099"/>
      <w:sz w:val="26"/>
      <w:u w:color="000099"/>
    </w:rPr>
  </w:style>
  <w:style w:type="paragraph" w:customStyle="1" w:styleId="Analytic">
    <w:name w:val="Analytic"/>
    <w:basedOn w:val="Heading4"/>
    <w:link w:val="AnalyticChar"/>
    <w:autoRedefine/>
    <w:uiPriority w:val="5"/>
    <w:qFormat/>
    <w:rsid w:val="00FF1F1F"/>
    <w:rPr>
      <w:color w:val="0070C0"/>
    </w:rPr>
  </w:style>
  <w:style w:type="character" w:customStyle="1" w:styleId="AnalyticChar">
    <w:name w:val="Analytic Char"/>
    <w:basedOn w:val="DefaultParagraphFont"/>
    <w:link w:val="Analytic"/>
    <w:uiPriority w:val="5"/>
    <w:rsid w:val="00FF1F1F"/>
    <w:rPr>
      <w:rFonts w:ascii="Calibri" w:eastAsiaTheme="majorEastAsia" w:hAnsi="Calibri" w:cstheme="majorBidi"/>
      <w:b/>
      <w:iCs/>
      <w:color w:val="0070C0"/>
      <w:sz w:val="26"/>
    </w:rPr>
  </w:style>
  <w:style w:type="paragraph" w:customStyle="1" w:styleId="textbold">
    <w:name w:val="text bold"/>
    <w:basedOn w:val="Normal"/>
    <w:link w:val="Emphasis"/>
    <w:uiPriority w:val="8"/>
    <w:qFormat/>
    <w:rsid w:val="00FF1F1F"/>
    <w:pPr>
      <w:ind w:left="720"/>
    </w:pPr>
    <w:rPr>
      <w:b/>
      <w:iCs/>
      <w:u w:val="single"/>
      <w:bdr w:val="single" w:sz="8" w:space="0" w:color="auto"/>
    </w:rPr>
  </w:style>
  <w:style w:type="paragraph" w:styleId="Title">
    <w:name w:val="Title"/>
    <w:basedOn w:val="Normal"/>
    <w:next w:val="Normal"/>
    <w:link w:val="StyleUnderline"/>
    <w:uiPriority w:val="7"/>
    <w:qFormat/>
    <w:rsid w:val="00FF1F1F"/>
    <w:pPr>
      <w:spacing w:after="80" w:line="240" w:lineRule="auto"/>
      <w:contextualSpacing/>
    </w:pPr>
    <w:rPr>
      <w:rFonts w:asciiTheme="minorHAnsi" w:hAnsiTheme="minorHAnsi" w:cstheme="minorBidi"/>
      <w:u w:val="single"/>
    </w:rPr>
  </w:style>
  <w:style w:type="character" w:customStyle="1" w:styleId="TitleChar1">
    <w:name w:val="Title Char1"/>
    <w:basedOn w:val="DefaultParagraphFont"/>
    <w:uiPriority w:val="10"/>
    <w:semiHidden/>
    <w:rsid w:val="00FF1F1F"/>
    <w:rPr>
      <w:rFonts w:asciiTheme="majorHAnsi" w:eastAsiaTheme="majorEastAsia" w:hAnsiTheme="majorHAnsi" w:cstheme="majorBidi"/>
      <w:spacing w:val="-10"/>
      <w:kern w:val="28"/>
      <w:sz w:val="56"/>
      <w:szCs w:val="56"/>
    </w:rPr>
  </w:style>
  <w:style w:type="paragraph" w:customStyle="1" w:styleId="Emphasis1">
    <w:name w:val="Emphasis1"/>
    <w:basedOn w:val="Normal"/>
    <w:uiPriority w:val="8"/>
    <w:qFormat/>
    <w:rsid w:val="00FF1F1F"/>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14960</Words>
  <Characters>81982</Characters>
  <Application>Microsoft Office Word</Application>
  <DocSecurity>0</DocSecurity>
  <Lines>759</Lines>
  <Paragraphs>221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3</cp:revision>
  <dcterms:created xsi:type="dcterms:W3CDTF">2025-09-24T16:01:00Z</dcterms:created>
  <dcterms:modified xsi:type="dcterms:W3CDTF">2025-09-24T16:59:00Z</dcterms:modified>
</cp:coreProperties>
</file>